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DE1DAA" w:rsidRPr="00810ADF">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right="-75"/>
              <w:jc w:val="center"/>
              <w:rPr>
                <w:b/>
                <w:sz w:val="24"/>
                <w:u w:val="single"/>
              </w:rPr>
            </w:pPr>
            <w:r w:rsidRPr="00810ADF">
              <w:rPr>
                <w:b/>
                <w:sz w:val="24"/>
                <w:u w:val="single"/>
              </w:rPr>
              <w:t>CONTRACT DE INTERMEDIERE</w:t>
            </w:r>
          </w:p>
        </w:tc>
      </w:tr>
      <w:tr w:rsidR="00DE1DAA" w:rsidRPr="00810ADF">
        <w:trPr>
          <w:trHeight w:val="530"/>
        </w:trPr>
        <w:tc>
          <w:tcPr>
            <w:tcW w:w="10632" w:type="dxa"/>
            <w:gridSpan w:val="6"/>
            <w:shd w:val="clear" w:color="auto" w:fill="auto"/>
          </w:tcPr>
          <w:p w:rsidR="00DE1DAA" w:rsidRPr="00810ADF" w:rsidRDefault="003E109E">
            <w:pPr>
              <w:spacing w:before="120" w:after="120" w:line="240" w:lineRule="exact"/>
              <w:ind w:right="-75"/>
              <w:rPr>
                <w:sz w:val="18"/>
              </w:rPr>
            </w:pPr>
            <w:r w:rsidRPr="00810ADF">
              <w:rPr>
                <w:sz w:val="18"/>
              </w:rPr>
              <w:t>cu privire la persoana asistată:</w:t>
            </w:r>
          </w:p>
        </w:tc>
      </w:tr>
      <w:tr w:rsidR="00DE1DAA" w:rsidRPr="00810ADF">
        <w:trPr>
          <w:trHeight w:val="723"/>
        </w:trPr>
        <w:tc>
          <w:tcPr>
            <w:tcW w:w="4910" w:type="dxa"/>
            <w:gridSpan w:val="5"/>
            <w:shd w:val="clear" w:color="auto" w:fill="auto"/>
          </w:tcPr>
          <w:p w:rsidR="00DE1DAA" w:rsidRPr="00810ADF" w:rsidRDefault="003E109E">
            <w:pPr>
              <w:spacing w:before="120" w:after="120" w:line="240" w:lineRule="exact"/>
              <w:ind w:left="142" w:right="-75"/>
              <w:rPr>
                <w:sz w:val="18"/>
              </w:rPr>
            </w:pPr>
            <w:r w:rsidRPr="00810ADF">
              <w:rPr>
                <w:sz w:val="18"/>
              </w:rPr>
              <w:t>Numele:</w:t>
            </w:r>
          </w:p>
        </w:tc>
        <w:tc>
          <w:tcPr>
            <w:tcW w:w="5722" w:type="dxa"/>
            <w:shd w:val="clear" w:color="auto" w:fill="auto"/>
          </w:tcPr>
          <w:p w:rsidR="00DE1DAA" w:rsidRPr="00810ADF" w:rsidRDefault="003E109E">
            <w:pPr>
              <w:spacing w:before="120" w:after="120" w:line="240" w:lineRule="exact"/>
              <w:ind w:left="142" w:right="-75"/>
              <w:rPr>
                <w:sz w:val="18"/>
              </w:rPr>
            </w:pPr>
            <w:r w:rsidRPr="00810ADF">
              <w:rPr>
                <w:sz w:val="18"/>
              </w:rPr>
              <w:t>Adresa:</w:t>
            </w:r>
          </w:p>
        </w:tc>
      </w:tr>
      <w:tr w:rsidR="00DE1DAA" w:rsidRPr="00810ADF">
        <w:trPr>
          <w:trHeight w:val="555"/>
        </w:trPr>
        <w:tc>
          <w:tcPr>
            <w:tcW w:w="4910" w:type="dxa"/>
            <w:gridSpan w:val="5"/>
            <w:shd w:val="clear" w:color="auto" w:fill="auto"/>
          </w:tcPr>
          <w:p w:rsidR="00DE1DAA" w:rsidRPr="00810ADF" w:rsidRDefault="003E109E">
            <w:pPr>
              <w:spacing w:before="120" w:after="120" w:line="240" w:lineRule="exact"/>
              <w:ind w:left="142" w:right="-75"/>
              <w:rPr>
                <w:sz w:val="18"/>
              </w:rPr>
            </w:pPr>
            <w:r w:rsidRPr="00810ADF">
              <w:rPr>
                <w:sz w:val="18"/>
              </w:rPr>
              <w:t>Data nașterii:</w:t>
            </w:r>
          </w:p>
        </w:tc>
        <w:tc>
          <w:tcPr>
            <w:tcW w:w="5722" w:type="dxa"/>
            <w:shd w:val="clear" w:color="auto" w:fill="auto"/>
          </w:tcPr>
          <w:p w:rsidR="00DE1DAA" w:rsidRPr="00810ADF" w:rsidRDefault="003E109E">
            <w:pPr>
              <w:spacing w:before="120" w:after="120" w:line="240" w:lineRule="exact"/>
              <w:ind w:left="142" w:right="-75"/>
              <w:rPr>
                <w:sz w:val="18"/>
              </w:rPr>
            </w:pPr>
            <w:r w:rsidRPr="00810ADF">
              <w:rPr>
                <w:sz w:val="18"/>
              </w:rPr>
              <w:t>E-mail:</w:t>
            </w:r>
          </w:p>
        </w:tc>
      </w:tr>
      <w:tr w:rsidR="00DE1DAA" w:rsidRPr="00810ADF">
        <w:trPr>
          <w:trHeight w:val="549"/>
        </w:trPr>
        <w:tc>
          <w:tcPr>
            <w:tcW w:w="4910" w:type="dxa"/>
            <w:gridSpan w:val="5"/>
            <w:tcBorders>
              <w:top w:val="single" w:sz="4" w:space="0" w:color="auto"/>
              <w:left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Număr de telefon:</w:t>
            </w:r>
          </w:p>
        </w:tc>
        <w:tc>
          <w:tcPr>
            <w:tcW w:w="5722" w:type="dxa"/>
            <w:tcBorders>
              <w:top w:val="single" w:sz="4" w:space="0" w:color="auto"/>
              <w:left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Fax:</w:t>
            </w:r>
          </w:p>
        </w:tc>
      </w:tr>
      <w:tr w:rsidR="00DE1DAA" w:rsidRPr="00810ADF">
        <w:trPr>
          <w:trHeight w:val="564"/>
        </w:trPr>
        <w:tc>
          <w:tcPr>
            <w:tcW w:w="10632" w:type="dxa"/>
            <w:gridSpan w:val="6"/>
            <w:shd w:val="clear" w:color="auto" w:fill="auto"/>
          </w:tcPr>
          <w:p w:rsidR="00DE1DAA" w:rsidRPr="00810ADF" w:rsidRDefault="003E109E">
            <w:pPr>
              <w:numPr>
                <w:ilvl w:val="0"/>
                <w:numId w:val="25"/>
              </w:numPr>
              <w:spacing w:before="120" w:after="120" w:line="240" w:lineRule="exact"/>
              <w:ind w:right="-75"/>
              <w:rPr>
                <w:b/>
              </w:rPr>
            </w:pPr>
            <w:r w:rsidRPr="00810ADF">
              <w:rPr>
                <w:b/>
              </w:rPr>
              <w:t>Datele personale ale partenerilor contractuali</w:t>
            </w:r>
          </w:p>
        </w:tc>
      </w:tr>
      <w:tr w:rsidR="00DE1DAA" w:rsidRPr="00810ADF">
        <w:trPr>
          <w:trHeight w:val="417"/>
        </w:trPr>
        <w:tc>
          <w:tcPr>
            <w:tcW w:w="10632" w:type="dxa"/>
            <w:gridSpan w:val="6"/>
            <w:shd w:val="clear" w:color="auto" w:fill="auto"/>
          </w:tcPr>
          <w:p w:rsidR="00DE1DAA" w:rsidRPr="00810ADF" w:rsidRDefault="003E109E" w:rsidP="001759FA">
            <w:pPr>
              <w:numPr>
                <w:ilvl w:val="1"/>
                <w:numId w:val="25"/>
              </w:numPr>
              <w:spacing w:before="120" w:after="120" w:line="240" w:lineRule="exact"/>
              <w:ind w:right="-75" w:hanging="1430"/>
              <w:rPr>
                <w:b/>
                <w:sz w:val="18"/>
              </w:rPr>
            </w:pPr>
            <w:r w:rsidRPr="00810ADF">
              <w:rPr>
                <w:b/>
                <w:sz w:val="18"/>
              </w:rPr>
              <w:t>Solicitant</w:t>
            </w:r>
          </w:p>
        </w:tc>
      </w:tr>
      <w:tr w:rsidR="00DE1DAA" w:rsidRPr="00810ADF">
        <w:trPr>
          <w:trHeight w:val="1172"/>
        </w:trPr>
        <w:tc>
          <w:tcPr>
            <w:tcW w:w="10632" w:type="dxa"/>
            <w:gridSpan w:val="6"/>
            <w:shd w:val="clear" w:color="auto" w:fill="auto"/>
          </w:tcPr>
          <w:p w:rsidR="00DE1DAA" w:rsidRPr="00810ADF" w:rsidRDefault="003E109E">
            <w:pPr>
              <w:numPr>
                <w:ilvl w:val="0"/>
                <w:numId w:val="30"/>
              </w:numPr>
              <w:spacing w:before="60" w:after="60" w:line="240" w:lineRule="exact"/>
              <w:ind w:left="714" w:right="-74" w:hanging="357"/>
              <w:rPr>
                <w:b/>
                <w:sz w:val="18"/>
              </w:rPr>
            </w:pPr>
            <w:r w:rsidRPr="00810ADF">
              <w:rPr>
                <w:b/>
                <w:sz w:val="18"/>
              </w:rPr>
              <w:t>persoana asistată</w:t>
            </w:r>
          </w:p>
          <w:p w:rsidR="00DE1DAA" w:rsidRPr="00810ADF" w:rsidRDefault="003E109E">
            <w:pPr>
              <w:numPr>
                <w:ilvl w:val="0"/>
                <w:numId w:val="30"/>
              </w:numPr>
              <w:spacing w:before="60" w:after="60" w:line="240" w:lineRule="exact"/>
              <w:ind w:left="714" w:right="-74" w:hanging="357"/>
              <w:rPr>
                <w:b/>
                <w:sz w:val="18"/>
              </w:rPr>
            </w:pPr>
            <w:r w:rsidRPr="00810ADF">
              <w:rPr>
                <w:b/>
                <w:sz w:val="18"/>
              </w:rPr>
              <w:t>Reprezentarea în numele persoanei asistate</w:t>
            </w:r>
            <w:r w:rsidRPr="00810ADF">
              <w:rPr>
                <w:b/>
                <w:sz w:val="18"/>
              </w:rPr>
              <w:br/>
            </w:r>
            <w:r w:rsidRPr="00810ADF">
              <w:rPr>
                <w:sz w:val="18"/>
              </w:rPr>
              <w:t>(ex. administrator de bunuri, reprezentant legal, reprezentant terapeutic etc.)</w:t>
            </w:r>
          </w:p>
          <w:p w:rsidR="00DE1DAA" w:rsidRPr="00810ADF" w:rsidRDefault="003E109E">
            <w:pPr>
              <w:numPr>
                <w:ilvl w:val="0"/>
                <w:numId w:val="30"/>
              </w:numPr>
              <w:spacing w:before="60" w:after="60" w:line="240" w:lineRule="exact"/>
              <w:ind w:left="714" w:right="-74" w:hanging="357"/>
              <w:rPr>
                <w:b/>
              </w:rPr>
            </w:pPr>
            <w:r w:rsidRPr="00810ADF">
              <w:rPr>
                <w:b/>
                <w:sz w:val="18"/>
              </w:rPr>
              <w:t xml:space="preserve">O altă persoană ce susține persoana asistată </w:t>
            </w:r>
            <w:r w:rsidRPr="00810ADF">
              <w:rPr>
                <w:sz w:val="18"/>
              </w:rPr>
              <w:t>(de exemplu aparținător, persoană de încredere)</w:t>
            </w:r>
          </w:p>
        </w:tc>
      </w:tr>
      <w:tr w:rsidR="00DE1DAA" w:rsidRPr="00810ADF">
        <w:trPr>
          <w:trHeight w:val="271"/>
        </w:trPr>
        <w:tc>
          <w:tcPr>
            <w:tcW w:w="4910" w:type="dxa"/>
            <w:gridSpan w:val="5"/>
            <w:shd w:val="clear" w:color="auto" w:fill="auto"/>
          </w:tcPr>
          <w:p w:rsidR="00DE1DAA" w:rsidRPr="00810ADF" w:rsidRDefault="003E109E">
            <w:pPr>
              <w:spacing w:before="120" w:after="120" w:line="240" w:lineRule="exact"/>
              <w:ind w:left="142" w:right="-75"/>
              <w:rPr>
                <w:sz w:val="18"/>
              </w:rPr>
            </w:pPr>
            <w:r w:rsidRPr="00810ADF">
              <w:rPr>
                <w:sz w:val="18"/>
              </w:rPr>
              <w:t>Numele:</w:t>
            </w:r>
          </w:p>
        </w:tc>
        <w:tc>
          <w:tcPr>
            <w:tcW w:w="5722" w:type="dxa"/>
            <w:shd w:val="clear" w:color="auto" w:fill="auto"/>
          </w:tcPr>
          <w:p w:rsidR="00DE1DAA" w:rsidRPr="00810ADF" w:rsidRDefault="003E109E">
            <w:pPr>
              <w:spacing w:before="120" w:after="120" w:line="240" w:lineRule="exact"/>
              <w:ind w:left="142" w:right="-75"/>
              <w:rPr>
                <w:sz w:val="18"/>
              </w:rPr>
            </w:pPr>
            <w:r w:rsidRPr="00810ADF">
              <w:rPr>
                <w:sz w:val="18"/>
              </w:rPr>
              <w:t>Data nașterii:</w:t>
            </w:r>
          </w:p>
        </w:tc>
      </w:tr>
      <w:tr w:rsidR="00DE1DAA" w:rsidRPr="00810ADF">
        <w:trPr>
          <w:trHeight w:val="878"/>
        </w:trPr>
        <w:tc>
          <w:tcPr>
            <w:tcW w:w="4910" w:type="dxa"/>
            <w:gridSpan w:val="5"/>
            <w:shd w:val="clear" w:color="auto" w:fill="auto"/>
          </w:tcPr>
          <w:p w:rsidR="00DE1DAA" w:rsidRPr="00810ADF" w:rsidRDefault="003E109E">
            <w:pPr>
              <w:spacing w:before="120" w:after="120" w:line="240" w:lineRule="exact"/>
              <w:ind w:left="142" w:right="-75"/>
              <w:rPr>
                <w:sz w:val="18"/>
              </w:rPr>
            </w:pPr>
            <w:r w:rsidRPr="00810ADF">
              <w:rPr>
                <w:sz w:val="18"/>
              </w:rPr>
              <w:t>Adresa:</w:t>
            </w:r>
          </w:p>
        </w:tc>
        <w:tc>
          <w:tcPr>
            <w:tcW w:w="5722" w:type="dxa"/>
            <w:shd w:val="clear" w:color="auto" w:fill="auto"/>
          </w:tcPr>
          <w:p w:rsidR="00DE1DAA" w:rsidRPr="00810ADF" w:rsidRDefault="003E109E">
            <w:pPr>
              <w:spacing w:before="120" w:after="120" w:line="240" w:lineRule="exact"/>
              <w:ind w:left="142" w:right="-75"/>
              <w:rPr>
                <w:sz w:val="18"/>
              </w:rPr>
            </w:pPr>
            <w:r w:rsidRPr="00810ADF">
              <w:rPr>
                <w:sz w:val="18"/>
              </w:rPr>
              <w:t>În caz de reprezentare, dovada împuternicirii de reprezentare/mandat de protecție viitoare, rezoluția instanței de tutelă (de exemplu, ordinul administratorului): (dovada trebuie anexată în copie):</w:t>
            </w:r>
          </w:p>
        </w:tc>
      </w:tr>
      <w:tr w:rsidR="00DE1DAA" w:rsidRPr="00810ADF">
        <w:trPr>
          <w:trHeight w:val="481"/>
        </w:trPr>
        <w:tc>
          <w:tcPr>
            <w:tcW w:w="4910" w:type="dxa"/>
            <w:gridSpan w:val="5"/>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Număr de telefon:</w:t>
            </w:r>
          </w:p>
        </w:tc>
        <w:tc>
          <w:tcPr>
            <w:tcW w:w="5722" w:type="dxa"/>
            <w:vMerge w:val="restart"/>
            <w:tcBorders>
              <w:top w:val="single" w:sz="4" w:space="0" w:color="auto"/>
              <w:left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E-mail:</w:t>
            </w:r>
          </w:p>
        </w:tc>
      </w:tr>
      <w:tr w:rsidR="00DE1DAA" w:rsidRPr="00810ADF">
        <w:trPr>
          <w:trHeight w:val="477"/>
        </w:trPr>
        <w:tc>
          <w:tcPr>
            <w:tcW w:w="4910" w:type="dxa"/>
            <w:gridSpan w:val="5"/>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Fax:</w:t>
            </w:r>
          </w:p>
        </w:tc>
        <w:tc>
          <w:tcPr>
            <w:tcW w:w="5722" w:type="dxa"/>
            <w:vMerge/>
            <w:tcBorders>
              <w:left w:val="single" w:sz="4" w:space="0" w:color="auto"/>
              <w:bottom w:val="single" w:sz="4" w:space="0" w:color="auto"/>
              <w:right w:val="single" w:sz="4" w:space="0" w:color="auto"/>
            </w:tcBorders>
          </w:tcPr>
          <w:p w:rsidR="00DE1DAA" w:rsidRPr="00810ADF" w:rsidRDefault="00DE1DAA">
            <w:pPr>
              <w:spacing w:before="120" w:after="120" w:line="240" w:lineRule="exact"/>
              <w:ind w:left="142" w:right="-75"/>
              <w:rPr>
                <w:sz w:val="18"/>
              </w:rPr>
            </w:pPr>
          </w:p>
        </w:tc>
      </w:tr>
      <w:tr w:rsidR="00DE1DAA" w:rsidRPr="00810ADF">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1"/>
                <w:numId w:val="25"/>
              </w:numPr>
              <w:spacing w:before="120" w:after="120" w:line="240" w:lineRule="exact"/>
              <w:ind w:left="284" w:right="-75" w:hanging="284"/>
              <w:textAlignment w:val="auto"/>
              <w:rPr>
                <w:b/>
                <w:sz w:val="18"/>
              </w:rPr>
            </w:pPr>
            <w:r w:rsidRPr="00810ADF">
              <w:rPr>
                <w:b/>
                <w:sz w:val="18"/>
              </w:rPr>
              <w:t xml:space="preserve">Contractor, </w:t>
            </w:r>
            <w:r w:rsidRPr="00810ADF">
              <w:rPr>
                <w:sz w:val="18"/>
              </w:rPr>
              <w:t>numit</w:t>
            </w:r>
            <w:r w:rsidRPr="00810ADF">
              <w:rPr>
                <w:b/>
                <w:sz w:val="18"/>
              </w:rPr>
              <w:t xml:space="preserve"> în continuare </w:t>
            </w:r>
            <w:r w:rsidRPr="00810ADF">
              <w:rPr>
                <w:sz w:val="18"/>
              </w:rPr>
              <w:t>”Agenția de plasare”</w:t>
            </w:r>
          </w:p>
        </w:tc>
      </w:tr>
      <w:tr w:rsidR="00DE1DAA" w:rsidRPr="00810ADF">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Pr>
                <w:sz w:val="18"/>
              </w:rPr>
            </w:pPr>
            <w:r w:rsidRPr="00810ADF">
              <w:rPr>
                <w:sz w:val="18"/>
              </w:rPr>
              <w:t>Numele/Compania:</w:t>
            </w:r>
          </w:p>
        </w:tc>
        <w:tc>
          <w:tcPr>
            <w:tcW w:w="6174" w:type="dxa"/>
            <w:gridSpan w:val="3"/>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Pr>
                <w:sz w:val="18"/>
              </w:rPr>
            </w:pPr>
            <w:r w:rsidRPr="00810ADF">
              <w:rPr>
                <w:sz w:val="18"/>
              </w:rPr>
              <w:t>Data nașterii/numărul de înregistrare la registrul comerțului:</w:t>
            </w:r>
          </w:p>
        </w:tc>
      </w:tr>
      <w:tr w:rsidR="00DE1DAA" w:rsidRPr="00810ADF">
        <w:trPr>
          <w:trHeight w:val="964"/>
        </w:trPr>
        <w:tc>
          <w:tcPr>
            <w:tcW w:w="4458" w:type="dxa"/>
            <w:gridSpan w:val="3"/>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Pr>
                <w:sz w:val="18"/>
              </w:rPr>
            </w:pPr>
            <w:r w:rsidRPr="00810ADF">
              <w:rPr>
                <w:sz w:val="18"/>
              </w:rPr>
              <w:t>Adresa/Sediul:</w:t>
            </w:r>
          </w:p>
        </w:tc>
        <w:tc>
          <w:tcPr>
            <w:tcW w:w="6174" w:type="dxa"/>
            <w:gridSpan w:val="3"/>
            <w:tcBorders>
              <w:top w:val="single" w:sz="4" w:space="0" w:color="auto"/>
              <w:left w:val="single" w:sz="4" w:space="0" w:color="auto"/>
              <w:right w:val="single" w:sz="4" w:space="0" w:color="auto"/>
            </w:tcBorders>
          </w:tcPr>
          <w:p w:rsidR="00DE1DAA" w:rsidRPr="00810ADF" w:rsidRDefault="003E109E">
            <w:pPr>
              <w:spacing w:before="120" w:after="120" w:line="240" w:lineRule="exact"/>
              <w:ind w:left="142"/>
              <w:rPr>
                <w:sz w:val="18"/>
              </w:rPr>
            </w:pPr>
            <w:r w:rsidRPr="00810ADF">
              <w:rPr>
                <w:sz w:val="18"/>
              </w:rPr>
              <w:t>E-mail:</w:t>
            </w:r>
          </w:p>
        </w:tc>
      </w:tr>
      <w:tr w:rsidR="00DE1DAA" w:rsidRPr="00810ADF">
        <w:trPr>
          <w:trHeight w:val="794"/>
        </w:trPr>
        <w:tc>
          <w:tcPr>
            <w:tcW w:w="4458" w:type="dxa"/>
            <w:gridSpan w:val="3"/>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Pr>
                <w:sz w:val="18"/>
              </w:rPr>
            </w:pPr>
            <w:r w:rsidRPr="00810ADF">
              <w:rPr>
                <w:sz w:val="18"/>
              </w:rPr>
              <w:t>Fax:</w:t>
            </w:r>
          </w:p>
        </w:tc>
        <w:tc>
          <w:tcPr>
            <w:tcW w:w="6174" w:type="dxa"/>
            <w:gridSpan w:val="3"/>
            <w:tcBorders>
              <w:left w:val="single" w:sz="4" w:space="0" w:color="auto"/>
              <w:bottom w:val="single" w:sz="4" w:space="0" w:color="auto"/>
              <w:right w:val="single" w:sz="4" w:space="0" w:color="auto"/>
            </w:tcBorders>
          </w:tcPr>
          <w:p w:rsidR="00DE1DAA" w:rsidRPr="00810ADF" w:rsidRDefault="003E109E">
            <w:pPr>
              <w:spacing w:before="120" w:after="120" w:line="240" w:lineRule="exact"/>
              <w:ind w:left="142"/>
              <w:rPr>
                <w:sz w:val="18"/>
              </w:rPr>
            </w:pPr>
            <w:r w:rsidRPr="00810ADF">
              <w:rPr>
                <w:sz w:val="18"/>
              </w:rPr>
              <w:t>Număr de telefon:</w:t>
            </w:r>
          </w:p>
        </w:tc>
      </w:tr>
      <w:tr w:rsidR="00DE1DAA" w:rsidRPr="00810ADF">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0"/>
                <w:numId w:val="25"/>
              </w:numPr>
              <w:spacing w:before="120" w:after="120" w:line="240" w:lineRule="exact"/>
              <w:ind w:right="-75"/>
              <w:textAlignment w:val="auto"/>
              <w:rPr>
                <w:b/>
              </w:rPr>
            </w:pPr>
            <w:r w:rsidRPr="00810ADF">
              <w:rPr>
                <w:b/>
              </w:rPr>
              <w:t>Persoana de contact care poate fi contactată în mod regulat la agenția de plasare</w:t>
            </w:r>
          </w:p>
        </w:tc>
      </w:tr>
      <w:tr w:rsidR="00DE1DAA" w:rsidRPr="00810ADF">
        <w:trPr>
          <w:trHeight w:val="309"/>
        </w:trPr>
        <w:tc>
          <w:tcPr>
            <w:tcW w:w="4910" w:type="dxa"/>
            <w:gridSpan w:val="5"/>
            <w:tcBorders>
              <w:top w:val="single" w:sz="4" w:space="0" w:color="auto"/>
              <w:left w:val="single" w:sz="4" w:space="0" w:color="auto"/>
              <w:bottom w:val="single" w:sz="4" w:space="0" w:color="auto"/>
              <w:right w:val="single" w:sz="4" w:space="0" w:color="auto"/>
            </w:tcBorders>
          </w:tcPr>
          <w:p w:rsidR="00DE1DAA" w:rsidRPr="00810ADF" w:rsidRDefault="003E109E">
            <w:pPr>
              <w:spacing w:before="120" w:after="120" w:line="240" w:lineRule="exact"/>
              <w:ind w:left="142" w:right="-75"/>
              <w:rPr>
                <w:sz w:val="18"/>
              </w:rPr>
            </w:pPr>
            <w:r w:rsidRPr="00810ADF">
              <w:rPr>
                <w:sz w:val="18"/>
              </w:rPr>
              <w:t>Numele:</w:t>
            </w:r>
          </w:p>
        </w:tc>
        <w:tc>
          <w:tcPr>
            <w:tcW w:w="5722" w:type="dxa"/>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ight="-75"/>
              <w:rPr>
                <w:sz w:val="18"/>
              </w:rPr>
            </w:pPr>
            <w:r w:rsidRPr="00810ADF">
              <w:rPr>
                <w:sz w:val="18"/>
              </w:rPr>
              <w:t>Adresa:</w:t>
            </w:r>
          </w:p>
        </w:tc>
      </w:tr>
      <w:tr w:rsidR="00DE1DAA" w:rsidRPr="00810ADF">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ight="-75"/>
              <w:rPr>
                <w:sz w:val="18"/>
              </w:rPr>
            </w:pPr>
            <w:r w:rsidRPr="00810ADF">
              <w:rPr>
                <w:sz w:val="18"/>
              </w:rPr>
              <w:t>E-mail:</w:t>
            </w:r>
          </w:p>
        </w:tc>
        <w:tc>
          <w:tcPr>
            <w:tcW w:w="5722" w:type="dxa"/>
            <w:tcBorders>
              <w:top w:val="single" w:sz="4" w:space="0" w:color="auto"/>
              <w:left w:val="single" w:sz="4" w:space="0" w:color="auto"/>
              <w:bottom w:val="single" w:sz="4" w:space="0" w:color="auto"/>
              <w:right w:val="single" w:sz="4" w:space="0" w:color="auto"/>
            </w:tcBorders>
            <w:hideMark/>
          </w:tcPr>
          <w:p w:rsidR="00DE1DAA" w:rsidRPr="00810ADF" w:rsidRDefault="003E109E">
            <w:pPr>
              <w:spacing w:before="120" w:after="120" w:line="240" w:lineRule="exact"/>
              <w:ind w:left="142" w:right="-75"/>
              <w:rPr>
                <w:sz w:val="18"/>
              </w:rPr>
            </w:pPr>
            <w:r w:rsidRPr="00810ADF">
              <w:rPr>
                <w:sz w:val="18"/>
              </w:rPr>
              <w:t>Număr de telefon:</w:t>
            </w:r>
          </w:p>
        </w:tc>
      </w:tr>
      <w:tr w:rsidR="00DE1DAA" w:rsidRPr="00810ADF">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DE1DAA" w:rsidRPr="00810ADF" w:rsidRDefault="003E109E">
            <w:pPr>
              <w:numPr>
                <w:ilvl w:val="0"/>
                <w:numId w:val="25"/>
              </w:numPr>
              <w:spacing w:before="120" w:line="240" w:lineRule="exact"/>
              <w:ind w:left="357" w:hanging="357"/>
              <w:rPr>
                <w:b/>
              </w:rPr>
            </w:pPr>
            <w:r w:rsidRPr="00810ADF">
              <w:rPr>
                <w:b/>
              </w:rPr>
              <w:t>Informații de bază privind contractul de plasare</w:t>
            </w:r>
          </w:p>
        </w:tc>
      </w:tr>
      <w:tr w:rsidR="00DE1DAA" w:rsidRPr="00810ADF">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DE1DAA" w:rsidRPr="00810ADF" w:rsidRDefault="003E109E">
            <w:pPr>
              <w:spacing w:before="60" w:after="60" w:line="240" w:lineRule="exact"/>
              <w:ind w:right="-75"/>
              <w:rPr>
                <w:sz w:val="18"/>
              </w:rPr>
            </w:pPr>
            <w:r w:rsidRPr="00810ADF">
              <w:rPr>
                <w:sz w:val="18"/>
              </w:rPr>
              <w:t>Obiectul contractului este intermedierea unui contract de asistență, precum și sprijinirea</w:t>
            </w:r>
            <w:r w:rsidRPr="00810ADF">
              <w:rPr>
                <w:b/>
                <w:sz w:val="18"/>
              </w:rPr>
              <w:t xml:space="preserve"> </w:t>
            </w:r>
            <w:r w:rsidR="008C1AA3">
              <w:rPr>
                <w:b/>
                <w:sz w:val="18"/>
              </w:rPr>
              <w:t xml:space="preserve">solicitantului sau a </w:t>
            </w:r>
            <w:r w:rsidRPr="00810ADF">
              <w:rPr>
                <w:b/>
                <w:sz w:val="18"/>
              </w:rPr>
              <w:t>persoanei asistate</w:t>
            </w:r>
            <w:r w:rsidRPr="00810ADF">
              <w:rPr>
                <w:sz w:val="18"/>
              </w:rPr>
              <w:t xml:space="preserve"> în timpul derulării contractului în Austria. </w:t>
            </w:r>
          </w:p>
          <w:p w:rsidR="00DE1DAA" w:rsidRPr="00810ADF" w:rsidRDefault="003E109E">
            <w:pPr>
              <w:numPr>
                <w:ilvl w:val="1"/>
                <w:numId w:val="25"/>
              </w:numPr>
              <w:spacing w:before="60" w:after="60" w:line="240" w:lineRule="exact"/>
              <w:ind w:left="709" w:right="-75" w:hanging="567"/>
              <w:textAlignment w:val="auto"/>
              <w:rPr>
                <w:sz w:val="18"/>
              </w:rPr>
            </w:pPr>
            <w:r w:rsidRPr="00810ADF">
              <w:rPr>
                <w:sz w:val="18"/>
              </w:rPr>
              <w:lastRenderedPageBreak/>
              <w:t>Firma de asistență</w:t>
            </w:r>
            <w:r w:rsidRPr="00810ADF">
              <w:rPr>
                <w:b/>
                <w:sz w:val="18"/>
              </w:rPr>
              <w:t xml:space="preserve"> </w:t>
            </w:r>
            <w:r w:rsidRPr="00810ADF">
              <w:rPr>
                <w:sz w:val="18"/>
              </w:rPr>
              <w:t>declară că a făcut cunoscută ocupația de</w:t>
            </w:r>
            <w:r w:rsidRPr="00810ADF">
              <w:rPr>
                <w:b/>
                <w:sz w:val="18"/>
              </w:rPr>
              <w:t>îngrijire persoane</w:t>
            </w:r>
            <w:r w:rsidRPr="00810ADF">
              <w:rPr>
                <w:sz w:val="18"/>
              </w:rPr>
              <w:t xml:space="preserve">la autoritatea competentă și că nu o încetează pe întreaga perioadă de prestare a acesteia.  </w:t>
            </w:r>
            <w:r w:rsidRPr="00810ADF">
              <w:rPr>
                <w:b/>
                <w:sz w:val="18"/>
                <w:u w:val="single"/>
              </w:rPr>
              <w:t>Anexa ./V 1</w:t>
            </w:r>
            <w:r w:rsidRPr="00810ADF">
              <w:rPr>
                <w:sz w:val="18"/>
                <w:u w:val="single"/>
              </w:rPr>
              <w:t xml:space="preserve"> (lista suplimentară de obligații)</w:t>
            </w:r>
            <w:r w:rsidRPr="00810ADF">
              <w:rPr>
                <w:sz w:val="18"/>
              </w:rPr>
              <w:t xml:space="preserve"> </w:t>
            </w:r>
            <w:r w:rsidRPr="00810ADF">
              <w:rPr>
                <w:b/>
                <w:sz w:val="18"/>
              </w:rPr>
              <w:t>reprezintă o parte integrantă a contractului</w:t>
            </w:r>
            <w:r w:rsidRPr="00810ADF">
              <w:rPr>
                <w:sz w:val="18"/>
              </w:rPr>
              <w:t>.</w:t>
            </w:r>
          </w:p>
          <w:p w:rsidR="00DE1DAA" w:rsidRPr="00810ADF" w:rsidRDefault="003E109E">
            <w:pPr>
              <w:numPr>
                <w:ilvl w:val="1"/>
                <w:numId w:val="25"/>
              </w:numPr>
              <w:spacing w:before="60" w:after="60" w:line="240" w:lineRule="exact"/>
              <w:ind w:left="709" w:right="-75" w:hanging="567"/>
              <w:textAlignment w:val="auto"/>
              <w:rPr>
                <w:sz w:val="18"/>
              </w:rPr>
            </w:pPr>
            <w:r w:rsidRPr="00810ADF">
              <w:rPr>
                <w:sz w:val="18"/>
              </w:rPr>
              <w:t xml:space="preserve">Agenția de plasare subliniază faptul că poate face intermedieri și pentru o firmă de asistență și că poate fi remunerată de aceasta pentru activitatea sa de intermediere. </w:t>
            </w:r>
            <w:r w:rsidRPr="00810ADF">
              <w:rPr>
                <w:sz w:val="18"/>
              </w:rPr>
              <w:br/>
            </w:r>
            <w:r w:rsidR="008C1AA3">
              <w:rPr>
                <w:sz w:val="18"/>
              </w:rPr>
              <w:t>Solicitantul</w:t>
            </w:r>
            <w:r w:rsidRPr="00810ADF">
              <w:rPr>
                <w:sz w:val="18"/>
              </w:rPr>
              <w:t xml:space="preserve"> declară </w:t>
            </w:r>
          </w:p>
          <w:p w:rsidR="00DE1DAA" w:rsidRPr="00810ADF" w:rsidRDefault="003E109E">
            <w:pPr>
              <w:numPr>
                <w:ilvl w:val="0"/>
                <w:numId w:val="35"/>
              </w:numPr>
              <w:spacing w:before="60" w:after="60" w:line="240" w:lineRule="exact"/>
              <w:ind w:right="-75"/>
              <w:textAlignment w:val="auto"/>
              <w:rPr>
                <w:sz w:val="18"/>
              </w:rPr>
            </w:pPr>
            <w:r w:rsidRPr="00810ADF">
              <w:rPr>
                <w:sz w:val="18"/>
              </w:rPr>
              <w:t>că este de acord cu acest lucru.</w:t>
            </w:r>
          </w:p>
          <w:p w:rsidR="00DE1DAA" w:rsidRPr="00810ADF" w:rsidRDefault="003E109E">
            <w:pPr>
              <w:numPr>
                <w:ilvl w:val="0"/>
                <w:numId w:val="35"/>
              </w:numPr>
              <w:spacing w:before="60" w:after="60" w:line="240" w:lineRule="exact"/>
              <w:ind w:right="-75"/>
              <w:textAlignment w:val="auto"/>
              <w:rPr>
                <w:sz w:val="18"/>
              </w:rPr>
            </w:pPr>
            <w:r w:rsidRPr="00810ADF">
              <w:rPr>
                <w:sz w:val="18"/>
              </w:rPr>
              <w:t xml:space="preserve">că </w:t>
            </w:r>
            <w:r w:rsidRPr="00810ADF">
              <w:rPr>
                <w:sz w:val="18"/>
                <w:u w:val="single"/>
              </w:rPr>
              <w:t>nu</w:t>
            </w:r>
            <w:r w:rsidRPr="00810ADF">
              <w:rPr>
                <w:sz w:val="18"/>
              </w:rPr>
              <w:t xml:space="preserve"> este de acord cu acest lucru.</w:t>
            </w:r>
          </w:p>
          <w:p w:rsidR="00DE1DAA" w:rsidRPr="00810ADF" w:rsidRDefault="003E109E" w:rsidP="008C1AA3">
            <w:pPr>
              <w:numPr>
                <w:ilvl w:val="1"/>
                <w:numId w:val="25"/>
              </w:numPr>
              <w:spacing w:before="60" w:after="60" w:line="240" w:lineRule="exact"/>
              <w:ind w:left="709" w:right="-75" w:hanging="567"/>
              <w:textAlignment w:val="auto"/>
              <w:rPr>
                <w:sz w:val="18"/>
              </w:rPr>
            </w:pPr>
            <w:r w:rsidRPr="00810ADF">
              <w:rPr>
                <w:sz w:val="18"/>
              </w:rPr>
              <w:t xml:space="preserve">Agenția de plasare nu stabilește niciun comision pentru intermedierea contractului de asistență, dacă înțelegerea  încheiată cu firma de asistență este echivalentă, din punct de vedere economic, cu o încheiere prin intermediul agenției de plasare. În mod similar, în cazul oricărei alte relații familiale sau economice strânse între agenție și firma de asistență intermediată, nu va fi stabilit un comision, dacă </w:t>
            </w:r>
            <w:r w:rsidR="008C1AA3">
              <w:rPr>
                <w:sz w:val="18"/>
              </w:rPr>
              <w:t>Solicitantul</w:t>
            </w:r>
            <w:r w:rsidRPr="00810ADF">
              <w:rPr>
                <w:sz w:val="18"/>
              </w:rPr>
              <w:t xml:space="preserve"> nu a menționat imediat acest lucru, în decursul intermedierii.</w:t>
            </w:r>
          </w:p>
        </w:tc>
      </w:tr>
      <w:tr w:rsidR="00DE1DAA" w:rsidRPr="00810ADF">
        <w:tc>
          <w:tcPr>
            <w:tcW w:w="10632" w:type="dxa"/>
            <w:gridSpan w:val="6"/>
            <w:tcBorders>
              <w:top w:val="nil"/>
              <w:left w:val="single" w:sz="4" w:space="0" w:color="auto"/>
              <w:bottom w:val="single" w:sz="4" w:space="0" w:color="auto"/>
              <w:right w:val="single" w:sz="4" w:space="0" w:color="auto"/>
            </w:tcBorders>
            <w:hideMark/>
          </w:tcPr>
          <w:p w:rsidR="00DE1DAA" w:rsidRPr="00810ADF" w:rsidRDefault="003E109E">
            <w:pPr>
              <w:numPr>
                <w:ilvl w:val="0"/>
                <w:numId w:val="25"/>
              </w:numPr>
              <w:spacing w:before="60" w:after="60" w:line="240" w:lineRule="exact"/>
              <w:ind w:right="-75"/>
              <w:textAlignment w:val="auto"/>
              <w:rPr>
                <w:b/>
                <w:sz w:val="18"/>
              </w:rPr>
            </w:pPr>
            <w:r w:rsidRPr="00810ADF">
              <w:rPr>
                <w:b/>
              </w:rPr>
              <w:lastRenderedPageBreak/>
              <w:t>Descrierea serviciilor, preț și scadență</w:t>
            </w:r>
          </w:p>
        </w:tc>
      </w:tr>
      <w:tr w:rsidR="00DE1DAA" w:rsidRPr="00810ADF">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1"/>
                <w:numId w:val="25"/>
              </w:numPr>
              <w:spacing w:before="60" w:line="240" w:lineRule="exact"/>
              <w:ind w:left="600" w:right="-74" w:hanging="426"/>
              <w:rPr>
                <w:sz w:val="18"/>
              </w:rPr>
            </w:pPr>
            <w:r w:rsidRPr="00810ADF">
              <w:rPr>
                <w:b/>
                <w:sz w:val="18"/>
              </w:rPr>
              <w:t>Intermediere:</w:t>
            </w:r>
            <w:r w:rsidRPr="00810ADF">
              <w:rPr>
                <w:sz w:val="18"/>
              </w:rPr>
              <w:br/>
              <w:t>Următoarele servicii sunt acoperite de activitatea de intermediere în perioada premergătoare încheierii contractului și, prin urmare, nu se vor deconta separat:</w:t>
            </w:r>
          </w:p>
          <w:p w:rsidR="00DE1DAA" w:rsidRPr="00810ADF" w:rsidRDefault="00DE1DAA">
            <w:pPr>
              <w:spacing w:before="60" w:line="240" w:lineRule="exact"/>
              <w:ind w:left="600" w:right="-74"/>
              <w:rPr>
                <w:sz w:val="18"/>
              </w:rPr>
            </w:pPr>
          </w:p>
          <w:p w:rsidR="00DE1DAA" w:rsidRPr="00810ADF" w:rsidRDefault="003E109E">
            <w:pPr>
              <w:numPr>
                <w:ilvl w:val="0"/>
                <w:numId w:val="31"/>
              </w:numPr>
              <w:spacing w:before="60" w:line="240" w:lineRule="exact"/>
              <w:ind w:left="1310" w:right="-74" w:hanging="357"/>
              <w:rPr>
                <w:sz w:val="18"/>
              </w:rPr>
            </w:pPr>
            <w:r w:rsidRPr="00810ADF">
              <w:rPr>
                <w:sz w:val="18"/>
              </w:rPr>
              <w:t>Plasarea unei firme de asistență adecvate</w:t>
            </w:r>
          </w:p>
          <w:p w:rsidR="00DE1DAA" w:rsidRPr="00810ADF" w:rsidRDefault="003E109E">
            <w:pPr>
              <w:numPr>
                <w:ilvl w:val="0"/>
                <w:numId w:val="31"/>
              </w:numPr>
              <w:spacing w:before="60" w:line="240" w:lineRule="exact"/>
              <w:ind w:left="1310" w:right="-74" w:hanging="357"/>
              <w:rPr>
                <w:sz w:val="18"/>
              </w:rPr>
            </w:pPr>
            <w:r w:rsidRPr="00810ADF">
              <w:rPr>
                <w:sz w:val="18"/>
              </w:rPr>
              <w:t>Consiliere despre bazele contractului de asistență  (explicarea: scopului serviciilor, derulare, clarificarea necesității recomandărilor din partea personalului medical de specialitate etc.)</w:t>
            </w:r>
          </w:p>
          <w:p w:rsidR="00DE1DAA" w:rsidRPr="00810ADF" w:rsidRDefault="003E109E">
            <w:pPr>
              <w:numPr>
                <w:ilvl w:val="0"/>
                <w:numId w:val="31"/>
              </w:numPr>
              <w:spacing w:before="60" w:line="240" w:lineRule="exact"/>
              <w:ind w:left="1310" w:right="-74" w:hanging="357"/>
              <w:rPr>
                <w:sz w:val="18"/>
              </w:rPr>
            </w:pPr>
            <w:r w:rsidRPr="00810ADF">
              <w:rPr>
                <w:sz w:val="18"/>
              </w:rPr>
              <w:t>Prima analiză și documentarea nevoilor de asistență și îngrijire ale persoanei asistate</w:t>
            </w:r>
            <w:r w:rsidR="008C1AA3">
              <w:rPr>
                <w:sz w:val="18"/>
              </w:rPr>
              <w:t xml:space="preserve"> la fața locului</w:t>
            </w:r>
            <w:r w:rsidRPr="00810ADF">
              <w:rPr>
                <w:sz w:val="18"/>
              </w:rPr>
              <w:t xml:space="preserve"> (fără consultarea unui medic specialist)</w:t>
            </w:r>
          </w:p>
          <w:p w:rsidR="00DE1DAA" w:rsidRPr="00810ADF" w:rsidRDefault="003E109E" w:rsidP="008C1AA3">
            <w:pPr>
              <w:numPr>
                <w:ilvl w:val="0"/>
                <w:numId w:val="31"/>
              </w:numPr>
              <w:spacing w:before="60" w:line="240" w:lineRule="exact"/>
              <w:ind w:right="-74"/>
              <w:rPr>
                <w:sz w:val="18"/>
              </w:rPr>
            </w:pPr>
            <w:r w:rsidRPr="00810ADF">
              <w:rPr>
                <w:sz w:val="18"/>
              </w:rPr>
              <w:t>Documentarea și verificarea condițiilor de mediu (de ex. informații despre: accesibilitate, necesitatea de mijloace auxiliare terapeutice, adecvarea spațiilor pentru firmele de asistență etc.), precum și documentarea serviciilor în desfășurare rezultate din activitatea de plasare</w:t>
            </w:r>
            <w:r w:rsidR="008C1AA3">
              <w:rPr>
                <w:sz w:val="18"/>
              </w:rPr>
              <w:t xml:space="preserve"> (</w:t>
            </w:r>
            <w:r w:rsidR="008C1AA3" w:rsidRPr="008C1AA3">
              <w:rPr>
                <w:sz w:val="18"/>
              </w:rPr>
              <w:t xml:space="preserve">documentația trebuie pusă la dispoziția persoanei </w:t>
            </w:r>
            <w:r w:rsidR="008C1AA3">
              <w:rPr>
                <w:sz w:val="18"/>
              </w:rPr>
              <w:t>asistate</w:t>
            </w:r>
            <w:r w:rsidR="008C1AA3" w:rsidRPr="008C1AA3">
              <w:rPr>
                <w:sz w:val="18"/>
              </w:rPr>
              <w:t xml:space="preserve"> sau a </w:t>
            </w:r>
            <w:r w:rsidR="008C1AA3">
              <w:rPr>
                <w:sz w:val="18"/>
              </w:rPr>
              <w:t>solicitantului</w:t>
            </w:r>
            <w:r w:rsidR="008C1AA3" w:rsidRPr="008C1AA3">
              <w:rPr>
                <w:sz w:val="18"/>
              </w:rPr>
              <w:t xml:space="preserve"> la cerere sau trebuie </w:t>
            </w:r>
            <w:r w:rsidR="008C1AA3">
              <w:rPr>
                <w:sz w:val="18"/>
              </w:rPr>
              <w:t>transcrisă)</w:t>
            </w:r>
          </w:p>
          <w:p w:rsidR="00DE1DAA" w:rsidRPr="00810ADF" w:rsidRDefault="003E109E">
            <w:pPr>
              <w:numPr>
                <w:ilvl w:val="0"/>
                <w:numId w:val="31"/>
              </w:numPr>
              <w:spacing w:before="60" w:line="240" w:lineRule="exact"/>
              <w:ind w:left="1310" w:right="-74" w:hanging="357"/>
              <w:rPr>
                <w:sz w:val="18"/>
              </w:rPr>
            </w:pPr>
            <w:r w:rsidRPr="00810ADF">
              <w:rPr>
                <w:sz w:val="18"/>
              </w:rPr>
              <w:t>Crearea unui profil de cerințe al serviciilor de asistență sau al firmei de asistență (calificare, disponibilitate, preț, mobilitate, cunoștințe lingvistice, referințe)</w:t>
            </w:r>
          </w:p>
          <w:p w:rsidR="00DE1DAA" w:rsidRPr="00810ADF" w:rsidRDefault="00DE1DAA">
            <w:pPr>
              <w:spacing w:before="60" w:line="240" w:lineRule="exact"/>
              <w:ind w:left="1310" w:right="-74"/>
              <w:rPr>
                <w:sz w:val="18"/>
              </w:rPr>
            </w:pPr>
          </w:p>
          <w:p w:rsidR="00DE1DAA" w:rsidRPr="00810ADF" w:rsidRDefault="003E109E">
            <w:pPr>
              <w:spacing w:before="60" w:line="240" w:lineRule="exact"/>
              <w:ind w:left="709" w:right="-74"/>
              <w:rPr>
                <w:sz w:val="18"/>
              </w:rPr>
            </w:pPr>
            <w:r w:rsidRPr="00810ADF">
              <w:rPr>
                <w:sz w:val="18"/>
              </w:rPr>
              <w:t>Onorariul de intermediere (comisionul) este generat de validitatea legală a afacerii mediate, este convenit în valoare de: ________________ Euro (inclusiv TVA) și scadent conform facturării.</w:t>
            </w:r>
          </w:p>
          <w:p w:rsidR="00DE1DAA" w:rsidRPr="00810ADF" w:rsidRDefault="00DE1DAA">
            <w:pPr>
              <w:spacing w:before="60" w:line="240" w:lineRule="exact"/>
              <w:ind w:right="-74"/>
              <w:rPr>
                <w:sz w:val="18"/>
              </w:rPr>
            </w:pPr>
          </w:p>
          <w:p w:rsidR="00DE1DAA" w:rsidRPr="00810ADF" w:rsidRDefault="008C1AA3">
            <w:pPr>
              <w:spacing w:before="60" w:line="240" w:lineRule="exact"/>
              <w:ind w:left="709" w:right="-74"/>
              <w:rPr>
                <w:sz w:val="18"/>
              </w:rPr>
            </w:pPr>
            <w:r w:rsidRPr="001759FA">
              <w:rPr>
                <w:b/>
                <w:sz w:val="18"/>
              </w:rPr>
              <w:t>ATENȚIE</w:t>
            </w:r>
            <w:r>
              <w:rPr>
                <w:sz w:val="18"/>
              </w:rPr>
              <w:t xml:space="preserve">: </w:t>
            </w:r>
            <w:r w:rsidR="003E109E" w:rsidRPr="00810ADF">
              <w:rPr>
                <w:sz w:val="18"/>
              </w:rPr>
              <w:t>Este convenit în mod expres, că în următoarele cazuri de insucces al medierii, agenției de plasare i se cuvine o despăgubire, respectiv o restituire, a cheltuielilor și eforturilor la valoarea comisionului stabilit în prealabil, dacă</w:t>
            </w:r>
          </w:p>
          <w:p w:rsidR="00DE1DAA" w:rsidRPr="00810ADF" w:rsidRDefault="003E109E">
            <w:pPr>
              <w:spacing w:before="60" w:line="240" w:lineRule="exact"/>
              <w:ind w:left="709" w:right="-74"/>
              <w:rPr>
                <w:sz w:val="18"/>
              </w:rPr>
            </w:pPr>
            <w:r w:rsidRPr="00810ADF">
              <w:rPr>
                <w:sz w:val="18"/>
              </w:rPr>
              <w:t>1. înțelegerea descrisă în contract cu bună-credință nu se realizează doar pentru că persoana asistată respectiv clientul, a omis, în timpul negocierilor, un act juridic</w:t>
            </w:r>
          </w:p>
          <w:p w:rsidR="00DE1DAA" w:rsidRPr="00810ADF" w:rsidRDefault="003E109E">
            <w:pPr>
              <w:spacing w:before="60" w:line="240" w:lineRule="exact"/>
              <w:ind w:left="709" w:right="-74"/>
              <w:rPr>
                <w:sz w:val="18"/>
              </w:rPr>
            </w:pPr>
            <w:r w:rsidRPr="00810ADF">
              <w:rPr>
                <w:sz w:val="18"/>
              </w:rPr>
              <w:t>necesar încheierii înțelegerii, fără un motiv relevant;</w:t>
            </w:r>
          </w:p>
          <w:p w:rsidR="00DE1DAA" w:rsidRPr="00810ADF" w:rsidRDefault="003E109E">
            <w:pPr>
              <w:spacing w:before="60" w:line="240" w:lineRule="exact"/>
              <w:ind w:left="709" w:right="-74"/>
              <w:rPr>
                <w:sz w:val="18"/>
              </w:rPr>
            </w:pPr>
            <w:r w:rsidRPr="00810ADF">
              <w:rPr>
                <w:sz w:val="18"/>
              </w:rPr>
              <w:t>2. cu terțul desemnat de mediator este stabilită o altă activitate ce nu este echivalentă în obiective</w:t>
            </w:r>
            <w:r w:rsidR="008C1AA3">
              <w:rPr>
                <w:sz w:val="18"/>
              </w:rPr>
              <w:t xml:space="preserve"> (</w:t>
            </w:r>
            <w:r w:rsidR="008C1AA3" w:rsidRPr="00851278">
              <w:rPr>
                <w:rStyle w:val="tlid-translation"/>
                <w:sz w:val="18"/>
                <w:szCs w:val="18"/>
              </w:rPr>
              <w:t xml:space="preserve">dacă </w:t>
            </w:r>
            <w:r w:rsidR="008C1AA3">
              <w:rPr>
                <w:rStyle w:val="tlid-translation"/>
                <w:sz w:val="18"/>
                <w:szCs w:val="18"/>
              </w:rPr>
              <w:t>intermedierea</w:t>
            </w:r>
            <w:r w:rsidR="008C1AA3" w:rsidRPr="00851278">
              <w:rPr>
                <w:rStyle w:val="tlid-translation"/>
                <w:sz w:val="18"/>
                <w:szCs w:val="18"/>
              </w:rPr>
              <w:t xml:space="preserve"> acestei </w:t>
            </w:r>
            <w:r w:rsidR="008C1AA3">
              <w:rPr>
                <w:rStyle w:val="tlid-translation"/>
                <w:sz w:val="18"/>
                <w:szCs w:val="18"/>
              </w:rPr>
              <w:t>activități</w:t>
            </w:r>
            <w:r w:rsidR="008C1AA3" w:rsidRPr="00851278">
              <w:rPr>
                <w:rStyle w:val="tlid-translation"/>
                <w:sz w:val="18"/>
                <w:szCs w:val="18"/>
              </w:rPr>
              <w:t xml:space="preserve"> se încadrează în zona de activitate a </w:t>
            </w:r>
            <w:r w:rsidR="008C1AA3">
              <w:rPr>
                <w:rStyle w:val="tlid-translation"/>
                <w:sz w:val="18"/>
                <w:szCs w:val="18"/>
              </w:rPr>
              <w:t>agenției de plasare)</w:t>
            </w:r>
            <w:r w:rsidRPr="00810ADF">
              <w:rPr>
                <w:sz w:val="18"/>
              </w:rPr>
              <w:t>;</w:t>
            </w:r>
          </w:p>
          <w:p w:rsidR="00DE1DAA" w:rsidRPr="00810ADF" w:rsidRDefault="003E109E">
            <w:pPr>
              <w:spacing w:before="60" w:line="240" w:lineRule="exact"/>
              <w:ind w:left="709" w:right="-74"/>
              <w:rPr>
                <w:sz w:val="18"/>
              </w:rPr>
            </w:pPr>
            <w:r w:rsidRPr="00810ADF">
              <w:rPr>
                <w:sz w:val="18"/>
              </w:rPr>
              <w:t>3. afacerea descrisă în contractul de intermediere nu este încheiată cu persoana asistată sau clientul, ci cu o altă persoană, deoarece clientul a comunicat posibilitatea de încheiere a afacerii dată de intermediar sau afacerea nu se încheie cu terța persoană intermediată, ci cu o altă persoană, fiindcă terța persoană intermediată a făcut cunoscută oportunitatea de afacere.</w:t>
            </w:r>
          </w:p>
          <w:p w:rsidR="00DE1DAA" w:rsidRPr="00810ADF" w:rsidRDefault="00DE1DAA">
            <w:pPr>
              <w:spacing w:before="60" w:line="240" w:lineRule="exact"/>
              <w:ind w:left="709" w:right="-74"/>
              <w:rPr>
                <w:sz w:val="18"/>
              </w:rPr>
            </w:pPr>
          </w:p>
          <w:p w:rsidR="00DE1DAA" w:rsidRPr="00810ADF" w:rsidRDefault="003E109E">
            <w:pPr>
              <w:numPr>
                <w:ilvl w:val="1"/>
                <w:numId w:val="25"/>
              </w:numPr>
              <w:spacing w:before="60" w:line="240" w:lineRule="exact"/>
              <w:ind w:right="-74" w:hanging="1255"/>
              <w:rPr>
                <w:b/>
                <w:sz w:val="18"/>
              </w:rPr>
            </w:pPr>
            <w:r w:rsidRPr="00810ADF">
              <w:rPr>
                <w:b/>
                <w:sz w:val="18"/>
              </w:rPr>
              <w:t>Alte servicii:</w:t>
            </w:r>
          </w:p>
          <w:p w:rsidR="00DE1DAA" w:rsidRPr="00810ADF" w:rsidRDefault="00A26BD6">
            <w:pPr>
              <w:numPr>
                <w:ilvl w:val="0"/>
                <w:numId w:val="32"/>
              </w:numPr>
              <w:spacing w:before="60" w:line="240" w:lineRule="exact"/>
              <w:ind w:right="-74"/>
              <w:rPr>
                <w:sz w:val="18"/>
              </w:rPr>
            </w:pPr>
            <w:r>
              <w:rPr>
                <w:sz w:val="18"/>
              </w:rPr>
              <w:t>Implicarea personalului medical specializat pentru a</w:t>
            </w:r>
            <w:r w:rsidR="003E109E" w:rsidRPr="00810ADF">
              <w:rPr>
                <w:sz w:val="18"/>
              </w:rPr>
              <w:t>naliz</w:t>
            </w:r>
            <w:r>
              <w:rPr>
                <w:sz w:val="18"/>
              </w:rPr>
              <w:t>a</w:t>
            </w:r>
            <w:r w:rsidR="003E109E" w:rsidRPr="00810ADF">
              <w:rPr>
                <w:sz w:val="18"/>
              </w:rPr>
              <w:t xml:space="preserve"> privind necesitatea de asistență și îngrijire la fața locului.</w:t>
            </w:r>
          </w:p>
          <w:p w:rsidR="00DE1DAA" w:rsidRPr="00810ADF" w:rsidRDefault="00DE1DAA">
            <w:pPr>
              <w:spacing w:before="60" w:line="240" w:lineRule="exact"/>
              <w:ind w:left="1429" w:right="-74"/>
              <w:rPr>
                <w:sz w:val="18"/>
              </w:rPr>
            </w:pPr>
          </w:p>
          <w:p w:rsidR="00DE1DAA" w:rsidRPr="00810ADF" w:rsidRDefault="003E109E">
            <w:pPr>
              <w:spacing w:before="60" w:line="240" w:lineRule="exact"/>
              <w:ind w:left="1429" w:right="-74"/>
              <w:rPr>
                <w:sz w:val="18"/>
              </w:rPr>
            </w:pPr>
            <w:r w:rsidRPr="00810ADF">
              <w:rPr>
                <w:sz w:val="18"/>
              </w:rPr>
              <w:t xml:space="preserve">Costuri unice în EUR (inclusiv TVA): _______ </w:t>
            </w:r>
          </w:p>
          <w:p w:rsidR="00DE1DAA" w:rsidRPr="00810ADF" w:rsidRDefault="003E109E">
            <w:pPr>
              <w:numPr>
                <w:ilvl w:val="0"/>
                <w:numId w:val="16"/>
              </w:numPr>
              <w:spacing w:before="60" w:line="240" w:lineRule="exact"/>
              <w:ind w:left="1418" w:right="-74" w:hanging="284"/>
              <w:rPr>
                <w:sz w:val="18"/>
              </w:rPr>
            </w:pPr>
            <w:r w:rsidRPr="00810ADF">
              <w:rPr>
                <w:sz w:val="18"/>
              </w:rPr>
              <w:lastRenderedPageBreak/>
              <w:t xml:space="preserve">Asistență la relocare </w:t>
            </w:r>
            <w:r w:rsidRPr="00810ADF">
              <w:rPr>
                <w:sz w:val="18"/>
              </w:rPr>
              <w:br/>
            </w:r>
            <w:r w:rsidRPr="00810ADF">
              <w:rPr>
                <w:sz w:val="18"/>
              </w:rPr>
              <w:br/>
              <w:t>Costuri unice în EUR (inclusiv TVA): _______</w:t>
            </w:r>
          </w:p>
          <w:p w:rsidR="00DE1DAA" w:rsidRPr="00810ADF" w:rsidRDefault="00DE1DAA">
            <w:pPr>
              <w:spacing w:before="60" w:line="240" w:lineRule="exact"/>
              <w:ind w:left="1418" w:right="-74"/>
              <w:rPr>
                <w:sz w:val="18"/>
              </w:rPr>
            </w:pPr>
          </w:p>
          <w:p w:rsidR="00DE1DAA" w:rsidRPr="00810ADF" w:rsidRDefault="003E109E">
            <w:pPr>
              <w:numPr>
                <w:ilvl w:val="0"/>
                <w:numId w:val="32"/>
              </w:numPr>
              <w:spacing w:before="60" w:line="240" w:lineRule="exact"/>
              <w:ind w:right="-74"/>
              <w:rPr>
                <w:sz w:val="18"/>
              </w:rPr>
            </w:pPr>
            <w:r w:rsidRPr="00810ADF">
              <w:rPr>
                <w:sz w:val="18"/>
              </w:rPr>
              <w:t>Asistență</w:t>
            </w:r>
            <w:r w:rsidR="00E96694">
              <w:rPr>
                <w:sz w:val="18"/>
              </w:rPr>
              <w:t xml:space="preserve"> administrativă</w:t>
            </w:r>
            <w:r w:rsidRPr="00810ADF">
              <w:rPr>
                <w:sz w:val="18"/>
              </w:rPr>
              <w:t xml:space="preserve"> la solicitarea de sprijin din fondul de sprijin în temeiul Legii federale de asistență și îngrijire </w:t>
            </w:r>
            <w:r w:rsidR="00E96694">
              <w:rPr>
                <w:sz w:val="18"/>
              </w:rPr>
              <w:t>sau în cazul oricăror notificări de modificări</w:t>
            </w:r>
            <w:r w:rsidRPr="00810ADF">
              <w:rPr>
                <w:sz w:val="18"/>
              </w:rPr>
              <w:br/>
            </w:r>
            <w:r w:rsidRPr="00810ADF">
              <w:rPr>
                <w:sz w:val="18"/>
              </w:rPr>
              <w:br/>
              <w:t>Costuri unice în EUR (inclusiv TVA): _______</w:t>
            </w:r>
          </w:p>
          <w:p w:rsidR="00DE1DAA" w:rsidRPr="00810ADF" w:rsidRDefault="003E109E">
            <w:pPr>
              <w:spacing w:before="60" w:line="240" w:lineRule="exact"/>
              <w:ind w:left="1418" w:right="-74"/>
              <w:rPr>
                <w:sz w:val="18"/>
              </w:rPr>
            </w:pPr>
            <w:r w:rsidRPr="00810ADF">
              <w:rPr>
                <w:sz w:val="18"/>
              </w:rPr>
              <w:t xml:space="preserve">Prin prezenta, persoana asistată </w:t>
            </w:r>
            <w:r w:rsidR="00E96694">
              <w:rPr>
                <w:sz w:val="18"/>
              </w:rPr>
              <w:t xml:space="preserve">sau un reprezentant al acesteia </w:t>
            </w:r>
            <w:r w:rsidRPr="00810ADF">
              <w:rPr>
                <w:sz w:val="18"/>
              </w:rPr>
              <w:t xml:space="preserve">acordă agenției de plasare </w:t>
            </w:r>
            <w:r w:rsidRPr="00810ADF">
              <w:rPr>
                <w:b/>
                <w:sz w:val="18"/>
                <w:u w:val="single"/>
              </w:rPr>
              <w:t>o împuternicire</w:t>
            </w:r>
            <w:r w:rsidRPr="00810ADF">
              <w:rPr>
                <w:sz w:val="18"/>
              </w:rPr>
              <w:t xml:space="preserve"> pentru depunerea unei cereri la agenția de finanțare abilitată, pentru încasarea de subvenții din fondul de asistență pentru persoanele cu handicap: </w:t>
            </w:r>
            <w:r w:rsidRPr="00810ADF">
              <w:rPr>
                <w:sz w:val="18"/>
              </w:rPr>
              <w:br/>
            </w:r>
            <w:r w:rsidRPr="00810ADF">
              <w:rPr>
                <w:sz w:val="18"/>
              </w:rPr>
              <w:br/>
              <w:t>Locul, data ____________________________.    Semnătura _____________________________.</w:t>
            </w:r>
            <w:r w:rsidRPr="00810ADF">
              <w:rPr>
                <w:sz w:val="18"/>
              </w:rPr>
              <w:br/>
              <w:t xml:space="preserve">                                                                                                                 (Mandatar)</w:t>
            </w:r>
          </w:p>
          <w:p w:rsidR="00DE1DAA" w:rsidRPr="00810ADF" w:rsidRDefault="003E109E">
            <w:pPr>
              <w:spacing w:before="60" w:after="60" w:line="240" w:lineRule="exact"/>
              <w:ind w:left="709" w:right="-74"/>
              <w:rPr>
                <w:sz w:val="18"/>
              </w:rPr>
            </w:pPr>
            <w:r w:rsidRPr="00810ADF">
              <w:rPr>
                <w:sz w:val="18"/>
              </w:rPr>
              <w:t>Prețul acestor alte servicii se ridică la un total de: ________________ Euro (inclusiv TVA) și va fi facturat.</w:t>
            </w:r>
          </w:p>
          <w:p w:rsidR="00DE1DAA" w:rsidRPr="00810ADF" w:rsidRDefault="003E109E">
            <w:pPr>
              <w:numPr>
                <w:ilvl w:val="1"/>
                <w:numId w:val="25"/>
              </w:numPr>
              <w:spacing w:before="60" w:after="60" w:line="240" w:lineRule="exact"/>
              <w:ind w:left="709" w:right="-74" w:hanging="567"/>
              <w:rPr>
                <w:b/>
                <w:sz w:val="18"/>
              </w:rPr>
            </w:pPr>
            <w:r w:rsidRPr="00810ADF">
              <w:rPr>
                <w:b/>
                <w:sz w:val="18"/>
              </w:rPr>
              <w:t>Servicii adiacente:</w:t>
            </w:r>
          </w:p>
          <w:p w:rsidR="00DE1DAA" w:rsidRPr="00810ADF" w:rsidRDefault="003E109E">
            <w:pPr>
              <w:pStyle w:val="ColorfulList-Accent11"/>
              <w:numPr>
                <w:ilvl w:val="0"/>
                <w:numId w:val="15"/>
              </w:numPr>
              <w:spacing w:before="60" w:after="60" w:line="240" w:lineRule="exact"/>
              <w:ind w:left="1418" w:right="-74" w:hanging="284"/>
              <w:contextualSpacing/>
              <w:textAlignment w:val="baseline"/>
              <w:rPr>
                <w:sz w:val="18"/>
              </w:rPr>
            </w:pPr>
            <w:r w:rsidRPr="00810ADF">
              <w:rPr>
                <w:sz w:val="18"/>
              </w:rPr>
              <w:t xml:space="preserve">Controlul permanent al calității: inspecția/monitorizarea serviciilor de asistență și asigurarea calității (vizite la domiciliu) </w:t>
            </w:r>
            <w:r w:rsidRPr="00810ADF">
              <w:rPr>
                <w:sz w:val="18"/>
              </w:rPr>
              <w:br/>
            </w:r>
            <w:r w:rsidRPr="00810ADF">
              <w:rPr>
                <w:sz w:val="18"/>
              </w:rPr>
              <w:br/>
              <w:t>lunar în EUR (incl. TVA): _______</w:t>
            </w:r>
          </w:p>
          <w:p w:rsidR="00DE1DAA" w:rsidRPr="00810ADF" w:rsidRDefault="003E109E">
            <w:pPr>
              <w:pStyle w:val="ColorfulList-Accent11"/>
              <w:numPr>
                <w:ilvl w:val="0"/>
                <w:numId w:val="15"/>
              </w:numPr>
              <w:spacing w:before="60" w:after="60" w:line="240" w:lineRule="exact"/>
              <w:ind w:left="1418" w:right="-74" w:hanging="284"/>
              <w:contextualSpacing/>
              <w:textAlignment w:val="baseline"/>
              <w:rPr>
                <w:sz w:val="18"/>
              </w:rPr>
            </w:pPr>
            <w:r w:rsidRPr="00810ADF">
              <w:rPr>
                <w:sz w:val="18"/>
              </w:rPr>
              <w:t xml:space="preserve">Consultanță și sprijin pe parcurs, cu privire la întrebările privind punerea în aplicare și derularea asistenței </w:t>
            </w:r>
            <w:r w:rsidRPr="00810ADF">
              <w:rPr>
                <w:sz w:val="18"/>
              </w:rPr>
              <w:br/>
            </w:r>
            <w:r w:rsidRPr="00810ADF">
              <w:rPr>
                <w:sz w:val="18"/>
              </w:rPr>
              <w:br/>
              <w:t>lunar în EUR (incl. TVA): _______</w:t>
            </w:r>
          </w:p>
          <w:p w:rsidR="00DE1DAA" w:rsidRPr="00810ADF" w:rsidRDefault="003E109E">
            <w:pPr>
              <w:pStyle w:val="ColorfulList-Accent11"/>
              <w:numPr>
                <w:ilvl w:val="0"/>
                <w:numId w:val="15"/>
              </w:numPr>
              <w:spacing w:before="60" w:after="60" w:line="240" w:lineRule="exact"/>
              <w:ind w:left="1418" w:right="-74" w:hanging="284"/>
              <w:contextualSpacing/>
              <w:textAlignment w:val="baseline"/>
              <w:rPr>
                <w:sz w:val="18"/>
              </w:rPr>
            </w:pPr>
            <w:r w:rsidRPr="00810ADF">
              <w:rPr>
                <w:sz w:val="18"/>
              </w:rPr>
              <w:t xml:space="preserve">Serviciu de urgență 24 de ore (asistență telefonică) </w:t>
            </w:r>
            <w:r w:rsidRPr="00810ADF">
              <w:rPr>
                <w:sz w:val="18"/>
              </w:rPr>
              <w:br/>
            </w:r>
            <w:r w:rsidRPr="00810ADF">
              <w:rPr>
                <w:sz w:val="18"/>
              </w:rPr>
              <w:br/>
              <w:t>lunar în EUR (incl. TVA): _______</w:t>
            </w:r>
          </w:p>
          <w:p w:rsidR="00DE1DAA" w:rsidRPr="00810ADF" w:rsidRDefault="003E109E">
            <w:pPr>
              <w:pStyle w:val="ColorfulList-Accent11"/>
              <w:numPr>
                <w:ilvl w:val="0"/>
                <w:numId w:val="15"/>
              </w:numPr>
              <w:spacing w:before="60" w:after="60" w:line="240" w:lineRule="exact"/>
              <w:ind w:left="1418" w:right="-74" w:hanging="284"/>
              <w:contextualSpacing/>
              <w:textAlignment w:val="baseline"/>
              <w:rPr>
                <w:sz w:val="18"/>
              </w:rPr>
            </w:pPr>
            <w:r w:rsidRPr="00810ADF">
              <w:rPr>
                <w:sz w:val="18"/>
              </w:rPr>
              <w:t>Asistență în aplanarea conflictelor dintre furnizorul de îngrijiri mediate și persoana care urmează să fie îngrijită</w:t>
            </w:r>
            <w:r w:rsidR="00E96694">
              <w:rPr>
                <w:sz w:val="18"/>
              </w:rPr>
              <w:t xml:space="preserve"> sau rudele acestora</w:t>
            </w:r>
            <w:r w:rsidRPr="00810ADF">
              <w:rPr>
                <w:sz w:val="18"/>
              </w:rPr>
              <w:t xml:space="preserve"> </w:t>
            </w:r>
            <w:r w:rsidRPr="00810ADF">
              <w:rPr>
                <w:sz w:val="18"/>
              </w:rPr>
              <w:br/>
            </w:r>
            <w:r w:rsidRPr="00810ADF">
              <w:rPr>
                <w:sz w:val="18"/>
              </w:rPr>
              <w:br/>
              <w:t>lunar în EUR (incl. TVA): _______</w:t>
            </w:r>
          </w:p>
          <w:p w:rsidR="00DE1DAA" w:rsidRPr="00810ADF" w:rsidRDefault="003E109E">
            <w:pPr>
              <w:spacing w:before="60" w:after="60" w:line="240" w:lineRule="exact"/>
              <w:ind w:left="851" w:right="-74"/>
              <w:rPr>
                <w:sz w:val="18"/>
              </w:rPr>
            </w:pPr>
            <w:r w:rsidRPr="00810ADF">
              <w:rPr>
                <w:sz w:val="18"/>
              </w:rPr>
              <w:t>Prețul pentru aceste servicii adiacente este scadent lunar, cel târziu până la (de ex. "Prima" sau "a 15-a" sau "ultima")</w:t>
            </w:r>
            <w:r w:rsidRPr="00810ADF">
              <w:rPr>
                <w:sz w:val="18"/>
              </w:rPr>
              <w:br/>
            </w:r>
            <w:r w:rsidRPr="00810ADF">
              <w:rPr>
                <w:sz w:val="18"/>
              </w:rPr>
              <w:br/>
              <w:t xml:space="preserve"> _______ zi a lunii respective (eventual factură recurentă) și se ridică la suma de _______  EUR (incl. TVA) _________.</w:t>
            </w:r>
          </w:p>
          <w:p w:rsidR="00DE1DAA" w:rsidRPr="00810ADF" w:rsidRDefault="003E109E">
            <w:pPr>
              <w:numPr>
                <w:ilvl w:val="1"/>
                <w:numId w:val="25"/>
              </w:numPr>
              <w:spacing w:before="60" w:after="60" w:line="240" w:lineRule="exact"/>
              <w:ind w:left="709" w:right="-74" w:hanging="567"/>
              <w:rPr>
                <w:sz w:val="18"/>
              </w:rPr>
            </w:pPr>
            <w:r w:rsidRPr="00810ADF">
              <w:rPr>
                <w:sz w:val="18"/>
              </w:rPr>
              <w:t>Altele:</w:t>
            </w:r>
            <w:r w:rsidRPr="00810ADF">
              <w:rPr>
                <w:sz w:val="18"/>
              </w:rPr>
              <w:br/>
              <w:t>_____________________________________________________________________________</w:t>
            </w:r>
          </w:p>
        </w:tc>
      </w:tr>
      <w:tr w:rsidR="00DE1DAA" w:rsidRPr="00810ADF">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1"/>
                <w:numId w:val="25"/>
              </w:numPr>
              <w:spacing w:before="60" w:after="60" w:line="240" w:lineRule="exact"/>
              <w:ind w:left="426" w:right="-75" w:hanging="426"/>
              <w:textAlignment w:val="auto"/>
              <w:rPr>
                <w:sz w:val="18"/>
              </w:rPr>
            </w:pPr>
            <w:r w:rsidRPr="00810ADF">
              <w:rPr>
                <w:sz w:val="18"/>
              </w:rPr>
              <w:lastRenderedPageBreak/>
              <w:t>Prețul va fi achitat la data scadentă și într-o perioadă de grație de 5 zile către (bifați, după caz):</w:t>
            </w:r>
          </w:p>
          <w:p w:rsidR="00DE1DAA" w:rsidRPr="00810ADF" w:rsidRDefault="003E109E">
            <w:pPr>
              <w:numPr>
                <w:ilvl w:val="0"/>
                <w:numId w:val="7"/>
              </w:numPr>
              <w:spacing w:before="60" w:after="60" w:line="240" w:lineRule="exact"/>
              <w:ind w:right="-75"/>
              <w:textAlignment w:val="auto"/>
              <w:rPr>
                <w:sz w:val="18"/>
              </w:rPr>
            </w:pPr>
            <w:r w:rsidRPr="00810ADF">
              <w:rPr>
                <w:sz w:val="18"/>
              </w:rPr>
              <w:t>agenția de plasare cu emiterea unei confirmări de plată în numerar sau</w:t>
            </w:r>
          </w:p>
          <w:p w:rsidR="00DE1DAA" w:rsidRPr="00810ADF" w:rsidRDefault="003E109E">
            <w:pPr>
              <w:numPr>
                <w:ilvl w:val="0"/>
                <w:numId w:val="7"/>
              </w:numPr>
              <w:spacing w:before="60" w:after="60" w:line="240" w:lineRule="exact"/>
              <w:ind w:right="-75"/>
              <w:textAlignment w:val="auto"/>
              <w:rPr>
                <w:sz w:val="18"/>
              </w:rPr>
            </w:pPr>
            <w:r w:rsidRPr="00810ADF">
              <w:rPr>
                <w:sz w:val="18"/>
              </w:rPr>
              <w:t>transferul cu efect de descărcare a datoriei exclusiv în următorul cont bancar:</w:t>
            </w:r>
          </w:p>
          <w:p w:rsidR="00DE1DAA" w:rsidRPr="00810ADF" w:rsidRDefault="003E109E">
            <w:pPr>
              <w:spacing w:before="60" w:after="60" w:line="240" w:lineRule="exact"/>
              <w:ind w:left="1185" w:right="-75"/>
              <w:rPr>
                <w:sz w:val="18"/>
              </w:rPr>
            </w:pPr>
            <w:r w:rsidRPr="00810ADF">
              <w:rPr>
                <w:sz w:val="18"/>
              </w:rPr>
              <w:t xml:space="preserve">Titularul contului: ________________________________________ </w:t>
            </w:r>
            <w:r w:rsidRPr="00810ADF">
              <w:rPr>
                <w:sz w:val="18"/>
              </w:rPr>
              <w:br/>
            </w:r>
            <w:r w:rsidRPr="00810ADF">
              <w:rPr>
                <w:sz w:val="18"/>
              </w:rPr>
              <w:br/>
              <w:t>IBAN: ________________________________________________________</w:t>
            </w:r>
          </w:p>
          <w:p w:rsidR="00DE1DAA" w:rsidRPr="00810ADF" w:rsidRDefault="003E109E">
            <w:pPr>
              <w:spacing w:before="60" w:after="60" w:line="240" w:lineRule="exact"/>
              <w:ind w:left="1185" w:right="-75"/>
              <w:rPr>
                <w:sz w:val="18"/>
              </w:rPr>
            </w:pPr>
            <w:r w:rsidRPr="00810ADF">
              <w:rPr>
                <w:sz w:val="18"/>
              </w:rPr>
              <w:t>BIC: ________________________________________________________.</w:t>
            </w:r>
          </w:p>
          <w:p w:rsidR="00DE1DAA" w:rsidRPr="00810ADF" w:rsidRDefault="003E109E">
            <w:pPr>
              <w:numPr>
                <w:ilvl w:val="1"/>
                <w:numId w:val="25"/>
              </w:numPr>
              <w:spacing w:before="60" w:after="60" w:line="240" w:lineRule="exact"/>
              <w:ind w:left="426" w:right="-75" w:hanging="426"/>
              <w:rPr>
                <w:sz w:val="18"/>
              </w:rPr>
            </w:pPr>
            <w:r w:rsidRPr="00810ADF">
              <w:rPr>
                <w:sz w:val="18"/>
              </w:rPr>
              <w:t>În cazul întârzierii la plată, se vor încasa penalizări de întârziere de 4% pe an. Transferurile în ziua de scadență sunt considerate la timp.</w:t>
            </w:r>
          </w:p>
        </w:tc>
      </w:tr>
      <w:tr w:rsidR="00DE1DAA" w:rsidRPr="00810ADF">
        <w:tc>
          <w:tcPr>
            <w:tcW w:w="10632" w:type="dxa"/>
            <w:gridSpan w:val="6"/>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1"/>
                <w:numId w:val="25"/>
              </w:numPr>
              <w:spacing w:before="60" w:after="60" w:line="240" w:lineRule="exact"/>
              <w:ind w:left="426" w:right="-75" w:hanging="426"/>
              <w:textAlignment w:val="auto"/>
              <w:rPr>
                <w:sz w:val="18"/>
              </w:rPr>
            </w:pPr>
            <w:r w:rsidRPr="00810ADF">
              <w:rPr>
                <w:sz w:val="18"/>
              </w:rPr>
              <w:t xml:space="preserve">Toate taxele care țin de preț </w:t>
            </w:r>
            <w:r w:rsidRPr="00810ADF">
              <w:rPr>
                <w:b/>
                <w:sz w:val="18"/>
              </w:rPr>
              <w:t>vor fi suportate de agenția de plasare.</w:t>
            </w:r>
          </w:p>
          <w:p w:rsidR="00DE1DAA" w:rsidRPr="00810ADF" w:rsidRDefault="003E109E">
            <w:pPr>
              <w:spacing w:before="60" w:after="60" w:line="240" w:lineRule="exact"/>
              <w:ind w:left="426" w:right="-75"/>
              <w:textAlignment w:val="auto"/>
              <w:rPr>
                <w:sz w:val="18"/>
              </w:rPr>
            </w:pPr>
            <w:r w:rsidRPr="00810ADF">
              <w:rPr>
                <w:sz w:val="18"/>
              </w:rPr>
              <w:t xml:space="preserve">Se specifică în mod expres că agenția de plasare nu poate solicita decontul </w:t>
            </w:r>
            <w:r w:rsidRPr="00810ADF">
              <w:rPr>
                <w:b/>
                <w:sz w:val="18"/>
              </w:rPr>
              <w:t xml:space="preserve">cheltuielilor operaționale. </w:t>
            </w:r>
            <w:r w:rsidRPr="00810ADF">
              <w:rPr>
                <w:sz w:val="18"/>
              </w:rPr>
              <w:t>Cheltuielile agenției de plasare cauzate de comenzi suplimentare vor fi rambursate numai dacă obligația de restituire a fost convenită în mod expres. Sumele convenite sunt prețuri care includ toate costurile și cheltuielile (de ex. cheltuieli de deplasare, onorariile medicilor etc.).</w:t>
            </w:r>
          </w:p>
        </w:tc>
      </w:tr>
      <w:tr w:rsidR="00DE1DAA" w:rsidRPr="00810ADF">
        <w:tc>
          <w:tcPr>
            <w:tcW w:w="10632" w:type="dxa"/>
            <w:gridSpan w:val="6"/>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0"/>
                <w:numId w:val="25"/>
              </w:numPr>
              <w:spacing w:before="60" w:after="60" w:line="240" w:lineRule="exact"/>
              <w:ind w:right="-75"/>
              <w:textAlignment w:val="auto"/>
            </w:pPr>
            <w:r w:rsidRPr="00810ADF">
              <w:rPr>
                <w:b/>
              </w:rPr>
              <w:lastRenderedPageBreak/>
              <w:t>Perioada prestării serviciilor/rezilierea contractului</w:t>
            </w:r>
          </w:p>
        </w:tc>
      </w:tr>
      <w:tr w:rsidR="00DE1DAA" w:rsidRPr="00810ADF">
        <w:trPr>
          <w:trHeight w:val="330"/>
        </w:trPr>
        <w:tc>
          <w:tcPr>
            <w:tcW w:w="10632" w:type="dxa"/>
            <w:gridSpan w:val="6"/>
            <w:tcBorders>
              <w:bottom w:val="single" w:sz="4" w:space="0" w:color="auto"/>
            </w:tcBorders>
            <w:shd w:val="clear" w:color="auto" w:fill="auto"/>
          </w:tcPr>
          <w:p w:rsidR="00DE1DAA" w:rsidRPr="00810ADF" w:rsidRDefault="003E109E">
            <w:pPr>
              <w:numPr>
                <w:ilvl w:val="1"/>
                <w:numId w:val="25"/>
              </w:numPr>
              <w:spacing w:before="120" w:after="60" w:line="240" w:lineRule="exact"/>
              <w:ind w:left="425" w:right="-74" w:hanging="425"/>
              <w:rPr>
                <w:sz w:val="18"/>
              </w:rPr>
            </w:pPr>
            <w:r w:rsidRPr="00810ADF">
              <w:rPr>
                <w:sz w:val="18"/>
              </w:rPr>
              <w:t>Începerea prestării serviciilor va avea loc la data de ______________________________________ (ZZ.LL.AAAA).</w:t>
            </w:r>
          </w:p>
        </w:tc>
      </w:tr>
      <w:tr w:rsidR="00DE1DAA" w:rsidRPr="00810ADF">
        <w:trPr>
          <w:trHeight w:val="1344"/>
        </w:trPr>
        <w:tc>
          <w:tcPr>
            <w:tcW w:w="10632" w:type="dxa"/>
            <w:gridSpan w:val="6"/>
            <w:tcBorders>
              <w:bottom w:val="single" w:sz="4" w:space="0" w:color="auto"/>
            </w:tcBorders>
            <w:shd w:val="clear" w:color="auto" w:fill="auto"/>
          </w:tcPr>
          <w:p w:rsidR="00DE1DAA" w:rsidRPr="00810ADF" w:rsidRDefault="003E109E">
            <w:pPr>
              <w:numPr>
                <w:ilvl w:val="1"/>
                <w:numId w:val="25"/>
              </w:numPr>
              <w:spacing w:before="60" w:after="60" w:line="240" w:lineRule="exact"/>
              <w:ind w:left="426" w:right="-75" w:hanging="426"/>
              <w:rPr>
                <w:sz w:val="18"/>
              </w:rPr>
            </w:pPr>
            <w:r w:rsidRPr="00810ADF">
              <w:rPr>
                <w:sz w:val="18"/>
              </w:rPr>
              <w:t xml:space="preserve">Durata contractului: </w:t>
            </w:r>
            <w:r w:rsidRPr="00810ADF">
              <w:rPr>
                <w:sz w:val="18"/>
              </w:rPr>
              <w:br/>
              <w:t xml:space="preserve">(bifați corespunzător) </w:t>
            </w:r>
          </w:p>
          <w:p w:rsidR="00DE1DAA" w:rsidRPr="00810ADF" w:rsidRDefault="003E109E">
            <w:pPr>
              <w:numPr>
                <w:ilvl w:val="0"/>
                <w:numId w:val="29"/>
              </w:numPr>
              <w:spacing w:before="60" w:after="60" w:line="240" w:lineRule="exact"/>
              <w:ind w:left="709" w:right="-75" w:hanging="283"/>
              <w:rPr>
                <w:sz w:val="18"/>
              </w:rPr>
            </w:pPr>
            <w:r w:rsidRPr="00810ADF">
              <w:rPr>
                <w:sz w:val="18"/>
              </w:rPr>
              <w:t>Termenul contractului se limitează la _____________________________ (ZZ.LL.AAAA) și se încheie fără a fi necesară notificarea.</w:t>
            </w:r>
          </w:p>
          <w:p w:rsidR="00DE1DAA" w:rsidRPr="00810ADF" w:rsidRDefault="003E109E">
            <w:pPr>
              <w:numPr>
                <w:ilvl w:val="0"/>
                <w:numId w:val="29"/>
              </w:numPr>
              <w:spacing w:before="60" w:after="60" w:line="240" w:lineRule="exact"/>
              <w:ind w:left="709" w:right="-75" w:hanging="283"/>
              <w:rPr>
                <w:sz w:val="18"/>
              </w:rPr>
            </w:pPr>
            <w:r w:rsidRPr="00810ADF">
              <w:rPr>
                <w:sz w:val="18"/>
              </w:rPr>
              <w:t>contractul este încheiat pe o perioadă nedeterminată (nelimitat).</w:t>
            </w:r>
          </w:p>
        </w:tc>
      </w:tr>
      <w:tr w:rsidR="00DE1DAA" w:rsidRPr="00810ADF">
        <w:trPr>
          <w:trHeight w:val="1820"/>
        </w:trPr>
        <w:tc>
          <w:tcPr>
            <w:tcW w:w="10632" w:type="dxa"/>
            <w:gridSpan w:val="6"/>
            <w:tcBorders>
              <w:top w:val="single" w:sz="4" w:space="0" w:color="auto"/>
            </w:tcBorders>
            <w:shd w:val="clear" w:color="auto" w:fill="auto"/>
          </w:tcPr>
          <w:p w:rsidR="00DE1DAA" w:rsidRPr="00810ADF" w:rsidRDefault="003E109E">
            <w:pPr>
              <w:numPr>
                <w:ilvl w:val="1"/>
                <w:numId w:val="25"/>
              </w:numPr>
              <w:spacing w:before="60" w:after="60" w:line="240" w:lineRule="exact"/>
              <w:ind w:left="426" w:right="-75" w:hanging="426"/>
              <w:rPr>
                <w:sz w:val="18"/>
              </w:rPr>
            </w:pPr>
            <w:r w:rsidRPr="00810ADF">
              <w:rPr>
                <w:sz w:val="18"/>
              </w:rPr>
              <w:t>Alte motive de încetare a contractului:</w:t>
            </w:r>
          </w:p>
          <w:p w:rsidR="00DE1DAA" w:rsidRPr="00810ADF" w:rsidRDefault="003E109E">
            <w:pPr>
              <w:spacing w:before="60" w:after="60" w:line="240" w:lineRule="exact"/>
              <w:ind w:left="426" w:right="-75"/>
              <w:rPr>
                <w:sz w:val="18"/>
              </w:rPr>
            </w:pPr>
            <w:r w:rsidRPr="00810ADF">
              <w:rPr>
                <w:sz w:val="18"/>
              </w:rPr>
              <w:t xml:space="preserve">În orice caz, contractul de mediere se încheie cu decesul persoanei asistate, caz în care agenția de plasare trebuie să ramburseze proporțional prețul deja plătit în avans. </w:t>
            </w:r>
          </w:p>
          <w:p w:rsidR="00DE1DAA" w:rsidRPr="00810ADF" w:rsidRDefault="003E109E">
            <w:pPr>
              <w:spacing w:before="60" w:after="60" w:line="240" w:lineRule="exact"/>
              <w:ind w:left="426" w:right="-75"/>
              <w:textAlignment w:val="auto"/>
              <w:rPr>
                <w:sz w:val="18"/>
              </w:rPr>
            </w:pPr>
            <w:r w:rsidRPr="00810ADF">
              <w:rPr>
                <w:sz w:val="18"/>
              </w:rPr>
              <w:t>Contractul de plasare se termină și prin intrarea în insolvență sau dizolvarea agenției de plasare.</w:t>
            </w:r>
          </w:p>
          <w:p w:rsidR="00DE1DAA" w:rsidRPr="00810ADF" w:rsidRDefault="003E109E">
            <w:pPr>
              <w:spacing w:before="60" w:after="60" w:line="240" w:lineRule="exact"/>
              <w:ind w:left="426" w:right="-75"/>
              <w:rPr>
                <w:sz w:val="18"/>
              </w:rPr>
            </w:pPr>
            <w:r w:rsidRPr="00810ADF">
              <w:rPr>
                <w:sz w:val="18"/>
              </w:rPr>
              <w:t xml:space="preserve">Acordul de mediere poate fi desfăcut de către ambele părți contractante (chiar și în cazul unui contract pe durată determinată) cu un </w:t>
            </w:r>
            <w:r w:rsidRPr="00810ADF">
              <w:rPr>
                <w:b/>
                <w:sz w:val="18"/>
              </w:rPr>
              <w:t>preaviz de două săptămâni</w:t>
            </w:r>
            <w:r w:rsidRPr="00810ADF">
              <w:rPr>
                <w:sz w:val="18"/>
              </w:rPr>
              <w:t xml:space="preserve"> </w:t>
            </w:r>
            <w:r w:rsidRPr="00810ADF">
              <w:rPr>
                <w:b/>
                <w:sz w:val="18"/>
              </w:rPr>
              <w:t>la sfârșitul unei luni calendaristice</w:t>
            </w:r>
            <w:r w:rsidRPr="00810ADF">
              <w:rPr>
                <w:sz w:val="18"/>
              </w:rPr>
              <w:t xml:space="preserve"> .</w:t>
            </w:r>
          </w:p>
        </w:tc>
      </w:tr>
      <w:tr w:rsidR="00DE1DAA" w:rsidRPr="00810ADF">
        <w:trPr>
          <w:trHeight w:val="179"/>
        </w:trPr>
        <w:tc>
          <w:tcPr>
            <w:tcW w:w="10632" w:type="dxa"/>
            <w:gridSpan w:val="6"/>
            <w:tcBorders>
              <w:top w:val="single" w:sz="4" w:space="0" w:color="auto"/>
              <w:left w:val="single" w:sz="4" w:space="0" w:color="auto"/>
              <w:bottom w:val="single" w:sz="4" w:space="0" w:color="auto"/>
              <w:right w:val="single" w:sz="4" w:space="0" w:color="auto"/>
            </w:tcBorders>
          </w:tcPr>
          <w:p w:rsidR="00DE1DAA" w:rsidRPr="00810ADF" w:rsidRDefault="003E109E">
            <w:pPr>
              <w:numPr>
                <w:ilvl w:val="0"/>
                <w:numId w:val="25"/>
              </w:numPr>
              <w:spacing w:before="60" w:after="60" w:line="240" w:lineRule="exact"/>
              <w:textAlignment w:val="auto"/>
              <w:rPr>
                <w:b/>
              </w:rPr>
            </w:pPr>
            <w:r w:rsidRPr="00810ADF">
              <w:rPr>
                <w:b/>
              </w:rPr>
              <w:t>Obligațiile de informare ale agenției de plasare</w:t>
            </w:r>
          </w:p>
        </w:tc>
      </w:tr>
      <w:tr w:rsidR="00DE1DAA" w:rsidRPr="00810ADF">
        <w:trPr>
          <w:trHeight w:val="1866"/>
        </w:trPr>
        <w:tc>
          <w:tcPr>
            <w:tcW w:w="10632" w:type="dxa"/>
            <w:gridSpan w:val="6"/>
            <w:tcBorders>
              <w:top w:val="single" w:sz="4" w:space="0" w:color="auto"/>
              <w:left w:val="single" w:sz="4" w:space="0" w:color="auto"/>
              <w:right w:val="single" w:sz="4" w:space="0" w:color="auto"/>
            </w:tcBorders>
          </w:tcPr>
          <w:p w:rsidR="00DE1DAA" w:rsidRPr="00810ADF" w:rsidRDefault="003E109E" w:rsidP="001759FA">
            <w:pPr>
              <w:spacing w:before="60" w:after="60" w:line="240" w:lineRule="exact"/>
              <w:ind w:left="426"/>
              <w:textAlignment w:val="auto"/>
              <w:rPr>
                <w:sz w:val="18"/>
              </w:rPr>
            </w:pPr>
            <w:r w:rsidRPr="00810ADF">
              <w:rPr>
                <w:sz w:val="18"/>
              </w:rPr>
              <w:t xml:space="preserve">Agenția declară că a informat persoana care trebuie îngrijită </w:t>
            </w:r>
            <w:r w:rsidR="00E96694">
              <w:rPr>
                <w:sz w:val="18"/>
              </w:rPr>
              <w:t xml:space="preserve">sau pe solicitant </w:t>
            </w:r>
            <w:r w:rsidRPr="00810ADF">
              <w:rPr>
                <w:sz w:val="18"/>
              </w:rPr>
              <w:t>înainte de a încheia contractul, despre</w:t>
            </w:r>
          </w:p>
          <w:p w:rsidR="00DE1DAA" w:rsidRPr="00810ADF" w:rsidRDefault="003E109E">
            <w:pPr>
              <w:numPr>
                <w:ilvl w:val="0"/>
                <w:numId w:val="24"/>
              </w:numPr>
              <w:spacing w:before="60" w:after="60" w:line="240" w:lineRule="exact"/>
              <w:ind w:left="709" w:hanging="284"/>
              <w:textAlignment w:val="auto"/>
              <w:rPr>
                <w:sz w:val="18"/>
              </w:rPr>
            </w:pPr>
            <w:r w:rsidRPr="00810ADF">
              <w:rPr>
                <w:sz w:val="18"/>
              </w:rPr>
              <w:t>activitățile permise de îngrijire personală;</w:t>
            </w:r>
          </w:p>
          <w:p w:rsidR="00DE1DAA" w:rsidRPr="00810ADF" w:rsidRDefault="003E109E">
            <w:pPr>
              <w:numPr>
                <w:ilvl w:val="0"/>
                <w:numId w:val="24"/>
              </w:numPr>
              <w:spacing w:before="60" w:after="60" w:line="240" w:lineRule="exact"/>
              <w:ind w:left="709" w:hanging="284"/>
              <w:textAlignment w:val="auto"/>
              <w:rPr>
                <w:sz w:val="18"/>
              </w:rPr>
            </w:pPr>
            <w:r w:rsidRPr="00810ADF">
              <w:rPr>
                <w:sz w:val="18"/>
              </w:rPr>
              <w:t>sarcinile îngrijitorului (cum ar fi obligația de a-și declara singur și de a plăti impozitele și contribuțiile la asigurările sociale asociate îngrijirii persoanelor);</w:t>
            </w:r>
          </w:p>
          <w:p w:rsidR="00DE1DAA" w:rsidRPr="00810ADF" w:rsidRDefault="003E109E">
            <w:pPr>
              <w:numPr>
                <w:ilvl w:val="0"/>
                <w:numId w:val="24"/>
              </w:numPr>
              <w:spacing w:before="60" w:after="60" w:line="240" w:lineRule="exact"/>
              <w:ind w:left="709" w:hanging="284"/>
              <w:textAlignment w:val="auto"/>
              <w:rPr>
                <w:sz w:val="18"/>
              </w:rPr>
            </w:pPr>
            <w:r w:rsidRPr="00810ADF">
              <w:rPr>
                <w:sz w:val="18"/>
              </w:rPr>
              <w:t xml:space="preserve">serviciile oferite de </w:t>
            </w:r>
            <w:r w:rsidRPr="00810ADF">
              <w:rPr>
                <w:b/>
                <w:sz w:val="18"/>
              </w:rPr>
              <w:t>agenția de plasare</w:t>
            </w:r>
            <w:r w:rsidRPr="00810ADF">
              <w:rPr>
                <w:sz w:val="18"/>
              </w:rPr>
              <w:t xml:space="preserve"> cu menționarea costurilor, la cerere, în formă scrisă.</w:t>
            </w:r>
          </w:p>
        </w:tc>
      </w:tr>
      <w:tr w:rsidR="00DE1DAA" w:rsidRPr="00810ADF">
        <w:trPr>
          <w:trHeight w:val="296"/>
        </w:trPr>
        <w:tc>
          <w:tcPr>
            <w:tcW w:w="10632" w:type="dxa"/>
            <w:gridSpan w:val="6"/>
            <w:tcBorders>
              <w:bottom w:val="nil"/>
            </w:tcBorders>
            <w:shd w:val="clear" w:color="auto" w:fill="auto"/>
          </w:tcPr>
          <w:p w:rsidR="00DE1DAA" w:rsidRPr="00810ADF" w:rsidRDefault="003E109E">
            <w:pPr>
              <w:numPr>
                <w:ilvl w:val="0"/>
                <w:numId w:val="25"/>
              </w:numPr>
              <w:spacing w:before="60" w:after="60" w:line="240" w:lineRule="exact"/>
              <w:rPr>
                <w:b/>
              </w:rPr>
            </w:pPr>
            <w:r w:rsidRPr="00810ADF">
              <w:rPr>
                <w:b/>
              </w:rPr>
              <w:t>Informații și date relevante pentru subvenționare</w:t>
            </w:r>
          </w:p>
        </w:tc>
      </w:tr>
      <w:tr w:rsidR="00DE1DAA" w:rsidRPr="00810ADF">
        <w:trPr>
          <w:trHeight w:val="424"/>
        </w:trPr>
        <w:tc>
          <w:tcPr>
            <w:tcW w:w="10632" w:type="dxa"/>
            <w:gridSpan w:val="6"/>
            <w:tcBorders>
              <w:bottom w:val="single" w:sz="4" w:space="0" w:color="auto"/>
            </w:tcBorders>
            <w:shd w:val="clear" w:color="auto" w:fill="auto"/>
          </w:tcPr>
          <w:p w:rsidR="00DE1DAA" w:rsidRPr="00810ADF" w:rsidRDefault="00E96694">
            <w:pPr>
              <w:spacing w:before="60" w:after="60" w:line="220" w:lineRule="atLeast"/>
              <w:ind w:left="360"/>
              <w:rPr>
                <w:sz w:val="18"/>
              </w:rPr>
            </w:pPr>
            <w:r>
              <w:rPr>
                <w:sz w:val="18"/>
              </w:rPr>
              <w:t xml:space="preserve">7.1 </w:t>
            </w:r>
            <w:r w:rsidR="003E109E" w:rsidRPr="00810ADF">
              <w:rPr>
                <w:sz w:val="18"/>
              </w:rPr>
              <w:t xml:space="preserve">Persoana asistată - dacă sunt îndeplinite condițiile prealabile - are dreptul la o subvenție, în măsura în care necesită o îngrijire de 24 de ore din 24, </w:t>
            </w:r>
            <w:hyperlink r:id="rId7" w:history="1">
              <w:r w:rsidR="003E109E" w:rsidRPr="00810ADF">
                <w:rPr>
                  <w:rStyle w:val="Hyperlink"/>
                  <w:rFonts w:cs="Arial"/>
                  <w:color w:val="auto"/>
                  <w:sz w:val="18"/>
                  <w:u w:val="none"/>
                </w:rPr>
                <w:t>încasează alocația pentru îngrijire</w:t>
              </w:r>
            </w:hyperlink>
            <w:r w:rsidR="003E109E" w:rsidRPr="00810ADF">
              <w:rPr>
                <w:sz w:val="18"/>
              </w:rPr>
              <w:t xml:space="preserve"> conform legislației interne de la nivelul 3, iar venitul net lunar nu depășește 2.500 Euro (limita de venit crește dacă în aceeași gospodărie trăiesc persoane care au drept la întreținere). Nu sunt considerate venituri, printre altele </w:t>
            </w:r>
            <w:hyperlink r:id="rId8" w:history="1">
              <w:r w:rsidR="003E109E" w:rsidRPr="00810ADF">
                <w:rPr>
                  <w:rStyle w:val="Hyperlink"/>
                  <w:rFonts w:cs="Arial"/>
                  <w:color w:val="auto"/>
                  <w:sz w:val="18"/>
                  <w:u w:val="none"/>
                </w:rPr>
                <w:t>alocația pentru îngrijire</w:t>
              </w:r>
            </w:hyperlink>
            <w:r w:rsidR="003E109E" w:rsidRPr="00810ADF">
              <w:rPr>
                <w:sz w:val="18"/>
              </w:rPr>
              <w:t xml:space="preserve">, plăți speciale, </w:t>
            </w:r>
            <w:hyperlink r:id="rId9" w:history="1">
              <w:r w:rsidR="003E109E" w:rsidRPr="00810ADF">
                <w:rPr>
                  <w:rStyle w:val="Hyperlink"/>
                  <w:rFonts w:cs="Arial"/>
                  <w:color w:val="auto"/>
                  <w:sz w:val="18"/>
                  <w:u w:val="none"/>
                </w:rPr>
                <w:t>alocație familială</w:t>
              </w:r>
            </w:hyperlink>
            <w:r w:rsidR="003E109E" w:rsidRPr="00810ADF">
              <w:rPr>
                <w:sz w:val="18"/>
              </w:rPr>
              <w:t xml:space="preserve">, </w:t>
            </w:r>
            <w:hyperlink r:id="rId10" w:history="1">
              <w:r w:rsidR="003E109E" w:rsidRPr="00810ADF">
                <w:rPr>
                  <w:rStyle w:val="Hyperlink"/>
                  <w:rFonts w:cs="Arial"/>
                  <w:color w:val="auto"/>
                  <w:sz w:val="18"/>
                  <w:u w:val="none"/>
                </w:rPr>
                <w:t>alocația pentru îngrijirea copilului</w:t>
              </w:r>
            </w:hyperlink>
            <w:r w:rsidR="003E109E" w:rsidRPr="00810ADF">
              <w:rPr>
                <w:sz w:val="18"/>
              </w:rPr>
              <w:t xml:space="preserve">, </w:t>
            </w:r>
            <w:hyperlink r:id="rId11" w:history="1">
              <w:r w:rsidR="003E109E" w:rsidRPr="00810ADF">
                <w:rPr>
                  <w:rStyle w:val="Hyperlink"/>
                  <w:rFonts w:cs="Arial"/>
                  <w:color w:val="auto"/>
                  <w:sz w:val="18"/>
                  <w:u w:val="none"/>
                </w:rPr>
                <w:t>subvențiile pentru locuințe</w:t>
              </w:r>
            </w:hyperlink>
            <w:r w:rsidR="003E109E" w:rsidRPr="00810ADF">
              <w:rPr>
                <w:sz w:val="18"/>
              </w:rPr>
              <w:t xml:space="preserve"> și bunurile persoanei ce necesită îngrijire.</w:t>
            </w:r>
          </w:p>
          <w:p w:rsidR="00DE1DAA" w:rsidRPr="00810ADF" w:rsidRDefault="003E109E">
            <w:pPr>
              <w:spacing w:before="60" w:after="60" w:line="220" w:lineRule="atLeast"/>
              <w:ind w:left="360"/>
              <w:rPr>
                <w:sz w:val="18"/>
              </w:rPr>
            </w:pPr>
            <w:r w:rsidRPr="00810ADF">
              <w:rPr>
                <w:sz w:val="18"/>
              </w:rPr>
              <w:t>Pentru a beneficia de subvenție, trebuie să se demonstreze suplimentar că firma de asistență</w:t>
            </w:r>
            <w:r w:rsidR="00E96694">
              <w:rPr>
                <w:sz w:val="18"/>
              </w:rPr>
              <w:t xml:space="preserve"> sau persoanele angajate pentru acordarea de îngrijiri</w:t>
            </w:r>
            <w:r w:rsidRPr="00810ADF">
              <w:rPr>
                <w:sz w:val="18"/>
              </w:rPr>
              <w:t>:</w:t>
            </w:r>
          </w:p>
          <w:p w:rsidR="00DE1DAA" w:rsidRPr="00810ADF" w:rsidRDefault="003E109E">
            <w:pPr>
              <w:numPr>
                <w:ilvl w:val="0"/>
                <w:numId w:val="28"/>
              </w:numPr>
              <w:spacing w:before="60" w:after="60" w:line="220" w:lineRule="atLeast"/>
              <w:rPr>
                <w:sz w:val="18"/>
              </w:rPr>
            </w:pPr>
            <w:r w:rsidRPr="00810ADF">
              <w:rPr>
                <w:sz w:val="18"/>
              </w:rPr>
              <w:t xml:space="preserve">a beneficiat de cursuri teoretice de pregătire profesională care corespund, în esență, celor de asistent/ă la domiciliu </w:t>
            </w:r>
            <w:r w:rsidR="00E96694">
              <w:rPr>
                <w:sz w:val="18"/>
              </w:rPr>
              <w:t>(</w:t>
            </w:r>
            <w:r w:rsidR="00E96694" w:rsidRPr="00DB1AA2">
              <w:rPr>
                <w:sz w:val="18"/>
              </w:rPr>
              <w:t>sau dovada unui institut de pregătire că ați terminat un curs de asistență medicală de cel puțin 200 de ore de teorie și practică</w:t>
            </w:r>
            <w:r w:rsidR="00E96694">
              <w:rPr>
                <w:sz w:val="18"/>
              </w:rPr>
              <w:t xml:space="preserve">) </w:t>
            </w:r>
            <w:r w:rsidR="00E96694" w:rsidRPr="004B478E">
              <w:rPr>
                <w:sz w:val="18"/>
              </w:rPr>
              <w:t>sau</w:t>
            </w:r>
          </w:p>
          <w:p w:rsidR="00DE1DAA" w:rsidRPr="00810ADF" w:rsidRDefault="00E96694">
            <w:pPr>
              <w:numPr>
                <w:ilvl w:val="0"/>
                <w:numId w:val="28"/>
              </w:numPr>
              <w:spacing w:before="60" w:after="60" w:line="220" w:lineRule="atLeast"/>
              <w:rPr>
                <w:sz w:val="18"/>
              </w:rPr>
            </w:pPr>
            <w:r w:rsidRPr="004B478E">
              <w:rPr>
                <w:sz w:val="18"/>
              </w:rPr>
              <w:t>îngrijirea adecvată a persoanei asistate timp de cel puțin șase luni</w:t>
            </w:r>
            <w:r>
              <w:rPr>
                <w:sz w:val="18"/>
              </w:rPr>
              <w:t xml:space="preserve"> (</w:t>
            </w:r>
            <w:r w:rsidRPr="00DB1AA2">
              <w:rPr>
                <w:sz w:val="18"/>
              </w:rPr>
              <w:t xml:space="preserve">în </w:t>
            </w:r>
            <w:r>
              <w:rPr>
                <w:sz w:val="18"/>
              </w:rPr>
              <w:t>temeiul</w:t>
            </w:r>
            <w:r w:rsidRPr="00DB1AA2">
              <w:rPr>
                <w:sz w:val="18"/>
              </w:rPr>
              <w:t xml:space="preserve"> legii privind îngrijirea </w:t>
            </w:r>
            <w:r>
              <w:rPr>
                <w:sz w:val="18"/>
              </w:rPr>
              <w:t>la domiciliu</w:t>
            </w:r>
            <w:r w:rsidRPr="00DB1AA2">
              <w:rPr>
                <w:sz w:val="18"/>
              </w:rPr>
              <w:t xml:space="preserve"> sau în conformitate cu articolul 159 din </w:t>
            </w:r>
            <w:r>
              <w:rPr>
                <w:sz w:val="18"/>
              </w:rPr>
              <w:t>Legea</w:t>
            </w:r>
            <w:r w:rsidRPr="00DB1AA2">
              <w:rPr>
                <w:sz w:val="18"/>
              </w:rPr>
              <w:t xml:space="preserve"> comer</w:t>
            </w:r>
            <w:r>
              <w:rPr>
                <w:sz w:val="18"/>
              </w:rPr>
              <w:t>țului</w:t>
            </w:r>
            <w:r w:rsidRPr="00DB1AA2">
              <w:rPr>
                <w:sz w:val="18"/>
              </w:rPr>
              <w:t xml:space="preserve"> din 1994</w:t>
            </w:r>
            <w:r>
              <w:rPr>
                <w:sz w:val="18"/>
              </w:rPr>
              <w:t xml:space="preserve">) </w:t>
            </w:r>
            <w:r w:rsidRPr="004B478E">
              <w:rPr>
                <w:sz w:val="18"/>
              </w:rPr>
              <w:t>sau</w:t>
            </w:r>
          </w:p>
          <w:p w:rsidR="00DE1DAA" w:rsidRPr="00810ADF" w:rsidRDefault="00E96694" w:rsidP="00D829CB">
            <w:pPr>
              <w:numPr>
                <w:ilvl w:val="0"/>
                <w:numId w:val="28"/>
              </w:numPr>
              <w:spacing w:before="60" w:after="60" w:line="220" w:lineRule="atLeast"/>
              <w:rPr>
                <w:sz w:val="18"/>
              </w:rPr>
            </w:pPr>
            <w:r>
              <w:rPr>
                <w:sz w:val="18"/>
              </w:rPr>
              <w:t>prestarea</w:t>
            </w:r>
            <w:r w:rsidRPr="00DB1AA2">
              <w:rPr>
                <w:sz w:val="18"/>
              </w:rPr>
              <w:t xml:space="preserve"> anumitor acti</w:t>
            </w:r>
            <w:r>
              <w:rPr>
                <w:sz w:val="18"/>
              </w:rPr>
              <w:t>vități de asistență medicală și</w:t>
            </w:r>
            <w:r w:rsidRPr="00DB1AA2">
              <w:rPr>
                <w:sz w:val="18"/>
              </w:rPr>
              <w:t xml:space="preserve">/sau </w:t>
            </w:r>
            <w:r>
              <w:rPr>
                <w:sz w:val="18"/>
              </w:rPr>
              <w:t>îngrijire</w:t>
            </w:r>
            <w:r w:rsidRPr="00DB1AA2">
              <w:rPr>
                <w:sz w:val="18"/>
              </w:rPr>
              <w:t xml:space="preserve"> conform instrucțiunilor, </w:t>
            </w:r>
            <w:r>
              <w:rPr>
                <w:sz w:val="18"/>
              </w:rPr>
              <w:t>indicațiilor</w:t>
            </w:r>
            <w:r w:rsidRPr="00DB1AA2">
              <w:rPr>
                <w:sz w:val="18"/>
              </w:rPr>
              <w:t xml:space="preserve"> și sub controlul unui profesionist calificat în domeniul sănătății și al asistentei medicale sau al unui medic (autorizație în conformitate cu secțiunea 3b sau secțiunea 15 din Legea privind sănătatea și asistența medicală sau în conformitate cu secțiunea 50b din Legea practicilor medicale din 1998</w:t>
            </w:r>
            <w:r w:rsidR="003E109E" w:rsidRPr="00810ADF">
              <w:rPr>
                <w:sz w:val="18"/>
              </w:rPr>
              <w:t>).</w:t>
            </w:r>
          </w:p>
          <w:p w:rsidR="00DE1DAA" w:rsidRPr="00810ADF" w:rsidRDefault="003E109E" w:rsidP="00872A21">
            <w:pPr>
              <w:spacing w:before="60" w:after="60" w:line="220" w:lineRule="atLeast"/>
              <w:ind w:left="360"/>
              <w:rPr>
                <w:sz w:val="18"/>
              </w:rPr>
            </w:pPr>
            <w:r w:rsidRPr="00810ADF">
              <w:rPr>
                <w:sz w:val="18"/>
              </w:rPr>
              <w:t>Următoarele condiții preliminare trebuie să fie îndeplinite, în special, de</w:t>
            </w:r>
            <w:r w:rsidR="00E96694">
              <w:rPr>
                <w:sz w:val="18"/>
              </w:rPr>
              <w:t xml:space="preserve"> solicitant sau</w:t>
            </w:r>
            <w:r w:rsidRPr="00810ADF">
              <w:rPr>
                <w:sz w:val="18"/>
              </w:rPr>
              <w:t xml:space="preserve"> persoana asistată sau trebuie să fie disponibile la depunerea cererii:</w:t>
            </w:r>
          </w:p>
          <w:p w:rsidR="00DE1DAA" w:rsidRPr="00810ADF" w:rsidRDefault="003E109E">
            <w:pPr>
              <w:numPr>
                <w:ilvl w:val="0"/>
                <w:numId w:val="28"/>
              </w:numPr>
              <w:spacing w:before="60" w:after="60" w:line="220" w:lineRule="atLeast"/>
              <w:ind w:left="714" w:hanging="357"/>
              <w:rPr>
                <w:sz w:val="18"/>
              </w:rPr>
            </w:pPr>
            <w:r w:rsidRPr="00810ADF">
              <w:rPr>
                <w:sz w:val="18"/>
              </w:rPr>
              <w:t xml:space="preserve">de la două firme de asistență o declarație că, pentru perioada de subvenționare aparținătorii persoanei asistate nu beneficiază de o asigurare socială favorizată  în sensul dispozițiilor Legii generale privind securitatea socială (ASVG), Legii privind asigurările sociale (GSVG) sau Legii privind securitatea socială a agricultorilor (BSVG). </w:t>
            </w:r>
          </w:p>
          <w:p w:rsidR="00DE1DAA" w:rsidRPr="00810ADF" w:rsidRDefault="003E109E">
            <w:pPr>
              <w:numPr>
                <w:ilvl w:val="0"/>
                <w:numId w:val="28"/>
              </w:numPr>
              <w:spacing w:before="60" w:after="60" w:line="220" w:lineRule="atLeast"/>
              <w:ind w:left="714" w:hanging="357"/>
              <w:rPr>
                <w:sz w:val="18"/>
              </w:rPr>
            </w:pPr>
            <w:r w:rsidRPr="00810ADF">
              <w:rPr>
                <w:sz w:val="18"/>
              </w:rPr>
              <w:t>o decizie /decizie finală privind alocația de îngrijire,</w:t>
            </w:r>
          </w:p>
          <w:p w:rsidR="00DE1DAA" w:rsidRPr="00810ADF" w:rsidRDefault="003E109E">
            <w:pPr>
              <w:numPr>
                <w:ilvl w:val="0"/>
                <w:numId w:val="28"/>
              </w:numPr>
              <w:spacing w:before="60" w:after="60" w:line="220" w:lineRule="atLeast"/>
              <w:ind w:left="714" w:hanging="357"/>
              <w:rPr>
                <w:sz w:val="18"/>
              </w:rPr>
            </w:pPr>
            <w:r w:rsidRPr="00810ADF">
              <w:rPr>
                <w:sz w:val="18"/>
              </w:rPr>
              <w:t xml:space="preserve">la încasarea de indemnizații de îngrijire de nivel 3 și 4, o confirmare medicală bine întemeiată (specialist) sau o confirmare argumentată </w:t>
            </w:r>
            <w:r w:rsidRPr="00810ADF">
              <w:rPr>
                <w:b/>
                <w:sz w:val="18"/>
              </w:rPr>
              <w:t xml:space="preserve">   </w:t>
            </w:r>
            <w:r w:rsidRPr="00810ADF">
              <w:rPr>
                <w:sz w:val="18"/>
              </w:rPr>
              <w:t xml:space="preserve">pentru estimarea necesității de îngrijire prin intermediul personalului medical de specialitate pentru necesitatea de asistență de 24 de ore din 24, </w:t>
            </w:r>
          </w:p>
          <w:p w:rsidR="00DE1DAA" w:rsidRPr="00810ADF" w:rsidRDefault="003E109E" w:rsidP="00E96694">
            <w:pPr>
              <w:numPr>
                <w:ilvl w:val="0"/>
                <w:numId w:val="28"/>
              </w:numPr>
              <w:spacing w:before="60" w:after="60" w:line="220" w:lineRule="atLeast"/>
              <w:ind w:left="714" w:hanging="357"/>
              <w:rPr>
                <w:sz w:val="18"/>
              </w:rPr>
            </w:pPr>
            <w:r w:rsidRPr="00810ADF">
              <w:rPr>
                <w:sz w:val="18"/>
              </w:rPr>
              <w:t>o declarație de venit</w:t>
            </w:r>
            <w:r w:rsidR="00E96694">
              <w:rPr>
                <w:sz w:val="18"/>
              </w:rPr>
              <w:t xml:space="preserve"> și</w:t>
            </w:r>
            <w:r w:rsidRPr="00810ADF">
              <w:rPr>
                <w:sz w:val="18"/>
              </w:rPr>
              <w:t xml:space="preserve"> obligații de întreținere a persoanei care are nevoie de îngrijire</w:t>
            </w:r>
            <w:r w:rsidRPr="00810ADF">
              <w:rPr>
                <w:b/>
                <w:sz w:val="18"/>
              </w:rPr>
              <w:t>;</w:t>
            </w:r>
          </w:p>
        </w:tc>
      </w:tr>
      <w:tr w:rsidR="00DE1DAA" w:rsidRPr="00810ADF">
        <w:trPr>
          <w:trHeight w:val="558"/>
        </w:trPr>
        <w:tc>
          <w:tcPr>
            <w:tcW w:w="10632" w:type="dxa"/>
            <w:gridSpan w:val="6"/>
            <w:tcBorders>
              <w:bottom w:val="nil"/>
            </w:tcBorders>
            <w:shd w:val="clear" w:color="auto" w:fill="auto"/>
          </w:tcPr>
          <w:p w:rsidR="00DE1DAA" w:rsidRPr="00810ADF" w:rsidRDefault="003E109E">
            <w:pPr>
              <w:numPr>
                <w:ilvl w:val="1"/>
                <w:numId w:val="25"/>
              </w:numPr>
              <w:spacing w:before="60" w:after="60" w:line="240" w:lineRule="exact"/>
              <w:ind w:left="426" w:hanging="426"/>
              <w:rPr>
                <w:sz w:val="18"/>
              </w:rPr>
            </w:pPr>
            <w:r w:rsidRPr="00810ADF">
              <w:rPr>
                <w:sz w:val="18"/>
              </w:rPr>
              <w:lastRenderedPageBreak/>
              <w:t xml:space="preserve">Persoana asistată </w:t>
            </w:r>
            <w:r w:rsidRPr="00810ADF">
              <w:rPr>
                <w:b/>
                <w:sz w:val="18"/>
              </w:rPr>
              <w:t>încasează alocația pentru îngrijire</w:t>
            </w:r>
            <w:r w:rsidRPr="00810ADF">
              <w:rPr>
                <w:sz w:val="18"/>
              </w:rPr>
              <w:t>?</w:t>
            </w:r>
          </w:p>
        </w:tc>
      </w:tr>
      <w:tr w:rsidR="00DE1DAA" w:rsidRPr="00810ADF">
        <w:trPr>
          <w:trHeight w:val="1398"/>
        </w:trPr>
        <w:tc>
          <w:tcPr>
            <w:tcW w:w="4896" w:type="dxa"/>
            <w:gridSpan w:val="4"/>
            <w:tcBorders>
              <w:top w:val="nil"/>
              <w:bottom w:val="single" w:sz="4" w:space="0" w:color="auto"/>
              <w:right w:val="nil"/>
            </w:tcBorders>
            <w:shd w:val="clear" w:color="auto" w:fill="auto"/>
          </w:tcPr>
          <w:p w:rsidR="00DE1DAA" w:rsidRPr="00810ADF" w:rsidRDefault="003E109E">
            <w:pPr>
              <w:numPr>
                <w:ilvl w:val="0"/>
                <w:numId w:val="27"/>
              </w:numPr>
              <w:spacing w:before="60" w:after="60" w:line="240" w:lineRule="exact"/>
              <w:ind w:left="709" w:hanging="283"/>
              <w:textAlignment w:val="auto"/>
              <w:rPr>
                <w:sz w:val="18"/>
              </w:rPr>
            </w:pPr>
            <w:r w:rsidRPr="00810ADF">
              <w:rPr>
                <w:sz w:val="18"/>
              </w:rPr>
              <w:t xml:space="preserve">Da, persoanei asistate </w:t>
            </w:r>
            <w:r w:rsidRPr="00810ADF">
              <w:rPr>
                <w:sz w:val="18"/>
              </w:rPr>
              <w:br/>
            </w:r>
            <w:r w:rsidRPr="00810ADF">
              <w:rPr>
                <w:sz w:val="18"/>
              </w:rPr>
              <w:br/>
              <w:t xml:space="preserve">i-a fost acordată ____________________ </w:t>
            </w:r>
            <w:r w:rsidRPr="00810ADF">
              <w:rPr>
                <w:sz w:val="18"/>
              </w:rPr>
              <w:br/>
            </w:r>
            <w:r w:rsidRPr="00810ADF">
              <w:rPr>
                <w:sz w:val="18"/>
              </w:rPr>
              <w:br/>
              <w:t>alocație de îngrijire la nivelul ____.</w:t>
            </w:r>
          </w:p>
        </w:tc>
        <w:tc>
          <w:tcPr>
            <w:tcW w:w="5736" w:type="dxa"/>
            <w:gridSpan w:val="2"/>
            <w:tcBorders>
              <w:top w:val="nil"/>
              <w:left w:val="nil"/>
              <w:bottom w:val="single" w:sz="4" w:space="0" w:color="auto"/>
            </w:tcBorders>
            <w:shd w:val="clear" w:color="auto" w:fill="auto"/>
          </w:tcPr>
          <w:p w:rsidR="00DE1DAA" w:rsidRPr="00810ADF" w:rsidRDefault="003E109E">
            <w:pPr>
              <w:numPr>
                <w:ilvl w:val="0"/>
                <w:numId w:val="27"/>
              </w:numPr>
              <w:spacing w:before="60" w:after="60" w:line="240" w:lineRule="exact"/>
              <w:ind w:hanging="266"/>
              <w:textAlignment w:val="auto"/>
              <w:rPr>
                <w:sz w:val="18"/>
              </w:rPr>
            </w:pPr>
            <w:r w:rsidRPr="00810ADF">
              <w:rPr>
                <w:sz w:val="18"/>
              </w:rPr>
              <w:t xml:space="preserve">Nu </w:t>
            </w:r>
          </w:p>
        </w:tc>
      </w:tr>
      <w:tr w:rsidR="00DE1DAA" w:rsidRPr="00810ADF">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rsidR="00DE1DAA" w:rsidRPr="00810ADF" w:rsidRDefault="003E109E">
            <w:pPr>
              <w:numPr>
                <w:ilvl w:val="1"/>
                <w:numId w:val="25"/>
              </w:numPr>
              <w:spacing w:before="60" w:after="60" w:line="240" w:lineRule="exact"/>
              <w:ind w:left="426" w:hanging="426"/>
              <w:textAlignment w:val="auto"/>
              <w:rPr>
                <w:sz w:val="18"/>
              </w:rPr>
            </w:pPr>
            <w:r w:rsidRPr="00810ADF">
              <w:rPr>
                <w:sz w:val="18"/>
              </w:rPr>
              <w:t xml:space="preserve">Există </w:t>
            </w:r>
            <w:r w:rsidRPr="00810ADF">
              <w:rPr>
                <w:b/>
                <w:sz w:val="18"/>
              </w:rPr>
              <w:t xml:space="preserve">o confirmare din partea unui medic specialist </w:t>
            </w:r>
            <w:r w:rsidRPr="00810ADF">
              <w:rPr>
                <w:sz w:val="18"/>
              </w:rPr>
              <w:t>sau o</w:t>
            </w:r>
            <w:r w:rsidRPr="00810ADF">
              <w:rPr>
                <w:b/>
                <w:sz w:val="18"/>
              </w:rPr>
              <w:t xml:space="preserve"> confirmare întemeiată </w:t>
            </w:r>
            <w:r w:rsidRPr="00810ADF">
              <w:rPr>
                <w:sz w:val="18"/>
              </w:rPr>
              <w:t>pentru</w:t>
            </w:r>
            <w:r w:rsidRPr="00810ADF">
              <w:rPr>
                <w:b/>
                <w:sz w:val="18"/>
              </w:rPr>
              <w:t xml:space="preserve"> </w:t>
            </w:r>
            <w:r w:rsidRPr="00810ADF">
              <w:rPr>
                <w:sz w:val="18"/>
              </w:rPr>
              <w:t xml:space="preserve"> estimarea necesității de îngrijire din partea personalului medical de specialitate în ceea ce privește necesitatea îngrijirii de 24 de ore din 24? </w:t>
            </w:r>
          </w:p>
        </w:tc>
      </w:tr>
      <w:tr w:rsidR="00DE1DAA" w:rsidRPr="00810ADF">
        <w:trPr>
          <w:trHeight w:val="102"/>
        </w:trPr>
        <w:tc>
          <w:tcPr>
            <w:tcW w:w="2494" w:type="dxa"/>
            <w:tcBorders>
              <w:top w:val="nil"/>
              <w:left w:val="single" w:sz="4" w:space="0" w:color="auto"/>
              <w:bottom w:val="nil"/>
              <w:right w:val="nil"/>
            </w:tcBorders>
            <w:shd w:val="clear" w:color="auto" w:fill="auto"/>
          </w:tcPr>
          <w:p w:rsidR="00DE1DAA" w:rsidRPr="00810ADF" w:rsidRDefault="003E109E">
            <w:pPr>
              <w:numPr>
                <w:ilvl w:val="0"/>
                <w:numId w:val="27"/>
              </w:numPr>
              <w:spacing w:before="60" w:after="60" w:line="240" w:lineRule="exact"/>
              <w:ind w:left="426" w:firstLine="425"/>
              <w:textAlignment w:val="auto"/>
              <w:rPr>
                <w:sz w:val="18"/>
              </w:rPr>
            </w:pPr>
            <w:r w:rsidRPr="00810ADF">
              <w:rPr>
                <w:sz w:val="18"/>
              </w:rPr>
              <w:t>Da</w:t>
            </w:r>
          </w:p>
        </w:tc>
        <w:tc>
          <w:tcPr>
            <w:tcW w:w="8138" w:type="dxa"/>
            <w:gridSpan w:val="5"/>
            <w:tcBorders>
              <w:top w:val="nil"/>
              <w:left w:val="nil"/>
              <w:bottom w:val="nil"/>
              <w:right w:val="single" w:sz="4" w:space="0" w:color="auto"/>
            </w:tcBorders>
            <w:shd w:val="clear" w:color="auto" w:fill="auto"/>
          </w:tcPr>
          <w:p w:rsidR="00DE1DAA" w:rsidRPr="00810ADF" w:rsidRDefault="003E109E">
            <w:pPr>
              <w:numPr>
                <w:ilvl w:val="0"/>
                <w:numId w:val="27"/>
              </w:numPr>
              <w:spacing w:before="60" w:after="60" w:line="240" w:lineRule="exact"/>
              <w:ind w:firstLine="425"/>
              <w:textAlignment w:val="auto"/>
              <w:rPr>
                <w:sz w:val="18"/>
              </w:rPr>
            </w:pPr>
            <w:r w:rsidRPr="00810ADF">
              <w:rPr>
                <w:sz w:val="18"/>
              </w:rPr>
              <w:t>Nu</w:t>
            </w:r>
          </w:p>
        </w:tc>
      </w:tr>
      <w:tr w:rsidR="00DE1DAA" w:rsidRPr="00810ADF">
        <w:trPr>
          <w:trHeight w:val="164"/>
        </w:trPr>
        <w:tc>
          <w:tcPr>
            <w:tcW w:w="10632" w:type="dxa"/>
            <w:gridSpan w:val="6"/>
            <w:tcBorders>
              <w:top w:val="nil"/>
              <w:left w:val="single" w:sz="4" w:space="0" w:color="auto"/>
              <w:bottom w:val="nil"/>
              <w:right w:val="single" w:sz="4" w:space="0" w:color="auto"/>
            </w:tcBorders>
            <w:shd w:val="clear" w:color="auto" w:fill="auto"/>
          </w:tcPr>
          <w:p w:rsidR="00DE1DAA" w:rsidRPr="00810ADF" w:rsidRDefault="003E109E">
            <w:pPr>
              <w:tabs>
                <w:tab w:val="left" w:pos="0"/>
              </w:tabs>
              <w:spacing w:before="60" w:after="60" w:line="240" w:lineRule="exact"/>
              <w:ind w:left="426"/>
              <w:textAlignment w:val="auto"/>
              <w:rPr>
                <w:sz w:val="18"/>
              </w:rPr>
            </w:pPr>
            <w:r w:rsidRPr="00810ADF">
              <w:rPr>
                <w:sz w:val="18"/>
              </w:rPr>
              <w:t xml:space="preserve">Dacă nu, există </w:t>
            </w:r>
            <w:r w:rsidRPr="00810ADF">
              <w:rPr>
                <w:b/>
                <w:sz w:val="18"/>
              </w:rPr>
              <w:t>necesitatea unei asistențe de 24 de ore din 24</w:t>
            </w:r>
            <w:r w:rsidRPr="00810ADF">
              <w:rPr>
                <w:sz w:val="18"/>
              </w:rPr>
              <w:t>?</w:t>
            </w:r>
          </w:p>
        </w:tc>
      </w:tr>
      <w:tr w:rsidR="00DE1DAA" w:rsidRPr="00810ADF">
        <w:trPr>
          <w:trHeight w:val="201"/>
        </w:trPr>
        <w:tc>
          <w:tcPr>
            <w:tcW w:w="2494" w:type="dxa"/>
            <w:tcBorders>
              <w:top w:val="nil"/>
              <w:left w:val="single" w:sz="4" w:space="0" w:color="auto"/>
              <w:bottom w:val="single" w:sz="4" w:space="0" w:color="auto"/>
              <w:right w:val="nil"/>
            </w:tcBorders>
            <w:shd w:val="clear" w:color="auto" w:fill="auto"/>
          </w:tcPr>
          <w:p w:rsidR="00DE1DAA" w:rsidRPr="00810ADF" w:rsidRDefault="003E109E">
            <w:pPr>
              <w:numPr>
                <w:ilvl w:val="0"/>
                <w:numId w:val="27"/>
              </w:numPr>
              <w:spacing w:before="60" w:after="60" w:line="240" w:lineRule="exact"/>
              <w:ind w:left="426" w:firstLine="425"/>
              <w:textAlignment w:val="auto"/>
              <w:rPr>
                <w:sz w:val="18"/>
              </w:rPr>
            </w:pPr>
            <w:r w:rsidRPr="00810ADF">
              <w:rPr>
                <w:sz w:val="18"/>
              </w:rPr>
              <w:t>Da</w:t>
            </w:r>
          </w:p>
        </w:tc>
        <w:tc>
          <w:tcPr>
            <w:tcW w:w="8138" w:type="dxa"/>
            <w:gridSpan w:val="5"/>
            <w:tcBorders>
              <w:top w:val="nil"/>
              <w:left w:val="nil"/>
              <w:bottom w:val="single" w:sz="4" w:space="0" w:color="auto"/>
              <w:right w:val="single" w:sz="4" w:space="0" w:color="auto"/>
            </w:tcBorders>
            <w:shd w:val="clear" w:color="auto" w:fill="auto"/>
          </w:tcPr>
          <w:p w:rsidR="00DE1DAA" w:rsidRPr="00810ADF" w:rsidRDefault="003E109E">
            <w:pPr>
              <w:numPr>
                <w:ilvl w:val="0"/>
                <w:numId w:val="27"/>
              </w:numPr>
              <w:spacing w:before="60" w:after="60" w:line="240" w:lineRule="exact"/>
              <w:ind w:firstLine="425"/>
              <w:textAlignment w:val="auto"/>
              <w:rPr>
                <w:sz w:val="18"/>
              </w:rPr>
            </w:pPr>
            <w:r w:rsidRPr="00810ADF">
              <w:rPr>
                <w:sz w:val="18"/>
              </w:rPr>
              <w:t>Nu</w:t>
            </w:r>
          </w:p>
        </w:tc>
      </w:tr>
      <w:tr w:rsidR="00DE1DAA" w:rsidRPr="00810ADF">
        <w:trPr>
          <w:trHeight w:val="516"/>
        </w:trPr>
        <w:tc>
          <w:tcPr>
            <w:tcW w:w="10632" w:type="dxa"/>
            <w:gridSpan w:val="6"/>
            <w:tcBorders>
              <w:top w:val="nil"/>
              <w:bottom w:val="nil"/>
            </w:tcBorders>
            <w:shd w:val="clear" w:color="auto" w:fill="auto"/>
          </w:tcPr>
          <w:p w:rsidR="00DE1DAA" w:rsidRPr="00810ADF" w:rsidRDefault="003E109E" w:rsidP="00E96694">
            <w:pPr>
              <w:spacing w:before="60" w:after="60" w:line="240" w:lineRule="exact"/>
              <w:ind w:left="142"/>
              <w:textAlignment w:val="auto"/>
              <w:rPr>
                <w:sz w:val="18"/>
              </w:rPr>
            </w:pPr>
            <w:r w:rsidRPr="00810ADF">
              <w:rPr>
                <w:b/>
                <w:sz w:val="18"/>
              </w:rPr>
              <w:t>Dacă da</w:t>
            </w:r>
            <w:r w:rsidRPr="00810ADF">
              <w:rPr>
                <w:sz w:val="18"/>
              </w:rPr>
              <w:t xml:space="preserve">, a fost deja prezentată de către persoana asistată sau </w:t>
            </w:r>
            <w:r w:rsidR="00E96694">
              <w:rPr>
                <w:sz w:val="18"/>
              </w:rPr>
              <w:t>de către solicitant</w:t>
            </w:r>
            <w:r w:rsidRPr="00810ADF">
              <w:rPr>
                <w:sz w:val="18"/>
              </w:rPr>
              <w:t xml:space="preserve"> </w:t>
            </w:r>
            <w:r w:rsidRPr="00810ADF">
              <w:rPr>
                <w:b/>
                <w:sz w:val="18"/>
              </w:rPr>
              <w:t>o cerere de asistență pentru îngrijirea de 24 de ore din 24</w:t>
            </w:r>
            <w:r w:rsidRPr="00810ADF">
              <w:rPr>
                <w:sz w:val="18"/>
              </w:rPr>
              <w:t xml:space="preserve"> din fondul de sprijin?</w:t>
            </w:r>
          </w:p>
        </w:tc>
      </w:tr>
      <w:tr w:rsidR="00DE1DAA" w:rsidRPr="00810ADF">
        <w:trPr>
          <w:trHeight w:val="217"/>
        </w:trPr>
        <w:tc>
          <w:tcPr>
            <w:tcW w:w="2519" w:type="dxa"/>
            <w:gridSpan w:val="2"/>
            <w:tcBorders>
              <w:top w:val="nil"/>
              <w:bottom w:val="nil"/>
              <w:right w:val="nil"/>
            </w:tcBorders>
            <w:shd w:val="clear" w:color="auto" w:fill="auto"/>
          </w:tcPr>
          <w:p w:rsidR="00DE1DAA" w:rsidRPr="00810ADF" w:rsidRDefault="003E109E">
            <w:pPr>
              <w:numPr>
                <w:ilvl w:val="0"/>
                <w:numId w:val="27"/>
              </w:numPr>
              <w:spacing w:before="60" w:after="60" w:line="240" w:lineRule="exact"/>
              <w:ind w:left="426" w:firstLine="425"/>
              <w:textAlignment w:val="auto"/>
              <w:rPr>
                <w:sz w:val="18"/>
              </w:rPr>
            </w:pPr>
            <w:r w:rsidRPr="00810ADF">
              <w:rPr>
                <w:sz w:val="18"/>
              </w:rPr>
              <w:t>Da</w:t>
            </w:r>
          </w:p>
        </w:tc>
        <w:tc>
          <w:tcPr>
            <w:tcW w:w="8113" w:type="dxa"/>
            <w:gridSpan w:val="4"/>
            <w:tcBorders>
              <w:top w:val="nil"/>
              <w:left w:val="nil"/>
              <w:bottom w:val="nil"/>
            </w:tcBorders>
            <w:shd w:val="clear" w:color="auto" w:fill="auto"/>
          </w:tcPr>
          <w:p w:rsidR="00DE1DAA" w:rsidRPr="00810ADF" w:rsidRDefault="003E109E">
            <w:pPr>
              <w:numPr>
                <w:ilvl w:val="0"/>
                <w:numId w:val="27"/>
              </w:numPr>
              <w:spacing w:before="60" w:after="60" w:line="240" w:lineRule="exact"/>
              <w:ind w:firstLine="425"/>
              <w:textAlignment w:val="auto"/>
              <w:rPr>
                <w:sz w:val="18"/>
              </w:rPr>
            </w:pPr>
            <w:r w:rsidRPr="00810ADF">
              <w:rPr>
                <w:sz w:val="18"/>
              </w:rPr>
              <w:t>Nu</w:t>
            </w:r>
          </w:p>
        </w:tc>
      </w:tr>
      <w:tr w:rsidR="00DE1DAA" w:rsidRPr="00810ADF">
        <w:trPr>
          <w:trHeight w:val="516"/>
        </w:trPr>
        <w:tc>
          <w:tcPr>
            <w:tcW w:w="10632" w:type="dxa"/>
            <w:gridSpan w:val="6"/>
            <w:tcBorders>
              <w:top w:val="nil"/>
              <w:bottom w:val="single" w:sz="4" w:space="0" w:color="auto"/>
            </w:tcBorders>
            <w:shd w:val="clear" w:color="auto" w:fill="auto"/>
          </w:tcPr>
          <w:p w:rsidR="00DE1DAA" w:rsidRPr="00810ADF" w:rsidRDefault="003E109E">
            <w:pPr>
              <w:spacing w:before="60" w:after="60" w:line="240" w:lineRule="exact"/>
              <w:ind w:left="142"/>
              <w:textAlignment w:val="auto"/>
              <w:rPr>
                <w:sz w:val="18"/>
              </w:rPr>
            </w:pPr>
            <w:r w:rsidRPr="00810ADF">
              <w:rPr>
                <w:sz w:val="18"/>
              </w:rPr>
              <w:t>Dacă da, rezultatul procesului (refuz/acordare, respectiv suma acordată)</w:t>
            </w:r>
          </w:p>
          <w:p w:rsidR="00DE1DAA" w:rsidRPr="00810ADF" w:rsidRDefault="003E109E">
            <w:pPr>
              <w:spacing w:before="60" w:after="60" w:line="240" w:lineRule="exact"/>
              <w:ind w:left="142"/>
              <w:textAlignment w:val="auto"/>
              <w:rPr>
                <w:sz w:val="18"/>
              </w:rPr>
            </w:pPr>
            <w:r w:rsidRPr="00810ADF">
              <w:rPr>
                <w:sz w:val="18"/>
              </w:rPr>
              <w:t>______________________________________________________________________________________________</w:t>
            </w:r>
          </w:p>
        </w:tc>
      </w:tr>
      <w:tr w:rsidR="00DE1DAA" w:rsidRPr="00810ADF">
        <w:trPr>
          <w:trHeight w:val="373"/>
        </w:trPr>
        <w:tc>
          <w:tcPr>
            <w:tcW w:w="10632" w:type="dxa"/>
            <w:gridSpan w:val="6"/>
            <w:tcBorders>
              <w:bottom w:val="single" w:sz="4" w:space="0" w:color="auto"/>
            </w:tcBorders>
            <w:shd w:val="clear" w:color="auto" w:fill="auto"/>
          </w:tcPr>
          <w:p w:rsidR="00DE1DAA" w:rsidRPr="00810ADF" w:rsidRDefault="003E109E">
            <w:pPr>
              <w:numPr>
                <w:ilvl w:val="0"/>
                <w:numId w:val="25"/>
              </w:numPr>
              <w:spacing w:before="60" w:after="60" w:line="240" w:lineRule="exact"/>
              <w:rPr>
                <w:b/>
              </w:rPr>
            </w:pPr>
            <w:r w:rsidRPr="00810ADF">
              <w:rPr>
                <w:rFonts w:ascii="Arial,Bold" w:hAnsi="Arial,Bold" w:cs="Arial,Bold"/>
                <w:b/>
              </w:rPr>
              <w:t>Politica de confidențialitate/acordul de confidențialitate</w:t>
            </w:r>
          </w:p>
        </w:tc>
      </w:tr>
      <w:tr w:rsidR="00DE1DAA" w:rsidRPr="00810ADF">
        <w:trPr>
          <w:trHeight w:val="563"/>
        </w:trPr>
        <w:tc>
          <w:tcPr>
            <w:tcW w:w="10632" w:type="dxa"/>
            <w:gridSpan w:val="6"/>
            <w:tcBorders>
              <w:bottom w:val="single" w:sz="4" w:space="0" w:color="auto"/>
            </w:tcBorders>
            <w:shd w:val="clear" w:color="auto" w:fill="auto"/>
          </w:tcPr>
          <w:p w:rsidR="00DE1DAA" w:rsidRPr="00810ADF" w:rsidRDefault="003E109E">
            <w:pPr>
              <w:numPr>
                <w:ilvl w:val="1"/>
                <w:numId w:val="25"/>
              </w:numPr>
              <w:spacing w:before="60" w:after="60" w:line="240" w:lineRule="exact"/>
              <w:ind w:left="426" w:hanging="426"/>
              <w:rPr>
                <w:sz w:val="18"/>
              </w:rPr>
            </w:pPr>
            <w:r w:rsidRPr="00810ADF">
              <w:rPr>
                <w:sz w:val="18"/>
              </w:rPr>
              <w:t>Date cu caracter personal</w:t>
            </w:r>
          </w:p>
          <w:p w:rsidR="007B4DCC" w:rsidRDefault="007B4DCC" w:rsidP="007B4DCC">
            <w:pPr>
              <w:spacing w:before="120" w:after="120" w:line="240" w:lineRule="exact"/>
              <w:ind w:left="360"/>
              <w:textAlignment w:val="auto"/>
              <w:rPr>
                <w:sz w:val="18"/>
              </w:rPr>
            </w:pPr>
            <w:r w:rsidRPr="004B3056">
              <w:rPr>
                <w:sz w:val="18"/>
              </w:rPr>
              <w:t xml:space="preserve">Pentru a </w:t>
            </w:r>
            <w:r>
              <w:rPr>
                <w:sz w:val="18"/>
              </w:rPr>
              <w:t>presta</w:t>
            </w:r>
            <w:r w:rsidRPr="004B3056">
              <w:rPr>
                <w:sz w:val="18"/>
              </w:rPr>
              <w:t xml:space="preserve"> serviciile convenite prin contract, este necesar ca </w:t>
            </w:r>
            <w:r>
              <w:rPr>
                <w:sz w:val="18"/>
              </w:rPr>
              <w:t>persoana care trebuie îngrijită și reprezentantul acesteia sau un solicitant desemnat de persoana care trebuie îngrijită (numit în continuare „Persoana afectată”)</w:t>
            </w:r>
            <w:r w:rsidRPr="004B3056">
              <w:rPr>
                <w:sz w:val="18"/>
              </w:rPr>
              <w:t xml:space="preserve"> să dezvăluie </w:t>
            </w:r>
            <w:r>
              <w:rPr>
                <w:sz w:val="18"/>
              </w:rPr>
              <w:t>agenției de plasare</w:t>
            </w:r>
            <w:r w:rsidRPr="004B3056">
              <w:rPr>
                <w:sz w:val="18"/>
              </w:rPr>
              <w:t xml:space="preserve"> datele care trebuie completate în contractul de organizare (inclusiv suplimentele). Ne</w:t>
            </w:r>
            <w:r>
              <w:rPr>
                <w:sz w:val="18"/>
              </w:rPr>
              <w:t>furnizarea</w:t>
            </w:r>
            <w:r w:rsidRPr="004B3056">
              <w:rPr>
                <w:sz w:val="18"/>
              </w:rPr>
              <w:t xml:space="preserve"> acestor date ar însemna că serviciile convenite prin contract nu ar putea fi furnizate de către </w:t>
            </w:r>
            <w:r>
              <w:rPr>
                <w:sz w:val="18"/>
              </w:rPr>
              <w:t>agenția de plasare</w:t>
            </w:r>
            <w:r w:rsidRPr="004B3056">
              <w:rPr>
                <w:sz w:val="18"/>
              </w:rPr>
              <w:t>.</w:t>
            </w:r>
            <w:r>
              <w:rPr>
                <w:sz w:val="18"/>
              </w:rPr>
              <w:t xml:space="preserve"> „Persoana afectată” este și o</w:t>
            </w:r>
            <w:r w:rsidRPr="009D0302">
              <w:rPr>
                <w:sz w:val="18"/>
              </w:rPr>
              <w:t>rice altă persoană ale cărei date pot fi colectate și / sau prelucrate în</w:t>
            </w:r>
            <w:r>
              <w:rPr>
                <w:sz w:val="18"/>
              </w:rPr>
              <w:t xml:space="preserve"> contextul prezentului contract.</w:t>
            </w:r>
          </w:p>
          <w:p w:rsidR="007B4DCC" w:rsidRDefault="007B4DCC" w:rsidP="007B4DCC">
            <w:pPr>
              <w:overflowPunct/>
              <w:textAlignment w:val="auto"/>
              <w:rPr>
                <w:sz w:val="18"/>
              </w:rPr>
            </w:pPr>
            <w:r>
              <w:rPr>
                <w:sz w:val="18"/>
              </w:rPr>
              <w:t>Agenția de plasare</w:t>
            </w:r>
            <w:r w:rsidRPr="004B3056">
              <w:rPr>
                <w:sz w:val="18"/>
              </w:rPr>
              <w:t xml:space="preserve"> declară că colectează, prelucrează și folosește datele </w:t>
            </w:r>
            <w:r>
              <w:rPr>
                <w:sz w:val="18"/>
              </w:rPr>
              <w:t>persoanei afectate numai</w:t>
            </w:r>
            <w:r w:rsidRPr="004B3056">
              <w:rPr>
                <w:sz w:val="18"/>
              </w:rPr>
              <w:t xml:space="preserve"> în măsura necesară pentru a </w:t>
            </w:r>
            <w:r>
              <w:rPr>
                <w:sz w:val="18"/>
              </w:rPr>
              <w:t>presta</w:t>
            </w:r>
            <w:r w:rsidRPr="004B3056">
              <w:rPr>
                <w:sz w:val="18"/>
              </w:rPr>
              <w:t xml:space="preserve"> și prelucra serviciile convenite contract</w:t>
            </w:r>
            <w:r>
              <w:rPr>
                <w:sz w:val="18"/>
              </w:rPr>
              <w:t>ual</w:t>
            </w:r>
            <w:r w:rsidRPr="004B3056">
              <w:rPr>
                <w:sz w:val="18"/>
              </w:rPr>
              <w:t xml:space="preserve"> pe baza prezentului contract. Aceasta</w:t>
            </w:r>
            <w:r>
              <w:rPr>
                <w:sz w:val="18"/>
              </w:rPr>
              <w:t xml:space="preserve"> se va face</w:t>
            </w:r>
            <w:r w:rsidRPr="004B3056">
              <w:rPr>
                <w:sz w:val="18"/>
              </w:rPr>
              <w:t xml:space="preserve"> în conformitate cu prevederile privind protecția datelor și dreptul civil. Baza legală în acest sens rezultă din art. 6 alin. 1 lit. b) și c) </w:t>
            </w:r>
            <w:r>
              <w:rPr>
                <w:sz w:val="18"/>
              </w:rPr>
              <w:t>al RGPD</w:t>
            </w:r>
            <w:r w:rsidRPr="004B3056">
              <w:rPr>
                <w:sz w:val="18"/>
              </w:rPr>
              <w:t xml:space="preserve">. În consecință, prelucrarea este legală dacă este necesară pentru îndeplinirea acordului contractual încheiat cu persoana </w:t>
            </w:r>
            <w:r>
              <w:rPr>
                <w:sz w:val="18"/>
              </w:rPr>
              <w:t>afectată</w:t>
            </w:r>
            <w:r w:rsidRPr="004B3056">
              <w:rPr>
                <w:sz w:val="18"/>
              </w:rPr>
              <w:t xml:space="preserve"> sau pentru punerea în aplicare a măsurilor precontractuale care se realizează la cererea persoanei vizate sau pentru îndeplinirea unei obligații legale.</w:t>
            </w:r>
            <w:r>
              <w:rPr>
                <w:sz w:val="18"/>
              </w:rPr>
              <w:t xml:space="preserve"> </w:t>
            </w:r>
            <w:r w:rsidRPr="007B4DCC">
              <w:rPr>
                <w:sz w:val="18"/>
              </w:rPr>
              <w:t>Ace</w:t>
            </w:r>
            <w:r>
              <w:rPr>
                <w:sz w:val="18"/>
              </w:rPr>
              <w:t>a</w:t>
            </w:r>
            <w:r w:rsidRPr="007B4DCC">
              <w:rPr>
                <w:sz w:val="18"/>
              </w:rPr>
              <w:t xml:space="preserve">sta din urmă se referă în special la clarificarea </w:t>
            </w:r>
            <w:r>
              <w:rPr>
                <w:sz w:val="18"/>
              </w:rPr>
              <w:t xml:space="preserve">nevoii </w:t>
            </w:r>
            <w:r w:rsidRPr="007B4DCC">
              <w:rPr>
                <w:sz w:val="18"/>
              </w:rPr>
              <w:t xml:space="preserve"> de îngrijire și a situației de îngrijire a persoanei care are nevoie de îngrijire la fața locului (a se vedea punctele 4 </w:t>
            </w:r>
            <w:r>
              <w:rPr>
                <w:sz w:val="18"/>
              </w:rPr>
              <w:t xml:space="preserve">și 7.2 și </w:t>
            </w:r>
            <w:r w:rsidRPr="007B4DCC">
              <w:rPr>
                <w:sz w:val="18"/>
              </w:rPr>
              <w:t xml:space="preserve"> 7 din codul de conduită și practică pentru organizarea îngrijirii persoanelor).</w:t>
            </w:r>
          </w:p>
          <w:p w:rsidR="00DE1DAA" w:rsidRPr="00810ADF" w:rsidRDefault="007B4DCC">
            <w:pPr>
              <w:overflowPunct/>
              <w:textAlignment w:val="auto"/>
              <w:rPr>
                <w:sz w:val="18"/>
              </w:rPr>
            </w:pPr>
            <w:r w:rsidRPr="004B3056">
              <w:rPr>
                <w:sz w:val="18"/>
              </w:rPr>
              <w:t>.</w:t>
            </w:r>
          </w:p>
          <w:p w:rsidR="00DE1DAA" w:rsidRPr="00810ADF" w:rsidRDefault="00DE1DAA">
            <w:pPr>
              <w:overflowPunct/>
              <w:textAlignment w:val="auto"/>
              <w:rPr>
                <w:sz w:val="18"/>
              </w:rPr>
            </w:pPr>
          </w:p>
          <w:p w:rsidR="00DE1DAA" w:rsidRPr="00810ADF" w:rsidRDefault="007B4DCC">
            <w:pPr>
              <w:numPr>
                <w:ilvl w:val="1"/>
                <w:numId w:val="25"/>
              </w:numPr>
              <w:spacing w:before="60" w:after="60" w:line="240" w:lineRule="exact"/>
              <w:ind w:left="426" w:hanging="426"/>
              <w:rPr>
                <w:sz w:val="18"/>
              </w:rPr>
            </w:pPr>
            <w:r>
              <w:rPr>
                <w:sz w:val="18"/>
              </w:rPr>
              <w:t>Drepturile persoanelor afectate</w:t>
            </w:r>
          </w:p>
          <w:p w:rsidR="007B4DCC" w:rsidRDefault="007B4DCC" w:rsidP="007B4DCC">
            <w:pPr>
              <w:spacing w:before="120" w:after="120" w:line="240" w:lineRule="exact"/>
              <w:ind w:left="360"/>
              <w:textAlignment w:val="auto"/>
              <w:rPr>
                <w:rStyle w:val="tlid-translation"/>
                <w:sz w:val="18"/>
                <w:szCs w:val="18"/>
              </w:rPr>
            </w:pPr>
            <w:r>
              <w:rPr>
                <w:sz w:val="18"/>
              </w:rPr>
              <w:t xml:space="preserve">Persoana afectată are în orice moment dreptul la informații despre datele sale personale stocate, originea și destinația acestora și despre scopul prelucrării datelor, precum și dreptul la corecție, transfer de date, obiecții, restricționarea procesării, precum și blocarea sau ștergerea datelor incorecte sau prelucrate ilegal sau care nu mai sunt necesare. Persoana afectată este obligată să notifice </w:t>
            </w:r>
            <w:r w:rsidR="00A9777B">
              <w:rPr>
                <w:sz w:val="18"/>
              </w:rPr>
              <w:t>agenției de plasare</w:t>
            </w:r>
            <w:r>
              <w:rPr>
                <w:sz w:val="18"/>
              </w:rPr>
              <w:t xml:space="preserve"> modificările aduse informațiilor sale personale. </w:t>
            </w:r>
            <w:r w:rsidRPr="00851278">
              <w:rPr>
                <w:rStyle w:val="tlid-translation"/>
                <w:sz w:val="18"/>
                <w:szCs w:val="18"/>
              </w:rPr>
              <w:t>Persoana afectată are dreptul, în orice moment, de a revoca orice consimțământ dat în mod expres în afara prezentului contract pentru utilizarea datelor sale personale, care depășește executarea și prelucrarea serviciilor convenite prin contract.</w:t>
            </w:r>
          </w:p>
          <w:p w:rsidR="007B4DCC" w:rsidRDefault="007B4DCC" w:rsidP="007B4DCC">
            <w:pPr>
              <w:spacing w:before="120" w:after="120" w:line="240" w:lineRule="exact"/>
              <w:ind w:left="360"/>
              <w:textAlignment w:val="auto"/>
              <w:rPr>
                <w:sz w:val="18"/>
              </w:rPr>
            </w:pPr>
            <w:r w:rsidRPr="00D74A86">
              <w:rPr>
                <w:sz w:val="18"/>
              </w:rPr>
              <w:t xml:space="preserve">În ceea ce privește colectarea de date, </w:t>
            </w:r>
            <w:r>
              <w:rPr>
                <w:sz w:val="18"/>
              </w:rPr>
              <w:t xml:space="preserve">pentru </w:t>
            </w:r>
            <w:r w:rsidRPr="00D74A86">
              <w:rPr>
                <w:sz w:val="18"/>
              </w:rPr>
              <w:t>aceasta</w:t>
            </w:r>
            <w:r>
              <w:rPr>
                <w:sz w:val="18"/>
              </w:rPr>
              <w:t xml:space="preserve"> este responsabil</w:t>
            </w:r>
            <w:r w:rsidR="00A9777B">
              <w:rPr>
                <w:sz w:val="18"/>
              </w:rPr>
              <w:t>ă agenția de plasare c</w:t>
            </w:r>
            <w:r>
              <w:rPr>
                <w:sz w:val="18"/>
              </w:rPr>
              <w:t>f.</w:t>
            </w:r>
            <w:r w:rsidRPr="00D74A86">
              <w:rPr>
                <w:sz w:val="18"/>
              </w:rPr>
              <w:t xml:space="preserve"> punctul</w:t>
            </w:r>
            <w:r>
              <w:rPr>
                <w:sz w:val="18"/>
              </w:rPr>
              <w:t>ui</w:t>
            </w:r>
            <w:r w:rsidRPr="00D74A86">
              <w:rPr>
                <w:sz w:val="18"/>
              </w:rPr>
              <w:t xml:space="preserve"> </w:t>
            </w:r>
            <w:r w:rsidR="00A9777B">
              <w:rPr>
                <w:sz w:val="18"/>
              </w:rPr>
              <w:t xml:space="preserve">1.2 </w:t>
            </w:r>
            <w:r>
              <w:rPr>
                <w:sz w:val="18"/>
              </w:rPr>
              <w:t>di</w:t>
            </w:r>
            <w:r w:rsidRPr="00D74A86">
              <w:rPr>
                <w:sz w:val="18"/>
              </w:rPr>
              <w:t>n prezentul contract</w:t>
            </w:r>
            <w:r w:rsidR="00A9777B">
              <w:rPr>
                <w:sz w:val="18"/>
              </w:rPr>
              <w:t>, reprezentată de persoana de contact menționată la punctul 2 de mai jos.</w:t>
            </w:r>
            <w:r w:rsidRPr="00D74A86">
              <w:rPr>
                <w:sz w:val="18"/>
              </w:rPr>
              <w:t xml:space="preserve">. </w:t>
            </w:r>
            <w:r>
              <w:rPr>
                <w:sz w:val="18"/>
              </w:rPr>
              <w:t xml:space="preserve">Persoana afectată </w:t>
            </w:r>
            <w:r w:rsidRPr="00D74A86">
              <w:rPr>
                <w:sz w:val="18"/>
              </w:rPr>
              <w:t xml:space="preserve">își poate exercita drepturile (de exemplu, introducerea </w:t>
            </w:r>
            <w:r>
              <w:rPr>
                <w:sz w:val="18"/>
              </w:rPr>
              <w:t>de</w:t>
            </w:r>
            <w:r w:rsidRPr="00D74A86">
              <w:rPr>
                <w:sz w:val="18"/>
              </w:rPr>
              <w:t xml:space="preserve"> informații, ștergere, corectare, obiecție) față de </w:t>
            </w:r>
            <w:r w:rsidR="00A9777B">
              <w:rPr>
                <w:sz w:val="18"/>
              </w:rPr>
              <w:t>agenția de plasare</w:t>
            </w:r>
            <w:r w:rsidRPr="00D74A86">
              <w:rPr>
                <w:sz w:val="18"/>
              </w:rPr>
              <w:t xml:space="preserve"> responsabil</w:t>
            </w:r>
            <w:r w:rsidR="00A9777B">
              <w:rPr>
                <w:sz w:val="18"/>
              </w:rPr>
              <w:t>ă</w:t>
            </w:r>
            <w:r w:rsidRPr="00D74A86">
              <w:rPr>
                <w:sz w:val="18"/>
              </w:rPr>
              <w:t xml:space="preserve"> </w:t>
            </w:r>
            <w:r>
              <w:rPr>
                <w:sz w:val="18"/>
              </w:rPr>
              <w:t>prin</w:t>
            </w:r>
            <w:r w:rsidRPr="00D74A86">
              <w:rPr>
                <w:sz w:val="18"/>
              </w:rPr>
              <w:t xml:space="preserve"> datele de contact specificate</w:t>
            </w:r>
            <w:r w:rsidR="00A9777B">
              <w:rPr>
                <w:sz w:val="18"/>
              </w:rPr>
              <w:t xml:space="preserve"> la punctul 1.2 și punctul 2</w:t>
            </w:r>
            <w:r w:rsidRPr="00D74A86">
              <w:rPr>
                <w:sz w:val="18"/>
              </w:rPr>
              <w:t>.</w:t>
            </w:r>
          </w:p>
          <w:p w:rsidR="00DE1DAA" w:rsidRPr="00810ADF" w:rsidRDefault="007B4DCC">
            <w:pPr>
              <w:overflowPunct/>
              <w:textAlignment w:val="auto"/>
              <w:rPr>
                <w:sz w:val="18"/>
              </w:rPr>
            </w:pPr>
            <w:r>
              <w:rPr>
                <w:sz w:val="18"/>
              </w:rPr>
              <w:t xml:space="preserve">În cazul în care persoana afectată consideră că prelucrarea datelor sale personale de către </w:t>
            </w:r>
            <w:r w:rsidR="00A9777B">
              <w:rPr>
                <w:sz w:val="18"/>
              </w:rPr>
              <w:t>agenția de plasare</w:t>
            </w:r>
            <w:r>
              <w:rPr>
                <w:sz w:val="18"/>
              </w:rPr>
              <w:t xml:space="preserve"> contravine dreptului aplicabil de protecția datelor, sau că drepturile sale de confidențialitate sunt sau au fost lezate într-un alt mod, există posibilitatea înaintării unei plângeri la autoritatea abilitată cu protecția datelor din Austria.</w:t>
            </w:r>
          </w:p>
          <w:p w:rsidR="00DE1DAA" w:rsidRPr="00810ADF" w:rsidRDefault="00DE1DAA">
            <w:pPr>
              <w:overflowPunct/>
              <w:textAlignment w:val="auto"/>
              <w:rPr>
                <w:sz w:val="18"/>
              </w:rPr>
            </w:pP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lastRenderedPageBreak/>
              <w:t>Securitatea informației</w:t>
            </w:r>
          </w:p>
          <w:p w:rsidR="00DE1DAA" w:rsidRPr="00810ADF" w:rsidRDefault="00A9777B">
            <w:pPr>
              <w:overflowPunct/>
              <w:textAlignment w:val="auto"/>
              <w:rPr>
                <w:sz w:val="18"/>
              </w:rPr>
            </w:pPr>
            <w:r>
              <w:rPr>
                <w:sz w:val="18"/>
              </w:rPr>
              <w:t xml:space="preserve">Datele personale ale persoanei afectate trebuie să fie protejate prin măsuri organizatorice și tehnice adecvate, de către agenția de plasare. Aceste măsuri de precauție se referă în special la protecția împotriva accesului, prelucrării, pierderii, utilizării și manipulării neautorizate, ilegale sau accidentale. </w:t>
            </w:r>
            <w:r w:rsidRPr="00851278">
              <w:rPr>
                <w:rStyle w:val="tlid-translation"/>
                <w:sz w:val="18"/>
                <w:szCs w:val="18"/>
              </w:rPr>
              <w:t xml:space="preserve">Prin urmare, </w:t>
            </w:r>
            <w:r>
              <w:rPr>
                <w:rStyle w:val="tlid-translation"/>
                <w:sz w:val="18"/>
                <w:szCs w:val="18"/>
              </w:rPr>
              <w:t>agenția de plasare</w:t>
            </w:r>
            <w:r w:rsidRPr="00851278">
              <w:rPr>
                <w:rStyle w:val="tlid-translation"/>
                <w:sz w:val="18"/>
                <w:szCs w:val="18"/>
              </w:rPr>
              <w:t xml:space="preserve"> trebuie să se asigure că datele sunt prelucrate într-un mod care să asigure securitatea adecvată a datelor cu caracter personal.</w:t>
            </w:r>
            <w:r>
              <w:rPr>
                <w:sz w:val="18"/>
              </w:rPr>
              <w:t>,</w:t>
            </w:r>
            <w:r w:rsidR="003E109E" w:rsidRPr="00810ADF">
              <w:rPr>
                <w:sz w:val="18"/>
              </w:rPr>
              <w:t>.</w:t>
            </w:r>
          </w:p>
          <w:p w:rsidR="00DE1DAA" w:rsidRPr="00810ADF" w:rsidRDefault="00DE1DAA">
            <w:pPr>
              <w:overflowPunct/>
              <w:textAlignment w:val="auto"/>
              <w:rPr>
                <w:sz w:val="18"/>
              </w:rPr>
            </w:pP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Transmiterea datelor către terți</w:t>
            </w:r>
          </w:p>
          <w:p w:rsidR="00A9777B" w:rsidRDefault="00A9777B" w:rsidP="00A9777B">
            <w:pPr>
              <w:overflowPunct/>
              <w:textAlignment w:val="auto"/>
              <w:rPr>
                <w:sz w:val="18"/>
              </w:rPr>
            </w:pPr>
            <w:r>
              <w:rPr>
                <w:sz w:val="18"/>
              </w:rPr>
              <w:t xml:space="preserve">Pentru executarea sau angajarea serviciilor convenite în contract, poate fi necesar ca datele persoanei afectate să fie furnizate persoanelor sau firmelor implicate în îndeplinirea obligațiilor de la punctul 4.1 (Plasare), punctul 4.2 (Alte servicii) și punctul 4 (Servicii adiționale). Acest lucru se aplică în special următoarelor categorii de destinatari, în fiecare caz în funcție de  serviciile ce urmează a fi furnizate: instituții medicale sau personal medical, </w:t>
            </w:r>
            <w:r>
              <w:rPr>
                <w:rStyle w:val="tlid-translation"/>
                <w:sz w:val="18"/>
                <w:szCs w:val="18"/>
              </w:rPr>
              <w:t>instituții</w:t>
            </w:r>
            <w:r w:rsidRPr="008970AE">
              <w:rPr>
                <w:rStyle w:val="tlid-translation"/>
                <w:sz w:val="18"/>
                <w:szCs w:val="18"/>
              </w:rPr>
              <w:t xml:space="preserve"> de asistență medicală, membri ai familiei persoanei care trebuie îngrijită, servicii de urgență, asigur</w:t>
            </w:r>
            <w:r>
              <w:rPr>
                <w:rStyle w:val="tlid-translation"/>
                <w:sz w:val="18"/>
                <w:szCs w:val="18"/>
              </w:rPr>
              <w:t>atori</w:t>
            </w:r>
            <w:r w:rsidRPr="008970AE">
              <w:rPr>
                <w:rStyle w:val="tlid-translation"/>
                <w:sz w:val="18"/>
                <w:szCs w:val="18"/>
              </w:rPr>
              <w:t>,</w:t>
            </w:r>
            <w:r>
              <w:rPr>
                <w:rStyle w:val="tlid-translation"/>
              </w:rPr>
              <w:t xml:space="preserve"> </w:t>
            </w:r>
            <w:r w:rsidRPr="008970AE">
              <w:rPr>
                <w:rStyle w:val="tlid-translation"/>
                <w:sz w:val="18"/>
                <w:szCs w:val="18"/>
              </w:rPr>
              <w:t>companii de transport, autorități și parteneri</w:t>
            </w:r>
            <w:r>
              <w:rPr>
                <w:rStyle w:val="tlid-translation"/>
              </w:rPr>
              <w:t xml:space="preserve"> </w:t>
            </w:r>
            <w:r w:rsidRPr="008970AE">
              <w:rPr>
                <w:rStyle w:val="tlid-translation"/>
                <w:sz w:val="18"/>
                <w:szCs w:val="18"/>
              </w:rPr>
              <w:t>contractuali ai persoanei care trebuie îngrijită (de exemplu, agenții de plasare).</w:t>
            </w:r>
            <w:r>
              <w:rPr>
                <w:rStyle w:val="tlid-translation"/>
                <w:sz w:val="18"/>
                <w:szCs w:val="18"/>
              </w:rPr>
              <w:t xml:space="preserve"> </w:t>
            </w:r>
            <w:r>
              <w:rPr>
                <w:sz w:val="18"/>
              </w:rPr>
              <w:t>Transmiterea datelor se va efectua exclusiv în conformitate cu prevederile RGPD și este limitată la scopurile necesare pentru îndeplinirea prezentului contract de intermediere sau pe baza oricărui consimțământ prealabil, primit în mod expres de la persoana afectată.</w:t>
            </w:r>
          </w:p>
          <w:p w:rsidR="00A9777B" w:rsidRDefault="00A9777B" w:rsidP="00A9777B">
            <w:pPr>
              <w:overflowPunct/>
              <w:textAlignment w:val="auto"/>
              <w:rPr>
                <w:sz w:val="18"/>
              </w:rPr>
            </w:pPr>
          </w:p>
          <w:p w:rsidR="00DE1DAA" w:rsidRPr="00810ADF" w:rsidRDefault="00A9777B">
            <w:pPr>
              <w:overflowPunct/>
              <w:textAlignment w:val="auto"/>
              <w:rPr>
                <w:sz w:val="18"/>
              </w:rPr>
            </w:pPr>
            <w:r>
              <w:rPr>
                <w:sz w:val="18"/>
              </w:rPr>
              <w:t>Unii dintre beneficiarii datelor cu caracter personal reprezentați în susnumitele grupuri de destinatari pot fi situați în afara Austriei și/sau datele personale pot fi prelucrate în străinătate. Nivelul protecției datelor din alte țări poate să nu corespundă celui din Austria. De aceea, agenția de plasare declară că va transmite datele cu caracter personal ale persoanei afectate numai în țările pentru care Comisia Europeana a decis că dispun de un nivel adecvat de protecție a datelor, transmite, sau, în alte cazuri, să ia măsuri pentru a garanta că toți destinatarii au un nivel adecvat de protecție a datelor (în acest caz, agenția de plasare trebuie să încheie cu destinatarii clauze contractuale standard (2010/87/CE și 2004/915/CE). Agenția de plasare</w:t>
            </w:r>
            <w:r w:rsidRPr="00E857E3">
              <w:rPr>
                <w:sz w:val="18"/>
              </w:rPr>
              <w:t xml:space="preserve"> trebuie să informeze în prealabil </w:t>
            </w:r>
            <w:r>
              <w:rPr>
                <w:sz w:val="18"/>
              </w:rPr>
              <w:t xml:space="preserve">persoana afectată </w:t>
            </w:r>
            <w:r w:rsidRPr="00E857E3">
              <w:rPr>
                <w:sz w:val="18"/>
              </w:rPr>
              <w:t>dacă intenționează să transmită date unui destinatar dintr-o țară terță care nu aparține UE.</w:t>
            </w: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Anunțarea încălcării confidențialității datelor</w:t>
            </w:r>
          </w:p>
          <w:p w:rsidR="00DE1DAA" w:rsidRPr="00810ADF" w:rsidRDefault="00A9777B">
            <w:pPr>
              <w:overflowPunct/>
              <w:textAlignment w:val="auto"/>
              <w:rPr>
                <w:sz w:val="18"/>
              </w:rPr>
            </w:pPr>
            <w:r>
              <w:rPr>
                <w:sz w:val="18"/>
              </w:rPr>
              <w:t>Agenția de plasare trebuie să se asigure că orice încălcări ale confidențialității datelor sunt detectate de timpuriu și, dacă este necesar, să le raporteze imediat persoanei afectate sau autorității de supraveghere competente (autoritatea pentru protecția datelor), incluzând categoriile de date relevante aflate în cauză</w:t>
            </w:r>
          </w:p>
          <w:p w:rsidR="00DE1DAA" w:rsidRPr="00810ADF" w:rsidRDefault="00DE1DAA">
            <w:pPr>
              <w:overflowPunct/>
              <w:textAlignment w:val="auto"/>
              <w:rPr>
                <w:sz w:val="18"/>
              </w:rPr>
            </w:pPr>
          </w:p>
          <w:p w:rsidR="00DE1DAA" w:rsidRPr="00810ADF" w:rsidRDefault="003E109E">
            <w:pPr>
              <w:numPr>
                <w:ilvl w:val="1"/>
                <w:numId w:val="25"/>
              </w:numPr>
              <w:spacing w:before="60" w:after="60" w:line="240" w:lineRule="exact"/>
              <w:ind w:left="426" w:hanging="426"/>
              <w:rPr>
                <w:sz w:val="18"/>
              </w:rPr>
            </w:pPr>
            <w:r w:rsidRPr="00810ADF">
              <w:rPr>
                <w:sz w:val="18"/>
              </w:rPr>
              <w:t>Stocarea datelor</w:t>
            </w:r>
          </w:p>
          <w:p w:rsidR="00DE1DAA" w:rsidRPr="00810ADF" w:rsidRDefault="000B5099">
            <w:pPr>
              <w:overflowPunct/>
              <w:textAlignment w:val="auto"/>
              <w:rPr>
                <w:sz w:val="18"/>
              </w:rPr>
            </w:pPr>
            <w:r>
              <w:rPr>
                <w:sz w:val="18"/>
              </w:rPr>
              <w:t xml:space="preserve">Agenția de plasare declară că nu păstrează datele persoanei afectate pentru o perioadă mai mare decât este necesar, pentru a-și îndeplini obligațiile contractuale sau legale și pentru a contracara eventuale cereri de despăgubiri. </w:t>
            </w:r>
            <w:r w:rsidRPr="00E857E3">
              <w:rPr>
                <w:sz w:val="18"/>
              </w:rPr>
              <w:t>Criteriile pentru aceasta sunt termenele legale în dreptul contabil, fiscal și v</w:t>
            </w:r>
            <w:r>
              <w:rPr>
                <w:sz w:val="18"/>
              </w:rPr>
              <w:t>amal, în dreptul contractual, al</w:t>
            </w:r>
            <w:r w:rsidRPr="00E857E3">
              <w:rPr>
                <w:sz w:val="18"/>
              </w:rPr>
              <w:t xml:space="preserve"> munc</w:t>
            </w:r>
            <w:r>
              <w:rPr>
                <w:sz w:val="18"/>
              </w:rPr>
              <w:t>ii</w:t>
            </w:r>
            <w:r w:rsidRPr="00E857E3">
              <w:rPr>
                <w:sz w:val="18"/>
              </w:rPr>
              <w:t xml:space="preserve"> și social, precum și termene specifice industriei</w:t>
            </w:r>
            <w:r w:rsidR="003E109E" w:rsidRPr="00810ADF">
              <w:rPr>
                <w:sz w:val="18"/>
              </w:rPr>
              <w:t>.</w:t>
            </w:r>
          </w:p>
          <w:p w:rsidR="00DE1DAA" w:rsidRPr="00810ADF" w:rsidRDefault="00DE1DAA">
            <w:pPr>
              <w:overflowPunct/>
              <w:textAlignment w:val="auto"/>
              <w:rPr>
                <w:sz w:val="18"/>
              </w:rPr>
            </w:pPr>
          </w:p>
          <w:p w:rsidR="00DE1DAA" w:rsidRPr="00810ADF" w:rsidRDefault="000B5099">
            <w:pPr>
              <w:numPr>
                <w:ilvl w:val="1"/>
                <w:numId w:val="25"/>
              </w:numPr>
              <w:spacing w:before="60" w:after="60" w:line="240" w:lineRule="exact"/>
              <w:ind w:left="426" w:hanging="426"/>
              <w:rPr>
                <w:sz w:val="18"/>
              </w:rPr>
            </w:pPr>
            <w:r>
              <w:rPr>
                <w:sz w:val="18"/>
              </w:rPr>
              <w:t>Obligații suplimentare de informare ale agenției de plasare</w:t>
            </w:r>
          </w:p>
          <w:p w:rsidR="00DE1DAA" w:rsidRPr="00810ADF" w:rsidRDefault="000B5099">
            <w:pPr>
              <w:overflowPunct/>
              <w:textAlignment w:val="auto"/>
              <w:rPr>
                <w:sz w:val="18"/>
              </w:rPr>
            </w:pPr>
            <w:r w:rsidRPr="00CE2E58">
              <w:rPr>
                <w:sz w:val="18"/>
              </w:rPr>
              <w:t>În cazul în care datele persoane</w:t>
            </w:r>
            <w:r>
              <w:rPr>
                <w:sz w:val="18"/>
              </w:rPr>
              <w:t>i afectate</w:t>
            </w:r>
            <w:r w:rsidRPr="00CE2E58">
              <w:rPr>
                <w:sz w:val="18"/>
              </w:rPr>
              <w:t xml:space="preserve"> nu sunt colectate de către </w:t>
            </w:r>
            <w:r>
              <w:rPr>
                <w:sz w:val="18"/>
              </w:rPr>
              <w:t>agenția de plasare</w:t>
            </w:r>
            <w:r w:rsidRPr="00CE2E58">
              <w:rPr>
                <w:sz w:val="18"/>
              </w:rPr>
              <w:t xml:space="preserve"> (de exemplu, de către </w:t>
            </w:r>
            <w:r>
              <w:rPr>
                <w:sz w:val="18"/>
              </w:rPr>
              <w:t>furnizorul de servicii de îngrijire</w:t>
            </w:r>
            <w:r w:rsidRPr="00CE2E58">
              <w:rPr>
                <w:sz w:val="18"/>
              </w:rPr>
              <w:t xml:space="preserve">), </w:t>
            </w:r>
            <w:r>
              <w:rPr>
                <w:sz w:val="18"/>
              </w:rPr>
              <w:t>aceasta</w:t>
            </w:r>
            <w:r w:rsidRPr="00CE2E58">
              <w:rPr>
                <w:sz w:val="18"/>
              </w:rPr>
              <w:t xml:space="preserve"> trebuie să respecte obligația de notificare pe lângă declarația anterioară de protecție a datelor, în conformitate cu articolul 14 </w:t>
            </w:r>
            <w:r>
              <w:rPr>
                <w:sz w:val="18"/>
              </w:rPr>
              <w:t>RGPD</w:t>
            </w:r>
            <w:r w:rsidRPr="00CE2E58">
              <w:rPr>
                <w:sz w:val="18"/>
              </w:rPr>
              <w:t>.</w:t>
            </w:r>
          </w:p>
        </w:tc>
      </w:tr>
      <w:tr w:rsidR="00DE1DAA" w:rsidRPr="00810ADF">
        <w:tc>
          <w:tcPr>
            <w:tcW w:w="10632" w:type="dxa"/>
            <w:gridSpan w:val="6"/>
            <w:tcBorders>
              <w:top w:val="single" w:sz="4" w:space="0" w:color="auto"/>
              <w:left w:val="single" w:sz="4" w:space="0" w:color="auto"/>
              <w:bottom w:val="single" w:sz="4" w:space="0" w:color="auto"/>
              <w:right w:val="single" w:sz="4" w:space="0" w:color="auto"/>
            </w:tcBorders>
            <w:hideMark/>
          </w:tcPr>
          <w:p w:rsidR="00DE1DAA" w:rsidRPr="00810ADF" w:rsidRDefault="003E109E">
            <w:pPr>
              <w:numPr>
                <w:ilvl w:val="0"/>
                <w:numId w:val="25"/>
              </w:numPr>
              <w:spacing w:before="60" w:after="60" w:line="240" w:lineRule="exact"/>
              <w:textAlignment w:val="auto"/>
              <w:rPr>
                <w:b/>
              </w:rPr>
            </w:pPr>
            <w:r w:rsidRPr="00810ADF">
              <w:rPr>
                <w:b/>
              </w:rPr>
              <w:lastRenderedPageBreak/>
              <w:t>Clauze contractuale generale</w:t>
            </w:r>
          </w:p>
        </w:tc>
      </w:tr>
      <w:tr w:rsidR="00DE1DAA" w:rsidRPr="00810ADF">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DE1DAA" w:rsidRPr="00810ADF" w:rsidRDefault="000B5099">
            <w:pPr>
              <w:numPr>
                <w:ilvl w:val="1"/>
                <w:numId w:val="25"/>
              </w:numPr>
              <w:spacing w:before="60" w:after="60" w:line="240" w:lineRule="exact"/>
              <w:ind w:left="426" w:hanging="426"/>
              <w:jc w:val="both"/>
              <w:rPr>
                <w:strike/>
                <w:sz w:val="18"/>
              </w:rPr>
            </w:pPr>
            <w:r w:rsidRPr="004B478E">
              <w:rPr>
                <w:sz w:val="18"/>
              </w:rPr>
              <w:t xml:space="preserve">Declarațiile, reclamațiile etc. adresate </w:t>
            </w:r>
            <w:r>
              <w:rPr>
                <w:sz w:val="18"/>
              </w:rPr>
              <w:t>furnizorului de servicii</w:t>
            </w:r>
            <w:r w:rsidRPr="00CE2E58">
              <w:rPr>
                <w:sz w:val="18"/>
              </w:rPr>
              <w:t xml:space="preserve"> de îngrijire </w:t>
            </w:r>
            <w:r w:rsidRPr="004B478E">
              <w:rPr>
                <w:sz w:val="18"/>
              </w:rPr>
              <w:t xml:space="preserve"> - cu excepția </w:t>
            </w:r>
            <w:r w:rsidRPr="004B478E">
              <w:rPr>
                <w:strike/>
                <w:sz w:val="18"/>
              </w:rPr>
              <w:t xml:space="preserve"> </w:t>
            </w:r>
            <w:r w:rsidRPr="00851278">
              <w:rPr>
                <w:sz w:val="18"/>
              </w:rPr>
              <w:t>plângerilor</w:t>
            </w:r>
            <w:r w:rsidRPr="004B478E">
              <w:rPr>
                <w:sz w:val="18"/>
              </w:rPr>
              <w:t xml:space="preserve"> și declarațiilor de reziliere - necesită formularea lor în scris , </w:t>
            </w:r>
            <w:r>
              <w:rPr>
                <w:sz w:val="18"/>
              </w:rPr>
              <w:t>ca</w:t>
            </w:r>
            <w:r w:rsidRPr="004B478E">
              <w:rPr>
                <w:sz w:val="18"/>
              </w:rPr>
              <w:t xml:space="preserve"> și semnătura originală sau semnătura digitală securizată</w:t>
            </w:r>
            <w:r>
              <w:rPr>
                <w:sz w:val="18"/>
              </w:rPr>
              <w:t xml:space="preserve"> (</w:t>
            </w:r>
            <w:r w:rsidRPr="00D9539F">
              <w:rPr>
                <w:sz w:val="18"/>
              </w:rPr>
              <w:t>transmi</w:t>
            </w:r>
            <w:r>
              <w:rPr>
                <w:sz w:val="18"/>
              </w:rPr>
              <w:t>terea</w:t>
            </w:r>
            <w:r w:rsidRPr="00D9539F">
              <w:rPr>
                <w:sz w:val="18"/>
              </w:rPr>
              <w:t xml:space="preserve"> prin fax sau e-mail simplu este suficient</w:t>
            </w:r>
            <w:r>
              <w:rPr>
                <w:sz w:val="18"/>
              </w:rPr>
              <w:t>ă).</w:t>
            </w:r>
            <w:r w:rsidR="003E109E" w:rsidRPr="00810ADF">
              <w:rPr>
                <w:sz w:val="18"/>
              </w:rPr>
              <w:t>.</w:t>
            </w:r>
          </w:p>
          <w:p w:rsidR="00DE1DAA" w:rsidRPr="00810ADF" w:rsidRDefault="003E109E">
            <w:pPr>
              <w:numPr>
                <w:ilvl w:val="1"/>
                <w:numId w:val="25"/>
              </w:numPr>
              <w:spacing w:before="60" w:after="60" w:line="240" w:lineRule="exact"/>
              <w:ind w:left="426" w:hanging="426"/>
              <w:jc w:val="both"/>
              <w:textAlignment w:val="auto"/>
              <w:rPr>
                <w:sz w:val="18"/>
              </w:rPr>
            </w:pPr>
            <w:r w:rsidRPr="00810ADF">
              <w:rPr>
                <w:b/>
                <w:sz w:val="18"/>
              </w:rPr>
              <w:t>Informații despre dreptul de retragere/revocare</w:t>
            </w:r>
            <w:r w:rsidRPr="00810ADF">
              <w:rPr>
                <w:sz w:val="18"/>
              </w:rPr>
              <w:t xml:space="preserve">: Dacă </w:t>
            </w:r>
            <w:r w:rsidR="000B5099">
              <w:rPr>
                <w:sz w:val="18"/>
              </w:rPr>
              <w:t>agenția de plasare și solicitantul</w:t>
            </w:r>
            <w:r w:rsidRPr="00810ADF">
              <w:rPr>
                <w:sz w:val="18"/>
              </w:rPr>
              <w:t>, în calitate de consumator</w:t>
            </w:r>
          </w:p>
          <w:p w:rsidR="00DE1DAA" w:rsidRPr="00810ADF" w:rsidRDefault="003E109E">
            <w:pPr>
              <w:spacing w:before="60" w:after="60"/>
              <w:ind w:left="426"/>
              <w:jc w:val="both"/>
              <w:textAlignment w:val="auto"/>
              <w:rPr>
                <w:sz w:val="18"/>
              </w:rPr>
            </w:pPr>
            <w:r w:rsidRPr="00810ADF">
              <w:rPr>
                <w:sz w:val="18"/>
              </w:rPr>
              <w:t xml:space="preserve">a. nu a </w:t>
            </w:r>
            <w:r w:rsidR="000B5099">
              <w:rPr>
                <w:sz w:val="18"/>
              </w:rPr>
              <w:t>încheiat contractul de plasare</w:t>
            </w:r>
            <w:r w:rsidRPr="00810ADF">
              <w:rPr>
                <w:sz w:val="18"/>
              </w:rPr>
              <w:t xml:space="preserve"> </w:t>
            </w:r>
            <w:r w:rsidR="000B5099">
              <w:rPr>
                <w:sz w:val="18"/>
              </w:rPr>
              <w:t>la sediul comerciale</w:t>
            </w:r>
            <w:r w:rsidRPr="00810ADF">
              <w:rPr>
                <w:sz w:val="18"/>
              </w:rPr>
              <w:t xml:space="preserve"> al agenției de intermediere, sau</w:t>
            </w:r>
          </w:p>
          <w:p w:rsidR="000B5099" w:rsidRDefault="003E109E">
            <w:pPr>
              <w:spacing w:before="60" w:after="60"/>
              <w:ind w:left="426"/>
              <w:jc w:val="both"/>
              <w:textAlignment w:val="auto"/>
              <w:rPr>
                <w:sz w:val="18"/>
              </w:rPr>
            </w:pPr>
            <w:r w:rsidRPr="00810ADF">
              <w:rPr>
                <w:sz w:val="18"/>
              </w:rPr>
              <w:t xml:space="preserve">b. dacă </w:t>
            </w:r>
            <w:r w:rsidR="000B5099">
              <w:rPr>
                <w:sz w:val="18"/>
              </w:rPr>
              <w:t>solicitantul</w:t>
            </w:r>
            <w:r w:rsidRPr="00810ADF">
              <w:rPr>
                <w:sz w:val="18"/>
              </w:rPr>
              <w:t xml:space="preserve"> a fost abordat personal și individual de către agenția de plasare în afara </w:t>
            </w:r>
            <w:r w:rsidR="000B5099">
              <w:rPr>
                <w:sz w:val="18"/>
              </w:rPr>
              <w:t>sediilor comerciale</w:t>
            </w:r>
            <w:r w:rsidRPr="00810ADF">
              <w:rPr>
                <w:sz w:val="18"/>
              </w:rPr>
              <w:t xml:space="preserve"> ale acesteia înainte de încheierea contractului de intermediere</w:t>
            </w:r>
            <w:r w:rsidR="000B5099">
              <w:rPr>
                <w:sz w:val="18"/>
              </w:rPr>
              <w:t xml:space="preserve"> sau</w:t>
            </w:r>
          </w:p>
          <w:p w:rsidR="00DE1DAA" w:rsidRPr="00810ADF" w:rsidRDefault="000B5099">
            <w:pPr>
              <w:spacing w:before="60" w:after="60"/>
              <w:ind w:left="426"/>
              <w:jc w:val="both"/>
              <w:textAlignment w:val="auto"/>
              <w:rPr>
                <w:sz w:val="18"/>
              </w:rPr>
            </w:pPr>
            <w:r>
              <w:rPr>
                <w:sz w:val="18"/>
              </w:rPr>
              <w:t>c. contractul s-a încheiat</w:t>
            </w:r>
            <w:r w:rsidRPr="000B5099">
              <w:rPr>
                <w:sz w:val="18"/>
              </w:rPr>
              <w:t xml:space="preserve"> la distanță, adică folosind numai mijloace de comunicare la distanță (de exemplu, telefon, e-mail), fără prezența fizică a </w:t>
            </w:r>
            <w:r>
              <w:rPr>
                <w:sz w:val="18"/>
              </w:rPr>
              <w:t>agenției</w:t>
            </w:r>
            <w:r w:rsidRPr="000B5099">
              <w:rPr>
                <w:sz w:val="18"/>
              </w:rPr>
              <w:t xml:space="preserve"> de plasare sau a unei persoane care poate fi atribuită </w:t>
            </w:r>
            <w:r>
              <w:rPr>
                <w:sz w:val="18"/>
              </w:rPr>
              <w:t>agenției</w:t>
            </w:r>
            <w:r w:rsidRPr="000B5099">
              <w:rPr>
                <w:sz w:val="18"/>
              </w:rPr>
              <w:t xml:space="preserve"> de plasare ca reprezentant</w:t>
            </w:r>
            <w:r>
              <w:rPr>
                <w:sz w:val="18"/>
              </w:rPr>
              <w:t>,</w:t>
            </w:r>
            <w:r w:rsidRPr="000B5099">
              <w:rPr>
                <w:sz w:val="18"/>
              </w:rPr>
              <w:t xml:space="preserve"> în cadrul unui sistem organizat de vânzări sau servicii,</w:t>
            </w:r>
          </w:p>
          <w:p w:rsidR="00872A21" w:rsidRDefault="003E109E">
            <w:pPr>
              <w:spacing w:before="60" w:after="60"/>
              <w:ind w:left="426"/>
              <w:jc w:val="both"/>
              <w:textAlignment w:val="auto"/>
              <w:rPr>
                <w:sz w:val="18"/>
              </w:rPr>
            </w:pPr>
            <w:r w:rsidRPr="00810ADF">
              <w:rPr>
                <w:sz w:val="18"/>
              </w:rPr>
              <w:t xml:space="preserve">atunci </w:t>
            </w:r>
            <w:r w:rsidR="000B5099">
              <w:rPr>
                <w:sz w:val="18"/>
              </w:rPr>
              <w:t>solicitantul poate</w:t>
            </w:r>
            <w:r w:rsidRPr="00810ADF">
              <w:rPr>
                <w:sz w:val="18"/>
              </w:rPr>
              <w:t xml:space="preserve"> să se retragă din contractul de intermediere în termen de 14 zile fără să prezinte motive. </w:t>
            </w:r>
          </w:p>
          <w:p w:rsidR="00DE1DAA" w:rsidRDefault="003E109E">
            <w:pPr>
              <w:spacing w:before="60" w:after="60"/>
              <w:ind w:left="426"/>
              <w:jc w:val="both"/>
              <w:textAlignment w:val="auto"/>
              <w:rPr>
                <w:sz w:val="18"/>
              </w:rPr>
            </w:pPr>
            <w:r w:rsidRPr="00810ADF">
              <w:rPr>
                <w:sz w:val="18"/>
              </w:rPr>
              <w:t xml:space="preserve">Perioada începe la momentul încheierii contractului, dar cel mai devreme cu completarea </w:t>
            </w:r>
            <w:r w:rsidRPr="00810ADF">
              <w:rPr>
                <w:b/>
                <w:sz w:val="18"/>
              </w:rPr>
              <w:t>prealabilă</w:t>
            </w:r>
            <w:r w:rsidRPr="00810ADF">
              <w:rPr>
                <w:sz w:val="18"/>
              </w:rPr>
              <w:t xml:space="preserve"> </w:t>
            </w:r>
            <w:r w:rsidRPr="00810ADF">
              <w:rPr>
                <w:b/>
                <w:sz w:val="18"/>
              </w:rPr>
              <w:t>a  formularului de reziliere</w:t>
            </w:r>
            <w:r w:rsidRPr="00810ADF">
              <w:rPr>
                <w:sz w:val="18"/>
              </w:rPr>
              <w:t xml:space="preserve"> (</w:t>
            </w:r>
            <w:r w:rsidRPr="00810ADF">
              <w:rPr>
                <w:b/>
                <w:sz w:val="18"/>
              </w:rPr>
              <w:t>anexat./V2</w:t>
            </w:r>
            <w:r w:rsidRPr="00810ADF">
              <w:rPr>
                <w:sz w:val="18"/>
              </w:rPr>
              <w:t xml:space="preserve">). Declarația de retragere sau reziliere poate fi efectuată liber, prin intermediul unei declarații clare sau prin intermediul formularului de anulare anterior (Anexă ./V2). Perioada de preaviz este îndeplinită dacă declarația este trimisă agenției de plasare în termen de 14 zile. În plus, </w:t>
            </w:r>
            <w:r w:rsidR="000B5099">
              <w:rPr>
                <w:sz w:val="18"/>
              </w:rPr>
              <w:t>solicitantul</w:t>
            </w:r>
            <w:r w:rsidR="000B5099" w:rsidRPr="00810ADF">
              <w:rPr>
                <w:sz w:val="18"/>
              </w:rPr>
              <w:t xml:space="preserve"> </w:t>
            </w:r>
            <w:r w:rsidRPr="00810ADF">
              <w:rPr>
                <w:sz w:val="18"/>
              </w:rPr>
              <w:t>poate să se retragă din acordul de intermediere, respectiv îl poate revoca,</w:t>
            </w:r>
            <w:r w:rsidR="00872A21">
              <w:rPr>
                <w:sz w:val="18"/>
              </w:rPr>
              <w:t xml:space="preserve"> indiferent dacă acesta se califică drept consumator,</w:t>
            </w:r>
            <w:r w:rsidRPr="00810ADF">
              <w:rPr>
                <w:sz w:val="18"/>
              </w:rPr>
              <w:t xml:space="preserve"> dacă agenția de plasare a încălcat reglementările din domeniu </w:t>
            </w:r>
            <w:r w:rsidRPr="00810ADF">
              <w:rPr>
                <w:sz w:val="18"/>
              </w:rPr>
              <w:lastRenderedPageBreak/>
              <w:t>privind colectarea și primirea de comenzi pentru servicii (§ 54 Codul Comercial Austriac 1994), precum și privind contactarea la domiciliu a persoanelor private și evenimente promoționale (§ 57 Codul Comercial Austriac 1994).</w:t>
            </w:r>
          </w:p>
          <w:p w:rsidR="000B5099" w:rsidRPr="00810ADF" w:rsidRDefault="000B5099">
            <w:pPr>
              <w:spacing w:before="60" w:after="60"/>
              <w:ind w:left="426"/>
              <w:jc w:val="both"/>
              <w:textAlignment w:val="auto"/>
              <w:rPr>
                <w:sz w:val="18"/>
              </w:rPr>
            </w:pPr>
            <w:r>
              <w:rPr>
                <w:sz w:val="18"/>
              </w:rPr>
              <w:t>NOTĂ: Pentru lit. b se atrage atenția la secțiunea</w:t>
            </w:r>
            <w:r w:rsidRPr="000B5099">
              <w:rPr>
                <w:sz w:val="18"/>
              </w:rPr>
              <w:t xml:space="preserve"> 3 </w:t>
            </w:r>
            <w:r>
              <w:rPr>
                <w:sz w:val="18"/>
              </w:rPr>
              <w:t>alin.</w:t>
            </w:r>
            <w:r w:rsidRPr="000B5099">
              <w:rPr>
                <w:sz w:val="18"/>
              </w:rPr>
              <w:t xml:space="preserve"> 3 din Codul de condui</w:t>
            </w:r>
            <w:r>
              <w:rPr>
                <w:sz w:val="18"/>
              </w:rPr>
              <w:t>tă și exercitare a profesiei</w:t>
            </w:r>
            <w:r w:rsidRPr="000B5099">
              <w:rPr>
                <w:sz w:val="18"/>
              </w:rPr>
              <w:t xml:space="preserve"> pentru </w:t>
            </w:r>
            <w:r w:rsidR="00F86580">
              <w:rPr>
                <w:sz w:val="18"/>
              </w:rPr>
              <w:t>asigurarea</w:t>
            </w:r>
            <w:r w:rsidRPr="000B5099">
              <w:rPr>
                <w:sz w:val="18"/>
              </w:rPr>
              <w:t xml:space="preserve"> îngrijirii personale, potrivit căruia căutarea persoanelor private în scopul colectării comenzilor pentru servicii ale organizației de îngrijire personală este permisă numai la cererea expresă </w:t>
            </w:r>
            <w:r w:rsidR="00F86580">
              <w:rPr>
                <w:sz w:val="18"/>
              </w:rPr>
              <w:t>adresată</w:t>
            </w:r>
            <w:r w:rsidRPr="000B5099">
              <w:rPr>
                <w:sz w:val="18"/>
              </w:rPr>
              <w:t xml:space="preserve"> agenție</w:t>
            </w:r>
            <w:r w:rsidR="00F86580">
              <w:rPr>
                <w:sz w:val="18"/>
              </w:rPr>
              <w:t>i</w:t>
            </w:r>
            <w:r w:rsidRPr="000B5099">
              <w:rPr>
                <w:sz w:val="18"/>
              </w:rPr>
              <w:t xml:space="preserve"> și</w:t>
            </w:r>
            <w:r w:rsidR="00F86580">
              <w:rPr>
                <w:sz w:val="18"/>
              </w:rPr>
              <w:t>, mai mult,</w:t>
            </w:r>
            <w:r w:rsidRPr="000B5099">
              <w:rPr>
                <w:sz w:val="18"/>
              </w:rPr>
              <w:t xml:space="preserve"> acceptarea comenzilor pentru astfel de servicii este permisă numai în spațiile comerciale sau cu ocazia vizitei permise conform </w:t>
            </w:r>
            <w:r w:rsidR="00F86580">
              <w:rPr>
                <w:sz w:val="18"/>
              </w:rPr>
              <w:t>propoziției</w:t>
            </w:r>
            <w:r w:rsidRPr="000B5099">
              <w:rPr>
                <w:sz w:val="18"/>
              </w:rPr>
              <w:t xml:space="preserve"> anterioare.</w:t>
            </w:r>
          </w:p>
          <w:p w:rsidR="00DE1DAA" w:rsidRPr="00810ADF" w:rsidRDefault="003E109E">
            <w:pPr>
              <w:spacing w:before="60" w:after="60"/>
              <w:ind w:left="426"/>
              <w:jc w:val="both"/>
              <w:textAlignment w:val="auto"/>
              <w:rPr>
                <w:sz w:val="18"/>
              </w:rPr>
            </w:pPr>
            <w:r w:rsidRPr="00810ADF">
              <w:rPr>
                <w:sz w:val="18"/>
              </w:rPr>
              <w:t xml:space="preserve">În cazul în care </w:t>
            </w:r>
            <w:r w:rsidR="00F86580">
              <w:rPr>
                <w:sz w:val="18"/>
              </w:rPr>
              <w:t>solicitantul</w:t>
            </w:r>
            <w:r w:rsidRPr="00810ADF">
              <w:rPr>
                <w:sz w:val="18"/>
              </w:rPr>
              <w:t xml:space="preserve"> a reziliat acest contract de plasare, agenția de plasare trebuie să restituie </w:t>
            </w:r>
            <w:r w:rsidR="00F86580">
              <w:rPr>
                <w:sz w:val="18"/>
              </w:rPr>
              <w:t>solicitantului</w:t>
            </w:r>
            <w:r w:rsidRPr="00810ADF">
              <w:rPr>
                <w:sz w:val="18"/>
              </w:rPr>
              <w:t xml:space="preserve"> toate plățile primite de la acesta (cu excepția costurilor suplimentare rezultate din cazul în care </w:t>
            </w:r>
            <w:r w:rsidR="00F86580">
              <w:rPr>
                <w:sz w:val="18"/>
              </w:rPr>
              <w:t>solicitantul</w:t>
            </w:r>
            <w:r w:rsidRPr="00810ADF">
              <w:rPr>
                <w:sz w:val="18"/>
              </w:rPr>
              <w:t xml:space="preserve"> a ales un alt tip de livrare decât livrarea standard, ieftină, oferită de agenția de plasare), imediat și cel târziu în termen de 14 zile de la data primirii rezilierii de către agenția de plasare. Pentru rambursare, agenția de plasare trebuie să utilizeze modalitatea de plată a tranzacției inițiale și să nu perceapă taxe suplimentare </w:t>
            </w:r>
            <w:r w:rsidR="00F86580">
              <w:rPr>
                <w:sz w:val="18"/>
              </w:rPr>
              <w:t>solicitantului</w:t>
            </w:r>
            <w:r w:rsidRPr="00810ADF">
              <w:rPr>
                <w:sz w:val="18"/>
              </w:rPr>
              <w:t>.</w:t>
            </w:r>
          </w:p>
          <w:p w:rsidR="00872A21" w:rsidRPr="00586745" w:rsidRDefault="00872A21" w:rsidP="00872A21">
            <w:pPr>
              <w:spacing w:before="60" w:after="60"/>
              <w:ind w:left="426"/>
              <w:jc w:val="both"/>
              <w:textAlignment w:val="auto"/>
              <w:rPr>
                <w:sz w:val="18"/>
              </w:rPr>
            </w:pPr>
            <w:r w:rsidRPr="00586745">
              <w:rPr>
                <w:sz w:val="18"/>
              </w:rPr>
              <w:t>În cazul în care clientul solicită în mod expres începerea serviciilor de către agenție înainte de expirarea perioadei de retragere/revocare bifând următoarea opțiune „Da”, pentru serviciile prestate până la acel moment trebuie plătit un preț corespunzător</w:t>
            </w:r>
            <w:r>
              <w:rPr>
                <w:sz w:val="18"/>
              </w:rPr>
              <w:t>, chiar și în cazul unei retrageri</w:t>
            </w:r>
            <w:r w:rsidRPr="00586745">
              <w:rPr>
                <w:sz w:val="18"/>
              </w:rPr>
              <w:t xml:space="preserve"> sau </w:t>
            </w:r>
            <w:r>
              <w:rPr>
                <w:sz w:val="18"/>
              </w:rPr>
              <w:t>revocări</w:t>
            </w:r>
            <w:r w:rsidRPr="00586745">
              <w:rPr>
                <w:sz w:val="18"/>
              </w:rPr>
              <w:t xml:space="preserve">. În plus, dacă </w:t>
            </w:r>
            <w:r>
              <w:rPr>
                <w:sz w:val="18"/>
              </w:rPr>
              <w:t>agenția</w:t>
            </w:r>
            <w:r w:rsidRPr="00586745">
              <w:rPr>
                <w:sz w:val="18"/>
              </w:rPr>
              <w:t xml:space="preserve"> îndeplinește integral contractul înainte de sfârșitul perioadei de retragere/revocare, dreptul de retragere/revocare </w:t>
            </w:r>
            <w:r>
              <w:rPr>
                <w:sz w:val="18"/>
              </w:rPr>
              <w:t>devine inaplicabil</w:t>
            </w:r>
            <w:r w:rsidRPr="00586745">
              <w:rPr>
                <w:sz w:val="18"/>
              </w:rPr>
              <w:t>.</w:t>
            </w:r>
          </w:p>
          <w:p w:rsidR="00872A21" w:rsidRPr="00586745" w:rsidRDefault="00872A21" w:rsidP="00872A21">
            <w:pPr>
              <w:spacing w:before="60" w:after="60"/>
              <w:ind w:left="426"/>
              <w:jc w:val="both"/>
              <w:textAlignment w:val="auto"/>
              <w:rPr>
                <w:sz w:val="18"/>
              </w:rPr>
            </w:pPr>
            <w:r>
              <w:rPr>
                <w:sz w:val="18"/>
              </w:rPr>
              <w:t>P</w:t>
            </w:r>
            <w:r w:rsidRPr="00586745">
              <w:rPr>
                <w:sz w:val="18"/>
              </w:rPr>
              <w:t>reț</w:t>
            </w:r>
            <w:r>
              <w:rPr>
                <w:sz w:val="18"/>
              </w:rPr>
              <w:t>: a</w:t>
            </w:r>
            <w:r w:rsidRPr="00586745">
              <w:rPr>
                <w:sz w:val="18"/>
              </w:rPr>
              <w:t xml:space="preserve">cele servicii prestate de </w:t>
            </w:r>
            <w:r>
              <w:rPr>
                <w:sz w:val="18"/>
              </w:rPr>
              <w:t>agenția</w:t>
            </w:r>
            <w:r w:rsidRPr="00586745">
              <w:rPr>
                <w:sz w:val="18"/>
              </w:rPr>
              <w:t xml:space="preserve"> </w:t>
            </w:r>
            <w:r>
              <w:rPr>
                <w:sz w:val="18"/>
              </w:rPr>
              <w:t>de plasament</w:t>
            </w:r>
            <w:r w:rsidRPr="00586745">
              <w:rPr>
                <w:sz w:val="18"/>
              </w:rPr>
              <w:t xml:space="preserve"> până în momentul în care </w:t>
            </w:r>
            <w:r>
              <w:rPr>
                <w:sz w:val="18"/>
              </w:rPr>
              <w:t>agenția</w:t>
            </w:r>
            <w:r w:rsidRPr="00586745">
              <w:rPr>
                <w:sz w:val="18"/>
              </w:rPr>
              <w:t xml:space="preserve"> este informată cu privire la exercitarea dreptului de retragere/anulare vor fi compensate cu acea sumă parțială față de prețul total care corespunde proporției dintre serviciile deja prestate față de </w:t>
            </w:r>
            <w:r>
              <w:rPr>
                <w:sz w:val="18"/>
              </w:rPr>
              <w:t>suma</w:t>
            </w:r>
            <w:r w:rsidRPr="00586745">
              <w:rPr>
                <w:sz w:val="18"/>
              </w:rPr>
              <w:t xml:space="preserve"> totală a serviciilor prevăzute în contract (</w:t>
            </w:r>
            <w:r>
              <w:rPr>
                <w:sz w:val="18"/>
              </w:rPr>
              <w:t>fracționare</w:t>
            </w:r>
            <w:r w:rsidRPr="00586745">
              <w:rPr>
                <w:sz w:val="18"/>
              </w:rPr>
              <w:t>).</w:t>
            </w:r>
          </w:p>
          <w:p w:rsidR="00872A21" w:rsidRDefault="00872A21" w:rsidP="00872A21">
            <w:pPr>
              <w:spacing w:before="60" w:after="60"/>
              <w:ind w:left="426"/>
              <w:jc w:val="both"/>
              <w:textAlignment w:val="auto"/>
              <w:rPr>
                <w:sz w:val="18"/>
              </w:rPr>
            </w:pPr>
            <w:r w:rsidRPr="00586745">
              <w:rPr>
                <w:sz w:val="18"/>
              </w:rPr>
              <w:t>În acest sens, clientul declară că solicită începerea serviciului înainte de expirarea sau încheierea perioadei de retragere/anulare descrise mai sus (de exemplu</w:t>
            </w:r>
            <w:r>
              <w:rPr>
                <w:sz w:val="18"/>
              </w:rPr>
              <w:t>,</w:t>
            </w:r>
            <w:r w:rsidRPr="00586745">
              <w:rPr>
                <w:sz w:val="18"/>
              </w:rPr>
              <w:t xml:space="preserve"> imediat) cu serviciile convenite în prezentul contract (c</w:t>
            </w:r>
            <w:r>
              <w:rPr>
                <w:sz w:val="18"/>
              </w:rPr>
              <w:t xml:space="preserve">lientul are această opțiune și trebuie să </w:t>
            </w:r>
            <w:r w:rsidRPr="00586745">
              <w:rPr>
                <w:sz w:val="18"/>
              </w:rPr>
              <w:t>confirm</w:t>
            </w:r>
            <w:r>
              <w:rPr>
                <w:sz w:val="18"/>
              </w:rPr>
              <w:t xml:space="preserve">e </w:t>
            </w:r>
            <w:r w:rsidRPr="00586745">
              <w:rPr>
                <w:sz w:val="18"/>
              </w:rPr>
              <w:t>bif</w:t>
            </w:r>
            <w:r>
              <w:rPr>
                <w:sz w:val="18"/>
              </w:rPr>
              <w:t>ând</w:t>
            </w:r>
            <w:r w:rsidRPr="00586745">
              <w:rPr>
                <w:sz w:val="18"/>
              </w:rPr>
              <w:t xml:space="preserve"> „da” </w:t>
            </w:r>
            <w:r>
              <w:rPr>
                <w:sz w:val="18"/>
              </w:rPr>
              <w:t>mai jos</w:t>
            </w:r>
            <w:r w:rsidRPr="00586745">
              <w:rPr>
                <w:sz w:val="18"/>
              </w:rPr>
              <w:t>):</w:t>
            </w:r>
          </w:p>
          <w:tbl>
            <w:tblPr>
              <w:tblW w:w="8832" w:type="dxa"/>
              <w:tblInd w:w="1302" w:type="dxa"/>
              <w:tblLayout w:type="fixed"/>
              <w:tblLook w:val="04A0" w:firstRow="1" w:lastRow="0" w:firstColumn="1" w:lastColumn="0" w:noHBand="0" w:noVBand="1"/>
            </w:tblPr>
            <w:tblGrid>
              <w:gridCol w:w="4111"/>
              <w:gridCol w:w="4721"/>
            </w:tblGrid>
            <w:tr w:rsidR="00872A21" w:rsidRPr="00CA45E9" w:rsidTr="00B74E5E">
              <w:trPr>
                <w:trHeight w:val="102"/>
              </w:trPr>
              <w:tc>
                <w:tcPr>
                  <w:tcW w:w="4111" w:type="dxa"/>
                  <w:shd w:val="clear" w:color="auto" w:fill="auto"/>
                </w:tcPr>
                <w:p w:rsidR="00872A21" w:rsidRPr="008A0671" w:rsidRDefault="00872A21" w:rsidP="00872A21">
                  <w:pPr>
                    <w:numPr>
                      <w:ilvl w:val="0"/>
                      <w:numId w:val="27"/>
                    </w:numPr>
                    <w:spacing w:before="60" w:after="60" w:line="240" w:lineRule="exact"/>
                    <w:ind w:left="786" w:right="-385"/>
                    <w:textAlignment w:val="auto"/>
                    <w:rPr>
                      <w:b/>
                      <w:bCs/>
                      <w:sz w:val="18"/>
                      <w:szCs w:val="18"/>
                      <w:lang w:eastAsia="en-US"/>
                    </w:rPr>
                  </w:pPr>
                  <w:r w:rsidRPr="008A0671">
                    <w:rPr>
                      <w:b/>
                      <w:bCs/>
                      <w:sz w:val="18"/>
                      <w:szCs w:val="18"/>
                      <w:lang w:eastAsia="en-US"/>
                    </w:rPr>
                    <w:t>Da</w:t>
                  </w:r>
                </w:p>
              </w:tc>
              <w:tc>
                <w:tcPr>
                  <w:tcW w:w="4721" w:type="dxa"/>
                  <w:shd w:val="clear" w:color="auto" w:fill="auto"/>
                </w:tcPr>
                <w:p w:rsidR="00872A21" w:rsidRPr="008A0671" w:rsidRDefault="00872A21" w:rsidP="00872A21">
                  <w:pPr>
                    <w:numPr>
                      <w:ilvl w:val="0"/>
                      <w:numId w:val="27"/>
                    </w:numPr>
                    <w:spacing w:before="60" w:after="60" w:line="240" w:lineRule="exact"/>
                    <w:ind w:left="426" w:right="-385" w:firstLine="0"/>
                    <w:textAlignment w:val="auto"/>
                    <w:rPr>
                      <w:b/>
                      <w:bCs/>
                      <w:sz w:val="18"/>
                      <w:szCs w:val="18"/>
                      <w:lang w:eastAsia="en-US"/>
                    </w:rPr>
                  </w:pPr>
                  <w:r w:rsidRPr="008A0671">
                    <w:rPr>
                      <w:b/>
                      <w:bCs/>
                      <w:sz w:val="18"/>
                      <w:szCs w:val="18"/>
                      <w:lang w:eastAsia="en-US"/>
                    </w:rPr>
                    <w:t>Nu</w:t>
                  </w:r>
                </w:p>
                <w:p w:rsidR="00872A21" w:rsidRPr="008A0671" w:rsidRDefault="00872A21" w:rsidP="00872A21">
                  <w:pPr>
                    <w:spacing w:before="60" w:after="60" w:line="240" w:lineRule="exact"/>
                    <w:ind w:left="426" w:right="-385"/>
                    <w:textAlignment w:val="auto"/>
                    <w:rPr>
                      <w:b/>
                      <w:bCs/>
                      <w:sz w:val="18"/>
                      <w:szCs w:val="18"/>
                      <w:lang w:eastAsia="en-US"/>
                    </w:rPr>
                  </w:pPr>
                </w:p>
              </w:tc>
            </w:tr>
          </w:tbl>
          <w:p w:rsidR="00872A21" w:rsidRDefault="00872A21" w:rsidP="001759FA">
            <w:pPr>
              <w:spacing w:before="60" w:after="60" w:line="240" w:lineRule="exact"/>
              <w:ind w:left="426"/>
              <w:jc w:val="both"/>
              <w:rPr>
                <w:sz w:val="18"/>
              </w:rPr>
            </w:pPr>
            <w:r w:rsidRPr="00CA0035">
              <w:rPr>
                <w:sz w:val="18"/>
              </w:rPr>
              <w:t>Dacă se solicită îndeplinirea prematură a contractului prin selectarea</w:t>
            </w:r>
            <w:r>
              <w:rPr>
                <w:sz w:val="18"/>
              </w:rPr>
              <w:t xml:space="preserve"> opțiunii</w:t>
            </w:r>
            <w:r w:rsidRPr="00CA0035">
              <w:rPr>
                <w:sz w:val="18"/>
              </w:rPr>
              <w:t xml:space="preserve"> „Da”, clientul confirmă prin prezenta că a recunoscut în mod expres pierderea dreptului de retragere/anulare menționat mai sus în cazul îndepli</w:t>
            </w:r>
            <w:r>
              <w:rPr>
                <w:sz w:val="18"/>
              </w:rPr>
              <w:t xml:space="preserve">nirii integrale a contractului. </w:t>
            </w:r>
          </w:p>
          <w:p w:rsidR="00DE1DAA" w:rsidRPr="00810ADF" w:rsidRDefault="00872A21" w:rsidP="001759FA">
            <w:pPr>
              <w:spacing w:before="60" w:after="60" w:line="240" w:lineRule="exact"/>
              <w:jc w:val="both"/>
              <w:rPr>
                <w:sz w:val="18"/>
              </w:rPr>
            </w:pPr>
            <w:r>
              <w:rPr>
                <w:sz w:val="18"/>
              </w:rPr>
              <w:t xml:space="preserve">9.3 </w:t>
            </w:r>
            <w:r w:rsidR="000C6A25" w:rsidRPr="004B478E">
              <w:rPr>
                <w:sz w:val="18"/>
              </w:rPr>
              <w:t>În cazul litigiilor care decurg din prezentul contract,</w:t>
            </w:r>
            <w:r w:rsidR="000C6A25">
              <w:t xml:space="preserve"> </w:t>
            </w:r>
            <w:r w:rsidR="000C6A25" w:rsidRPr="00D9539F">
              <w:rPr>
                <w:sz w:val="18"/>
              </w:rPr>
              <w:t>jurisdicți</w:t>
            </w:r>
            <w:r w:rsidR="000C6A25">
              <w:rPr>
                <w:sz w:val="18"/>
              </w:rPr>
              <w:t>a revine</w:t>
            </w:r>
            <w:r w:rsidR="000C6A25" w:rsidRPr="00D9539F">
              <w:rPr>
                <w:sz w:val="18"/>
              </w:rPr>
              <w:t xml:space="preserve"> instanț</w:t>
            </w:r>
            <w:r w:rsidR="000C6A25">
              <w:rPr>
                <w:sz w:val="18"/>
              </w:rPr>
              <w:t>ei</w:t>
            </w:r>
            <w:r w:rsidR="000C6A25" w:rsidRPr="00D9539F">
              <w:rPr>
                <w:sz w:val="18"/>
              </w:rPr>
              <w:t xml:space="preserve"> competent</w:t>
            </w:r>
            <w:r w:rsidR="000C6A25">
              <w:rPr>
                <w:sz w:val="18"/>
              </w:rPr>
              <w:t>e</w:t>
            </w:r>
            <w:r w:rsidR="000C6A25" w:rsidRPr="00D9539F">
              <w:rPr>
                <w:sz w:val="18"/>
              </w:rPr>
              <w:t xml:space="preserve"> a locului în care domiciliază </w:t>
            </w:r>
            <w:r w:rsidR="000C6A25">
              <w:rPr>
                <w:sz w:val="18"/>
              </w:rPr>
              <w:t>solicitantul</w:t>
            </w:r>
            <w:r w:rsidR="003E109E" w:rsidRPr="00810ADF">
              <w:rPr>
                <w:sz w:val="18"/>
              </w:rPr>
              <w:t>.</w:t>
            </w:r>
          </w:p>
          <w:p w:rsidR="00872A21" w:rsidRPr="00810ADF" w:rsidRDefault="00872A21" w:rsidP="001759FA">
            <w:pPr>
              <w:spacing w:before="60" w:after="60" w:line="240" w:lineRule="exact"/>
              <w:ind w:left="426"/>
              <w:jc w:val="both"/>
              <w:rPr>
                <w:sz w:val="18"/>
              </w:rPr>
            </w:pPr>
            <w:r>
              <w:rPr>
                <w:sz w:val="18"/>
              </w:rPr>
              <w:t xml:space="preserve">9,4 </w:t>
            </w:r>
            <w:r w:rsidR="003E109E" w:rsidRPr="00810ADF">
              <w:rPr>
                <w:sz w:val="18"/>
              </w:rPr>
              <w:t>Acest contract este reglementat exclusiv de legislația austriacă.</w:t>
            </w:r>
          </w:p>
          <w:p w:rsidR="00DE1DAA" w:rsidRPr="00810ADF" w:rsidRDefault="00872A21" w:rsidP="001759FA">
            <w:pPr>
              <w:spacing w:before="60" w:after="60" w:line="240" w:lineRule="exact"/>
              <w:ind w:left="426"/>
              <w:jc w:val="both"/>
              <w:rPr>
                <w:sz w:val="18"/>
              </w:rPr>
            </w:pPr>
            <w:r>
              <w:rPr>
                <w:sz w:val="18"/>
              </w:rPr>
              <w:t xml:space="preserve">9,5 </w:t>
            </w:r>
            <w:r w:rsidR="003E109E" w:rsidRPr="00810ADF">
              <w:rPr>
                <w:sz w:val="18"/>
              </w:rPr>
              <w:t>Acest contract este redactat într-un singur exemplar. Originalul îl primește agenția</w:t>
            </w:r>
            <w:r w:rsidR="000C6A25">
              <w:rPr>
                <w:sz w:val="18"/>
              </w:rPr>
              <w:t xml:space="preserve"> de plasare</w:t>
            </w:r>
            <w:r w:rsidR="003E109E" w:rsidRPr="00810ADF">
              <w:rPr>
                <w:sz w:val="18"/>
              </w:rPr>
              <w:t xml:space="preserve">, </w:t>
            </w:r>
            <w:r w:rsidR="000C6A25">
              <w:rPr>
                <w:sz w:val="18"/>
              </w:rPr>
              <w:t>solicitantul</w:t>
            </w:r>
            <w:r w:rsidR="003E109E" w:rsidRPr="00810ADF">
              <w:rPr>
                <w:sz w:val="18"/>
              </w:rPr>
              <w:t xml:space="preserve"> primește o copie.</w:t>
            </w:r>
          </w:p>
          <w:p w:rsidR="00DE1DAA" w:rsidRPr="00810ADF" w:rsidRDefault="00872A21" w:rsidP="001759FA">
            <w:pPr>
              <w:spacing w:before="60" w:after="60" w:line="240" w:lineRule="exact"/>
              <w:ind w:left="426"/>
              <w:jc w:val="both"/>
              <w:rPr>
                <w:sz w:val="18"/>
              </w:rPr>
            </w:pPr>
            <w:r>
              <w:rPr>
                <w:sz w:val="18"/>
              </w:rPr>
              <w:t xml:space="preserve">9,6 </w:t>
            </w:r>
            <w:r w:rsidR="003E109E" w:rsidRPr="00810ADF">
              <w:rPr>
                <w:sz w:val="18"/>
              </w:rPr>
              <w:t>Dispozițiile legii privind brokerajul se aplică în mod subsidiar.</w:t>
            </w:r>
          </w:p>
        </w:tc>
      </w:tr>
      <w:tr w:rsidR="00872A21" w:rsidRPr="00810ADF">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872A21" w:rsidRPr="004B478E" w:rsidRDefault="00872A21" w:rsidP="001759FA">
            <w:pPr>
              <w:spacing w:before="60" w:after="60" w:line="240" w:lineRule="exact"/>
              <w:jc w:val="both"/>
              <w:rPr>
                <w:sz w:val="18"/>
              </w:rPr>
            </w:pPr>
            <w:bookmarkStart w:id="0" w:name="_GoBack"/>
            <w:bookmarkEnd w:id="0"/>
          </w:p>
        </w:tc>
      </w:tr>
    </w:tbl>
    <w:p w:rsidR="00DE1DAA" w:rsidRPr="00810ADF" w:rsidRDefault="003E109E">
      <w:pPr>
        <w:rPr>
          <w:sz w:val="18"/>
        </w:rPr>
      </w:pPr>
      <w:r w:rsidRPr="00810ADF">
        <w:rPr>
          <w:sz w:val="18"/>
        </w:rPr>
        <w:br/>
      </w:r>
      <w:r w:rsidRPr="00810ADF">
        <w:rPr>
          <w:sz w:val="18"/>
        </w:rPr>
        <w:br/>
        <w:t xml:space="preserve">______________________________ </w:t>
      </w:r>
      <w:r w:rsidRPr="00810ADF">
        <w:rPr>
          <w:sz w:val="18"/>
        </w:rPr>
        <w:br/>
        <w:t>Locul, data:</w:t>
      </w:r>
    </w:p>
    <w:tbl>
      <w:tblPr>
        <w:tblW w:w="10070" w:type="dxa"/>
        <w:tblLook w:val="04A0" w:firstRow="1" w:lastRow="0" w:firstColumn="1" w:lastColumn="0" w:noHBand="0" w:noVBand="1"/>
      </w:tblPr>
      <w:tblGrid>
        <w:gridCol w:w="4757"/>
        <w:gridCol w:w="5313"/>
      </w:tblGrid>
      <w:tr w:rsidR="00810ADF" w:rsidRPr="00810ADF">
        <w:trPr>
          <w:trHeight w:val="780"/>
        </w:trPr>
        <w:tc>
          <w:tcPr>
            <w:tcW w:w="4757" w:type="dxa"/>
            <w:shd w:val="clear" w:color="auto" w:fill="auto"/>
          </w:tcPr>
          <w:p w:rsidR="00DE1DAA" w:rsidRPr="00810ADF" w:rsidRDefault="00DE1DAA">
            <w:pPr>
              <w:spacing w:before="120" w:after="120" w:line="240" w:lineRule="exact"/>
              <w:rPr>
                <w:sz w:val="18"/>
              </w:rPr>
            </w:pPr>
          </w:p>
          <w:p w:rsidR="00DE1DAA" w:rsidRPr="00810ADF" w:rsidRDefault="003E109E" w:rsidP="000C6A25">
            <w:pPr>
              <w:spacing w:before="120" w:after="120" w:line="240" w:lineRule="exact"/>
              <w:rPr>
                <w:sz w:val="18"/>
              </w:rPr>
            </w:pPr>
            <w:r w:rsidRPr="00810ADF">
              <w:rPr>
                <w:sz w:val="18"/>
              </w:rPr>
              <w:t xml:space="preserve">________________________________________ </w:t>
            </w:r>
            <w:r w:rsidRPr="00810ADF">
              <w:rPr>
                <w:sz w:val="18"/>
              </w:rPr>
              <w:br/>
              <w:t xml:space="preserve">Semnătura </w:t>
            </w:r>
            <w:r w:rsidR="000C6A25">
              <w:rPr>
                <w:sz w:val="18"/>
              </w:rPr>
              <w:t>solicitantului</w:t>
            </w:r>
          </w:p>
        </w:tc>
        <w:tc>
          <w:tcPr>
            <w:tcW w:w="5313" w:type="dxa"/>
            <w:shd w:val="clear" w:color="auto" w:fill="auto"/>
          </w:tcPr>
          <w:p w:rsidR="00DE1DAA" w:rsidRPr="00810ADF" w:rsidRDefault="00DE1DAA">
            <w:pPr>
              <w:spacing w:before="120" w:after="120" w:line="240" w:lineRule="exact"/>
              <w:rPr>
                <w:sz w:val="18"/>
              </w:rPr>
            </w:pPr>
          </w:p>
          <w:p w:rsidR="00DE1DAA" w:rsidRPr="00810ADF" w:rsidRDefault="003E109E" w:rsidP="000C6A25">
            <w:pPr>
              <w:spacing w:before="120" w:after="120" w:line="240" w:lineRule="exact"/>
              <w:rPr>
                <w:sz w:val="18"/>
              </w:rPr>
            </w:pPr>
            <w:r w:rsidRPr="00810ADF">
              <w:rPr>
                <w:sz w:val="18"/>
              </w:rPr>
              <w:t xml:space="preserve">_______________________________________ </w:t>
            </w:r>
            <w:r w:rsidRPr="00810ADF">
              <w:rPr>
                <w:sz w:val="18"/>
              </w:rPr>
              <w:br/>
              <w:t>Semnătura agenția de plasare</w:t>
            </w:r>
          </w:p>
        </w:tc>
      </w:tr>
    </w:tbl>
    <w:p w:rsidR="00DE1DAA" w:rsidRPr="00810ADF" w:rsidRDefault="00DE1DAA">
      <w:pPr>
        <w:rPr>
          <w:sz w:val="18"/>
        </w:rPr>
      </w:pPr>
    </w:p>
    <w:sectPr w:rsidR="00DE1DAA" w:rsidRPr="00810ADF" w:rsidSect="008A0671">
      <w:headerReference w:type="even" r:id="rId12"/>
      <w:headerReference w:type="default" r:id="rId13"/>
      <w:footerReference w:type="even" r:id="rId14"/>
      <w:footerReference w:type="default" r:id="rId15"/>
      <w:headerReference w:type="first" r:id="rId16"/>
      <w:footerReference w:type="first" r:id="rId17"/>
      <w:pgSz w:w="11907" w:h="16840" w:code="9"/>
      <w:pgMar w:top="1418" w:right="1247" w:bottom="1418" w:left="1418" w:header="737" w:footer="49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62E" w:rsidRDefault="008C162E">
      <w:r>
        <w:separator/>
      </w:r>
    </w:p>
  </w:endnote>
  <w:endnote w:type="continuationSeparator" w:id="0">
    <w:p w:rsidR="008C162E" w:rsidRDefault="008C1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71" w:rsidRDefault="008A06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AA" w:rsidRPr="008A0671" w:rsidRDefault="00A26BD6">
    <w:pPr>
      <w:pStyle w:val="Fuzeile"/>
      <w:jc w:val="center"/>
      <w:rPr>
        <w:rFonts w:ascii="Arial" w:hAnsi="Arial" w:cs="Arial"/>
        <w:sz w:val="18"/>
      </w:rPr>
    </w:pPr>
    <w:r w:rsidRPr="008A0671">
      <w:rPr>
        <w:rFonts w:ascii="Arial" w:hAnsi="Arial" w:cs="Arial"/>
        <w:sz w:val="18"/>
      </w:rPr>
      <w:t>În pofida atenției cu care acest conținut este procesat și tradus, nu este exclusă posibilitatea unor erori. Prin urmare, este exclusă orice răspundere a camerelor de comerț pentru neglijență ușoară (cu excepția prejudiciului personal) și față de antreprenori pentru neglijență simplă.</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AA" w:rsidRPr="008A0671" w:rsidRDefault="00E54A36">
    <w:pPr>
      <w:pStyle w:val="Fuzeile"/>
      <w:jc w:val="center"/>
      <w:rPr>
        <w:rFonts w:ascii="Arial" w:hAnsi="Arial" w:cs="Arial"/>
        <w:sz w:val="18"/>
      </w:rPr>
    </w:pPr>
    <w:r w:rsidRPr="008A0671">
      <w:rPr>
        <w:rFonts w:ascii="Arial" w:hAnsi="Arial" w:cs="Arial"/>
        <w:sz w:val="18"/>
      </w:rPr>
      <w:t>În pofida atenției cu care acest conținut este procesat și tradus, nu este exclusă posibilitatea unor erori. Prin urmare, este exclusă orice răspundere a camerelor de comerț pentru neglijență ușoară (cu excepția prejudiciului personal) și față de antreprenori pentru neglijență simplă.</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62E" w:rsidRDefault="008C162E">
      <w:r>
        <w:separator/>
      </w:r>
    </w:p>
  </w:footnote>
  <w:footnote w:type="continuationSeparator" w:id="0">
    <w:p w:rsidR="008C162E" w:rsidRDefault="008C1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AA" w:rsidRDefault="008C162E">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MODE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AA" w:rsidRDefault="008C162E">
    <w:pPr>
      <w:pStyle w:val="Kopfzeile"/>
      <w:ind w:right="170"/>
      <w:jc w:val="center"/>
      <w:rPr>
        <w:rStyle w:val="Seitenzahl"/>
        <w:rFonts w:cs="Arial"/>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MODEL"/>
          <w10:wrap anchorx="margin" anchory="margin"/>
        </v:shape>
      </w:pict>
    </w:r>
    <w:r w:rsidR="003E109E">
      <w:rPr>
        <w:sz w:val="18"/>
      </w:rPr>
      <w:t xml:space="preserve">- </w:t>
    </w:r>
    <w:r w:rsidR="00487B8E">
      <w:rPr>
        <w:rStyle w:val="Seitenzahl"/>
        <w:rFonts w:cs="Arial"/>
        <w:sz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sidR="00872A21">
      <w:rPr>
        <w:rStyle w:val="Seitenzahl"/>
        <w:rFonts w:cs="Arial"/>
        <w:noProof/>
        <w:sz w:val="18"/>
        <w:szCs w:val="18"/>
      </w:rPr>
      <w:t>7</w:t>
    </w:r>
    <w:r w:rsidR="00487B8E">
      <w:rPr>
        <w:rStyle w:val="Seitenzahl"/>
        <w:rFonts w:cs="Arial"/>
        <w:sz w:val="18"/>
        <w:szCs w:val="18"/>
      </w:rPr>
      <w:fldChar w:fldCharType="end"/>
    </w:r>
    <w:r w:rsidR="003E109E">
      <w:rPr>
        <w:rStyle w:val="Seitenzahl"/>
        <w:rFonts w:cs="Arial"/>
        <w:sz w:val="18"/>
      </w:rPr>
      <w:t xml:space="preserve"> -</w:t>
    </w:r>
  </w:p>
  <w:p w:rsidR="00DE1DAA" w:rsidRDefault="00DE1DAA">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AA" w:rsidRPr="001759FA" w:rsidRDefault="008C162E">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28"/>
        <w:szCs w:val="2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MODEL"/>
          <w10:wrap anchorx="margin" anchory="margin"/>
        </v:shape>
      </w:pict>
    </w:r>
    <w:r w:rsidR="003E109E">
      <w:rPr>
        <w:rFonts w:ascii="Square721 BT" w:hAnsi="Square721 BT" w:cs="Square721 BT"/>
        <w:smallCaps/>
        <w:color w:val="808080"/>
        <w:sz w:val="32"/>
      </w:rPr>
      <w:t xml:space="preserve"> </w:t>
    </w:r>
    <w:r w:rsidR="00E54A36" w:rsidRPr="001759FA">
      <w:rPr>
        <w:rFonts w:ascii="Square721 BT" w:hAnsi="Square721 BT" w:cs="Square721 BT"/>
        <w:smallCaps/>
        <w:color w:val="808080"/>
        <w:sz w:val="28"/>
        <w:szCs w:val="28"/>
      </w:rPr>
      <w:t>02/202</w:t>
    </w:r>
    <w:r w:rsidR="00D829CB" w:rsidRPr="001759FA">
      <w:rPr>
        <w:rFonts w:ascii="Square721 BT" w:hAnsi="Square721 BT" w:cs="Square721 BT"/>
        <w:smallCaps/>
        <w:color w:val="808080"/>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7"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8" w15:restartNumberingAfterBreak="0">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0"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1"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3"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4"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6"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8"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19"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1"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2"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3"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4"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5" w15:restartNumberingAfterBreak="0">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7"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28"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0"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num w:numId="1">
    <w:abstractNumId w:val="19"/>
  </w:num>
  <w:num w:numId="2">
    <w:abstractNumId w:val="5"/>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7"/>
  </w:num>
  <w:num w:numId="7">
    <w:abstractNumId w:val="21"/>
  </w:num>
  <w:num w:numId="8">
    <w:abstractNumId w:val="2"/>
  </w:num>
  <w:num w:numId="9">
    <w:abstractNumId w:val="6"/>
  </w:num>
  <w:num w:numId="10">
    <w:abstractNumId w:val="15"/>
  </w:num>
  <w:num w:numId="11">
    <w:abstractNumId w:val="1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7"/>
  </w:num>
  <w:num w:numId="17">
    <w:abstractNumId w:val="2"/>
  </w:num>
  <w:num w:numId="18">
    <w:abstractNumId w:val="14"/>
  </w:num>
  <w:num w:numId="19">
    <w:abstractNumId w:val="3"/>
  </w:num>
  <w:num w:numId="20">
    <w:abstractNumId w:val="26"/>
  </w:num>
  <w:num w:numId="21">
    <w:abstractNumId w:val="1"/>
  </w:num>
  <w:num w:numId="22">
    <w:abstractNumId w:val="4"/>
  </w:num>
  <w:num w:numId="23">
    <w:abstractNumId w:val="28"/>
  </w:num>
  <w:num w:numId="24">
    <w:abstractNumId w:val="13"/>
  </w:num>
  <w:num w:numId="25">
    <w:abstractNumId w:val="22"/>
  </w:num>
  <w:num w:numId="26">
    <w:abstractNumId w:val="17"/>
  </w:num>
  <w:num w:numId="27">
    <w:abstractNumId w:val="29"/>
  </w:num>
  <w:num w:numId="28">
    <w:abstractNumId w:val="11"/>
  </w:num>
  <w:num w:numId="29">
    <w:abstractNumId w:val="8"/>
  </w:num>
  <w:num w:numId="30">
    <w:abstractNumId w:val="25"/>
  </w:num>
  <w:num w:numId="31">
    <w:abstractNumId w:val="23"/>
  </w:num>
  <w:num w:numId="32">
    <w:abstractNumId w:val="12"/>
  </w:num>
  <w:num w:numId="33">
    <w:abstractNumId w:val="9"/>
  </w:num>
  <w:num w:numId="34">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4D9"/>
    <w:rsid w:val="00005A39"/>
    <w:rsid w:val="0001012E"/>
    <w:rsid w:val="00015B15"/>
    <w:rsid w:val="00016862"/>
    <w:rsid w:val="00017692"/>
    <w:rsid w:val="00034C41"/>
    <w:rsid w:val="00041E36"/>
    <w:rsid w:val="00052ABD"/>
    <w:rsid w:val="00054ABB"/>
    <w:rsid w:val="00066F54"/>
    <w:rsid w:val="00082E1B"/>
    <w:rsid w:val="00083204"/>
    <w:rsid w:val="0008786F"/>
    <w:rsid w:val="000908ED"/>
    <w:rsid w:val="0009282B"/>
    <w:rsid w:val="000B4C1C"/>
    <w:rsid w:val="000B5099"/>
    <w:rsid w:val="000B51D8"/>
    <w:rsid w:val="000C0BCB"/>
    <w:rsid w:val="000C6A25"/>
    <w:rsid w:val="000D2476"/>
    <w:rsid w:val="000F1FBA"/>
    <w:rsid w:val="000F5F2F"/>
    <w:rsid w:val="00101543"/>
    <w:rsid w:val="00107314"/>
    <w:rsid w:val="001361C7"/>
    <w:rsid w:val="00141660"/>
    <w:rsid w:val="001516CE"/>
    <w:rsid w:val="00155D48"/>
    <w:rsid w:val="001759FA"/>
    <w:rsid w:val="00177C4F"/>
    <w:rsid w:val="0019582D"/>
    <w:rsid w:val="001B4D66"/>
    <w:rsid w:val="001B51E7"/>
    <w:rsid w:val="001B6181"/>
    <w:rsid w:val="001C45B3"/>
    <w:rsid w:val="001C7D21"/>
    <w:rsid w:val="001D5353"/>
    <w:rsid w:val="001E4C77"/>
    <w:rsid w:val="001E4F69"/>
    <w:rsid w:val="001F78F9"/>
    <w:rsid w:val="00200C81"/>
    <w:rsid w:val="00204E29"/>
    <w:rsid w:val="002232A7"/>
    <w:rsid w:val="00235057"/>
    <w:rsid w:val="00243649"/>
    <w:rsid w:val="00244995"/>
    <w:rsid w:val="002500A4"/>
    <w:rsid w:val="0025122D"/>
    <w:rsid w:val="002552B9"/>
    <w:rsid w:val="00257460"/>
    <w:rsid w:val="002642F3"/>
    <w:rsid w:val="00266FC2"/>
    <w:rsid w:val="00272B3F"/>
    <w:rsid w:val="00285A2D"/>
    <w:rsid w:val="002863A7"/>
    <w:rsid w:val="002911FA"/>
    <w:rsid w:val="002A06B6"/>
    <w:rsid w:val="002A1BFF"/>
    <w:rsid w:val="002A3FCF"/>
    <w:rsid w:val="002B5927"/>
    <w:rsid w:val="002C5673"/>
    <w:rsid w:val="002E512F"/>
    <w:rsid w:val="002E79E1"/>
    <w:rsid w:val="002F6301"/>
    <w:rsid w:val="003140AA"/>
    <w:rsid w:val="0032270C"/>
    <w:rsid w:val="003468D0"/>
    <w:rsid w:val="00362FB0"/>
    <w:rsid w:val="00363081"/>
    <w:rsid w:val="003719BC"/>
    <w:rsid w:val="0038176E"/>
    <w:rsid w:val="003A0C56"/>
    <w:rsid w:val="003A20BB"/>
    <w:rsid w:val="003A6A80"/>
    <w:rsid w:val="003B21DD"/>
    <w:rsid w:val="003C7460"/>
    <w:rsid w:val="003D195D"/>
    <w:rsid w:val="003D1EFD"/>
    <w:rsid w:val="003D33EF"/>
    <w:rsid w:val="003D4A35"/>
    <w:rsid w:val="003E109E"/>
    <w:rsid w:val="00412EF5"/>
    <w:rsid w:val="00425C31"/>
    <w:rsid w:val="004450D1"/>
    <w:rsid w:val="00447D38"/>
    <w:rsid w:val="0046235A"/>
    <w:rsid w:val="00466539"/>
    <w:rsid w:val="0047613B"/>
    <w:rsid w:val="00480DE0"/>
    <w:rsid w:val="00486A53"/>
    <w:rsid w:val="00487B8E"/>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67B1D"/>
    <w:rsid w:val="00594D42"/>
    <w:rsid w:val="0059687E"/>
    <w:rsid w:val="00597D94"/>
    <w:rsid w:val="005A0147"/>
    <w:rsid w:val="005A0653"/>
    <w:rsid w:val="005A3D89"/>
    <w:rsid w:val="005C74D3"/>
    <w:rsid w:val="005D4C49"/>
    <w:rsid w:val="00601BB3"/>
    <w:rsid w:val="00612824"/>
    <w:rsid w:val="006139F8"/>
    <w:rsid w:val="006160BB"/>
    <w:rsid w:val="00624620"/>
    <w:rsid w:val="00631633"/>
    <w:rsid w:val="00632A2D"/>
    <w:rsid w:val="00637AAD"/>
    <w:rsid w:val="006536A0"/>
    <w:rsid w:val="006715D9"/>
    <w:rsid w:val="00674B60"/>
    <w:rsid w:val="006A3CCD"/>
    <w:rsid w:val="006A7DB9"/>
    <w:rsid w:val="006B4BE9"/>
    <w:rsid w:val="006B7195"/>
    <w:rsid w:val="006C7228"/>
    <w:rsid w:val="006D1CFC"/>
    <w:rsid w:val="006D5B5F"/>
    <w:rsid w:val="00702617"/>
    <w:rsid w:val="00724764"/>
    <w:rsid w:val="007400FA"/>
    <w:rsid w:val="007444B7"/>
    <w:rsid w:val="00744735"/>
    <w:rsid w:val="0075082E"/>
    <w:rsid w:val="007524F6"/>
    <w:rsid w:val="0077386B"/>
    <w:rsid w:val="00776887"/>
    <w:rsid w:val="00791D17"/>
    <w:rsid w:val="00797D45"/>
    <w:rsid w:val="007A0172"/>
    <w:rsid w:val="007A29D0"/>
    <w:rsid w:val="007A7977"/>
    <w:rsid w:val="007A7BFF"/>
    <w:rsid w:val="007B0B50"/>
    <w:rsid w:val="007B436D"/>
    <w:rsid w:val="007B4DCC"/>
    <w:rsid w:val="007B51D2"/>
    <w:rsid w:val="007C44CA"/>
    <w:rsid w:val="007D4395"/>
    <w:rsid w:val="007E5BFE"/>
    <w:rsid w:val="007F266F"/>
    <w:rsid w:val="007F56A0"/>
    <w:rsid w:val="00802547"/>
    <w:rsid w:val="00810ADF"/>
    <w:rsid w:val="00821D70"/>
    <w:rsid w:val="008343D6"/>
    <w:rsid w:val="00840C3F"/>
    <w:rsid w:val="008412D6"/>
    <w:rsid w:val="00842897"/>
    <w:rsid w:val="0085646B"/>
    <w:rsid w:val="008636C3"/>
    <w:rsid w:val="00872A21"/>
    <w:rsid w:val="00894B4A"/>
    <w:rsid w:val="008965DC"/>
    <w:rsid w:val="008A0671"/>
    <w:rsid w:val="008B1132"/>
    <w:rsid w:val="008B63B3"/>
    <w:rsid w:val="008B6A9E"/>
    <w:rsid w:val="008C162E"/>
    <w:rsid w:val="008C1AA3"/>
    <w:rsid w:val="008D130A"/>
    <w:rsid w:val="008F1859"/>
    <w:rsid w:val="008F611C"/>
    <w:rsid w:val="008F75AC"/>
    <w:rsid w:val="00907EE7"/>
    <w:rsid w:val="00907F43"/>
    <w:rsid w:val="009109D7"/>
    <w:rsid w:val="0091596F"/>
    <w:rsid w:val="00926217"/>
    <w:rsid w:val="00927121"/>
    <w:rsid w:val="009326E2"/>
    <w:rsid w:val="00933774"/>
    <w:rsid w:val="00941A77"/>
    <w:rsid w:val="00944E2C"/>
    <w:rsid w:val="009505A6"/>
    <w:rsid w:val="009510E9"/>
    <w:rsid w:val="00970258"/>
    <w:rsid w:val="00975368"/>
    <w:rsid w:val="00983E57"/>
    <w:rsid w:val="009A090F"/>
    <w:rsid w:val="009A473D"/>
    <w:rsid w:val="009A4F69"/>
    <w:rsid w:val="009C0C53"/>
    <w:rsid w:val="009C2DC5"/>
    <w:rsid w:val="009C4BD2"/>
    <w:rsid w:val="009E6729"/>
    <w:rsid w:val="00A02F9D"/>
    <w:rsid w:val="00A133B7"/>
    <w:rsid w:val="00A16358"/>
    <w:rsid w:val="00A26BD6"/>
    <w:rsid w:val="00A40FBE"/>
    <w:rsid w:val="00A42914"/>
    <w:rsid w:val="00A46D13"/>
    <w:rsid w:val="00A541AE"/>
    <w:rsid w:val="00A652B1"/>
    <w:rsid w:val="00A656CD"/>
    <w:rsid w:val="00A66F61"/>
    <w:rsid w:val="00A67E8F"/>
    <w:rsid w:val="00A71088"/>
    <w:rsid w:val="00A710DD"/>
    <w:rsid w:val="00A74799"/>
    <w:rsid w:val="00A811C2"/>
    <w:rsid w:val="00A92831"/>
    <w:rsid w:val="00A94EF5"/>
    <w:rsid w:val="00A960C2"/>
    <w:rsid w:val="00A9777B"/>
    <w:rsid w:val="00AB10C9"/>
    <w:rsid w:val="00AB2A24"/>
    <w:rsid w:val="00AB4AD8"/>
    <w:rsid w:val="00AC444A"/>
    <w:rsid w:val="00AC7BF8"/>
    <w:rsid w:val="00AE388D"/>
    <w:rsid w:val="00AF4B2B"/>
    <w:rsid w:val="00B0404F"/>
    <w:rsid w:val="00B229B8"/>
    <w:rsid w:val="00B24193"/>
    <w:rsid w:val="00B252D8"/>
    <w:rsid w:val="00B30B5B"/>
    <w:rsid w:val="00B31478"/>
    <w:rsid w:val="00B51B93"/>
    <w:rsid w:val="00B54D66"/>
    <w:rsid w:val="00B74E5E"/>
    <w:rsid w:val="00BC2F87"/>
    <w:rsid w:val="00BD3D39"/>
    <w:rsid w:val="00BE1C94"/>
    <w:rsid w:val="00BE2A32"/>
    <w:rsid w:val="00BF52F0"/>
    <w:rsid w:val="00BF5721"/>
    <w:rsid w:val="00C04A0A"/>
    <w:rsid w:val="00C05A69"/>
    <w:rsid w:val="00C10A05"/>
    <w:rsid w:val="00C1377D"/>
    <w:rsid w:val="00C20242"/>
    <w:rsid w:val="00C3255C"/>
    <w:rsid w:val="00C3297F"/>
    <w:rsid w:val="00C53190"/>
    <w:rsid w:val="00C535C2"/>
    <w:rsid w:val="00C559E9"/>
    <w:rsid w:val="00C562A7"/>
    <w:rsid w:val="00C56FCD"/>
    <w:rsid w:val="00C61D0D"/>
    <w:rsid w:val="00C662C2"/>
    <w:rsid w:val="00C73D0E"/>
    <w:rsid w:val="00C806E7"/>
    <w:rsid w:val="00C8205B"/>
    <w:rsid w:val="00C92241"/>
    <w:rsid w:val="00CA161F"/>
    <w:rsid w:val="00CB150B"/>
    <w:rsid w:val="00CC0D5E"/>
    <w:rsid w:val="00CC1D9E"/>
    <w:rsid w:val="00CE0755"/>
    <w:rsid w:val="00CE3929"/>
    <w:rsid w:val="00D00F87"/>
    <w:rsid w:val="00D01922"/>
    <w:rsid w:val="00D24E3C"/>
    <w:rsid w:val="00D26C57"/>
    <w:rsid w:val="00D30371"/>
    <w:rsid w:val="00D426A1"/>
    <w:rsid w:val="00D5141F"/>
    <w:rsid w:val="00D520AD"/>
    <w:rsid w:val="00D60507"/>
    <w:rsid w:val="00D672DF"/>
    <w:rsid w:val="00D8095F"/>
    <w:rsid w:val="00D829CB"/>
    <w:rsid w:val="00DB53FA"/>
    <w:rsid w:val="00DD523C"/>
    <w:rsid w:val="00DE1DAA"/>
    <w:rsid w:val="00DE7911"/>
    <w:rsid w:val="00E20754"/>
    <w:rsid w:val="00E21DB1"/>
    <w:rsid w:val="00E263C2"/>
    <w:rsid w:val="00E419BC"/>
    <w:rsid w:val="00E54A36"/>
    <w:rsid w:val="00E57C16"/>
    <w:rsid w:val="00E6178D"/>
    <w:rsid w:val="00E67B6F"/>
    <w:rsid w:val="00E757D2"/>
    <w:rsid w:val="00E8159B"/>
    <w:rsid w:val="00E84078"/>
    <w:rsid w:val="00E93D30"/>
    <w:rsid w:val="00E96694"/>
    <w:rsid w:val="00E969BD"/>
    <w:rsid w:val="00EA261F"/>
    <w:rsid w:val="00EA434C"/>
    <w:rsid w:val="00EB367C"/>
    <w:rsid w:val="00EC0A4A"/>
    <w:rsid w:val="00ED28E6"/>
    <w:rsid w:val="00ED4A43"/>
    <w:rsid w:val="00EE06CF"/>
    <w:rsid w:val="00EF58E4"/>
    <w:rsid w:val="00F00846"/>
    <w:rsid w:val="00F130E4"/>
    <w:rsid w:val="00F1471F"/>
    <w:rsid w:val="00F3398D"/>
    <w:rsid w:val="00F341C6"/>
    <w:rsid w:val="00F4750B"/>
    <w:rsid w:val="00F7306D"/>
    <w:rsid w:val="00F86580"/>
    <w:rsid w:val="00F86CB2"/>
    <w:rsid w:val="00F86D73"/>
    <w:rsid w:val="00F9392F"/>
    <w:rsid w:val="00F94738"/>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ABDA5C6"/>
  <w14:defaultImageDpi w14:val="96"/>
  <w15:chartTrackingRefBased/>
  <w15:docId w15:val="{E6C4DB56-3DD3-4B2D-9638-7F33D863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ro-RO"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ro-RO"/>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character" w:customStyle="1" w:styleId="tlid-translation">
    <w:name w:val="tlid-translation"/>
    <w:rsid w:val="008C1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elp.gv.at/Portal.Node/hlpd/public/content/36/Seite.360510.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p.gv.at/Portal.Node/hlpd/public/content/21/Seite.210301.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help.gv.at/Portal.Node/hlpd/public/content/8/Seite.080600.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help.gv.at/Portal.Node/hlpd/public/content/8/Seite.080710.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ADVOFORM.DOT</Template>
  <TotalTime>0</TotalTime>
  <Pages>7</Pages>
  <Words>3394</Words>
  <Characters>21387</Characters>
  <Application>Microsoft Office Word</Application>
  <DocSecurity>0</DocSecurity>
  <Lines>178</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Aktenvermerk</vt:lpstr>
      <vt:lpstr>Aktenvermerk</vt:lpstr>
    </vt:vector>
  </TitlesOfParts>
  <Company>LLE</Company>
  <LinksUpToDate>false</LinksUpToDate>
  <CharactersWithSpaces>24732</CharactersWithSpaces>
  <SharedDoc>false</SharedDoc>
  <HLinks>
    <vt:vector size="30" baseType="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Alexander Bolberitz</cp:lastModifiedBy>
  <cp:revision>4</cp:revision>
  <cp:lastPrinted>2016-06-30T08:06:00Z</cp:lastPrinted>
  <dcterms:created xsi:type="dcterms:W3CDTF">2023-07-25T10:41:00Z</dcterms:created>
  <dcterms:modified xsi:type="dcterms:W3CDTF">2023-07-25T11:01:00Z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