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185CB5" w:rsidRPr="002A477D">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right="-75"/>
              <w:jc w:val="center"/>
              <w:rPr>
                <w:b/>
                <w:sz w:val="24"/>
                <w:u w:val="single"/>
              </w:rPr>
            </w:pPr>
            <w:r w:rsidRPr="002A477D">
              <w:rPr>
                <w:b/>
                <w:sz w:val="24"/>
                <w:u w:val="single"/>
              </w:rPr>
              <w:t>S T A R P N I E C Ī B A S  L Ī G U M S</w:t>
            </w:r>
          </w:p>
        </w:tc>
      </w:tr>
      <w:tr w:rsidR="00185CB5" w:rsidRPr="002A477D">
        <w:trPr>
          <w:trHeight w:val="530"/>
        </w:trPr>
        <w:tc>
          <w:tcPr>
            <w:tcW w:w="10632" w:type="dxa"/>
            <w:gridSpan w:val="6"/>
            <w:shd w:val="clear" w:color="auto" w:fill="auto"/>
          </w:tcPr>
          <w:p w:rsidR="00185CB5" w:rsidRPr="002A477D" w:rsidRDefault="00774DD3">
            <w:pPr>
              <w:spacing w:before="120" w:after="120" w:line="240" w:lineRule="exact"/>
              <w:ind w:right="-75"/>
              <w:rPr>
                <w:sz w:val="18"/>
              </w:rPr>
            </w:pPr>
            <w:r w:rsidRPr="002A477D">
              <w:rPr>
                <w:sz w:val="18"/>
              </w:rPr>
              <w:t>attiecībā uz aprūpējamo personu:</w:t>
            </w:r>
          </w:p>
        </w:tc>
      </w:tr>
      <w:tr w:rsidR="00185CB5" w:rsidRPr="002A477D">
        <w:trPr>
          <w:trHeight w:val="723"/>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Vārds: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Adrese:</w:t>
            </w:r>
          </w:p>
        </w:tc>
      </w:tr>
      <w:tr w:rsidR="00185CB5" w:rsidRPr="002A477D">
        <w:trPr>
          <w:trHeight w:val="555"/>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Dzimšanas datums: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E-pasts:</w:t>
            </w:r>
          </w:p>
        </w:tc>
      </w:tr>
      <w:tr w:rsidR="00185CB5" w:rsidRPr="002A477D">
        <w:trPr>
          <w:trHeight w:val="549"/>
        </w:trPr>
        <w:tc>
          <w:tcPr>
            <w:tcW w:w="4910" w:type="dxa"/>
            <w:gridSpan w:val="5"/>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Tālruņa numurs:</w:t>
            </w:r>
          </w:p>
        </w:tc>
        <w:tc>
          <w:tcPr>
            <w:tcW w:w="5722" w:type="dxa"/>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Fakss:</w:t>
            </w:r>
          </w:p>
        </w:tc>
      </w:tr>
      <w:tr w:rsidR="00185CB5" w:rsidRPr="002A477D">
        <w:trPr>
          <w:trHeight w:val="564"/>
        </w:trPr>
        <w:tc>
          <w:tcPr>
            <w:tcW w:w="10632" w:type="dxa"/>
            <w:gridSpan w:val="6"/>
            <w:shd w:val="clear" w:color="auto" w:fill="auto"/>
          </w:tcPr>
          <w:p w:rsidR="00185CB5" w:rsidRPr="002A477D" w:rsidRDefault="00774DD3">
            <w:pPr>
              <w:numPr>
                <w:ilvl w:val="0"/>
                <w:numId w:val="25"/>
              </w:numPr>
              <w:spacing w:before="120" w:after="120" w:line="240" w:lineRule="exact"/>
              <w:ind w:right="-75"/>
              <w:rPr>
                <w:b/>
              </w:rPr>
            </w:pPr>
            <w:r w:rsidRPr="002A477D">
              <w:rPr>
                <w:b/>
              </w:rPr>
              <w:t>Līguma partnera personas dati</w:t>
            </w:r>
          </w:p>
        </w:tc>
      </w:tr>
      <w:tr w:rsidR="00185CB5" w:rsidRPr="002A477D">
        <w:trPr>
          <w:trHeight w:val="417"/>
        </w:trPr>
        <w:tc>
          <w:tcPr>
            <w:tcW w:w="10632" w:type="dxa"/>
            <w:gridSpan w:val="6"/>
            <w:shd w:val="clear" w:color="auto" w:fill="auto"/>
          </w:tcPr>
          <w:p w:rsidR="00185CB5" w:rsidRPr="002A477D" w:rsidRDefault="00774DD3">
            <w:pPr>
              <w:numPr>
                <w:ilvl w:val="1"/>
                <w:numId w:val="25"/>
              </w:numPr>
              <w:spacing w:before="120" w:after="120" w:line="240" w:lineRule="exact"/>
              <w:ind w:right="-75" w:hanging="1430"/>
              <w:rPr>
                <w:b/>
                <w:sz w:val="18"/>
              </w:rPr>
            </w:pPr>
            <w:r w:rsidRPr="002A477D">
              <w:rPr>
                <w:b/>
                <w:sz w:val="18"/>
              </w:rPr>
              <w:t xml:space="preserve">Klients </w:t>
            </w:r>
          </w:p>
        </w:tc>
      </w:tr>
      <w:tr w:rsidR="00185CB5" w:rsidRPr="002A477D">
        <w:trPr>
          <w:trHeight w:val="1172"/>
        </w:trPr>
        <w:tc>
          <w:tcPr>
            <w:tcW w:w="10632" w:type="dxa"/>
            <w:gridSpan w:val="6"/>
            <w:shd w:val="clear" w:color="auto" w:fill="auto"/>
          </w:tcPr>
          <w:p w:rsidR="00185CB5" w:rsidRPr="002A477D" w:rsidRDefault="00774DD3">
            <w:pPr>
              <w:numPr>
                <w:ilvl w:val="0"/>
                <w:numId w:val="30"/>
              </w:numPr>
              <w:spacing w:before="60" w:after="60" w:line="240" w:lineRule="exact"/>
              <w:ind w:left="714" w:right="-74" w:hanging="357"/>
              <w:rPr>
                <w:b/>
                <w:sz w:val="18"/>
              </w:rPr>
            </w:pPr>
            <w:r w:rsidRPr="002A477D">
              <w:rPr>
                <w:b/>
                <w:sz w:val="18"/>
              </w:rPr>
              <w:t>aprūpējamā persona</w:t>
            </w:r>
          </w:p>
          <w:p w:rsidR="00185CB5" w:rsidRPr="002A477D" w:rsidRDefault="00774DD3">
            <w:pPr>
              <w:numPr>
                <w:ilvl w:val="0"/>
                <w:numId w:val="30"/>
              </w:numPr>
              <w:spacing w:before="60" w:after="60" w:line="240" w:lineRule="exact"/>
              <w:ind w:left="714" w:right="-74" w:hanging="357"/>
              <w:rPr>
                <w:b/>
                <w:sz w:val="18"/>
              </w:rPr>
            </w:pPr>
            <w:r w:rsidRPr="002A477D">
              <w:rPr>
                <w:b/>
                <w:sz w:val="18"/>
              </w:rPr>
              <w:t>Aprūpējamās personas pārstāvniecība</w:t>
            </w:r>
            <w:r w:rsidRPr="002A477D">
              <w:rPr>
                <w:b/>
                <w:sz w:val="18"/>
              </w:rPr>
              <w:br/>
            </w:r>
            <w:r w:rsidRPr="002A477D">
              <w:rPr>
                <w:sz w:val="18"/>
              </w:rPr>
              <w:t xml:space="preserve">(piemēram, </w:t>
            </w:r>
            <w:r w:rsidR="00E114E4" w:rsidRPr="00E114E4">
              <w:rPr>
                <w:sz w:val="18"/>
              </w:rPr>
              <w:t>pieaugušas personas pārstāvība​</w:t>
            </w:r>
            <w:r w:rsidR="00E114E4">
              <w:rPr>
                <w:sz w:val="18"/>
              </w:rPr>
              <w:t xml:space="preserve">, </w:t>
            </w:r>
            <w:r w:rsidRPr="002A477D">
              <w:rPr>
                <w:sz w:val="18"/>
              </w:rPr>
              <w:t>juridiskā pārstāvība u.c.)</w:t>
            </w:r>
          </w:p>
          <w:p w:rsidR="00185CB5" w:rsidRPr="002A477D" w:rsidRDefault="00774DD3">
            <w:pPr>
              <w:numPr>
                <w:ilvl w:val="0"/>
                <w:numId w:val="30"/>
              </w:numPr>
              <w:spacing w:before="60" w:after="60" w:line="240" w:lineRule="exact"/>
              <w:ind w:left="714" w:right="-74" w:hanging="357"/>
              <w:rPr>
                <w:b/>
              </w:rPr>
            </w:pPr>
            <w:r w:rsidRPr="002A477D">
              <w:rPr>
                <w:b/>
                <w:sz w:val="18"/>
              </w:rPr>
              <w:t xml:space="preserve">Cita persona aprūpējamās personas atbalstam </w:t>
            </w:r>
            <w:r w:rsidRPr="002A477D">
              <w:rPr>
                <w:sz w:val="18"/>
              </w:rPr>
              <w:t>(piemēram, piederīgie, uzticības persona)</w:t>
            </w:r>
          </w:p>
        </w:tc>
      </w:tr>
      <w:tr w:rsidR="00185CB5" w:rsidRPr="002A477D">
        <w:trPr>
          <w:trHeight w:val="271"/>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Vārds:</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Dzimšanas datums:</w:t>
            </w:r>
          </w:p>
        </w:tc>
      </w:tr>
      <w:tr w:rsidR="00185CB5" w:rsidRPr="002A477D">
        <w:trPr>
          <w:trHeight w:val="878"/>
        </w:trPr>
        <w:tc>
          <w:tcPr>
            <w:tcW w:w="4910" w:type="dxa"/>
            <w:gridSpan w:val="5"/>
            <w:shd w:val="clear" w:color="auto" w:fill="auto"/>
          </w:tcPr>
          <w:p w:rsidR="00185CB5" w:rsidRPr="002A477D" w:rsidRDefault="00774DD3">
            <w:pPr>
              <w:spacing w:before="120" w:after="120" w:line="240" w:lineRule="exact"/>
              <w:ind w:left="142" w:right="-75"/>
              <w:rPr>
                <w:sz w:val="18"/>
              </w:rPr>
            </w:pPr>
            <w:r w:rsidRPr="002A477D">
              <w:rPr>
                <w:sz w:val="18"/>
              </w:rPr>
              <w:t>Adrese:</w:t>
            </w:r>
          </w:p>
        </w:tc>
        <w:tc>
          <w:tcPr>
            <w:tcW w:w="5722" w:type="dxa"/>
            <w:shd w:val="clear" w:color="auto" w:fill="auto"/>
          </w:tcPr>
          <w:p w:rsidR="00185CB5" w:rsidRPr="002A477D" w:rsidRDefault="00774DD3">
            <w:pPr>
              <w:spacing w:before="120" w:after="120" w:line="240" w:lineRule="exact"/>
              <w:ind w:left="142" w:right="-75"/>
              <w:rPr>
                <w:sz w:val="18"/>
              </w:rPr>
            </w:pPr>
            <w:r w:rsidRPr="002A477D">
              <w:rPr>
                <w:sz w:val="18"/>
              </w:rPr>
              <w:t xml:space="preserve">Pārstāvniecības gadījumā pierādījums par pārstāvniecību/(aprūpes) pilnvara, aprūpes tiesas lēmums (piem., </w:t>
            </w:r>
            <w:r w:rsidR="00E114E4" w:rsidRPr="00E114E4">
              <w:rPr>
                <w:sz w:val="18"/>
              </w:rPr>
              <w:t>pieaugušas personas pārstāvja pilnvarošana</w:t>
            </w:r>
            <w:r w:rsidRPr="002A477D">
              <w:rPr>
                <w:sz w:val="18"/>
              </w:rPr>
              <w:t>): (pilnvara ir  jāsaglabā kā kopija)</w:t>
            </w:r>
          </w:p>
        </w:tc>
      </w:tr>
      <w:tr w:rsidR="00185CB5" w:rsidRPr="002A477D">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Tālruņa numurs:</w:t>
            </w:r>
          </w:p>
        </w:tc>
        <w:tc>
          <w:tcPr>
            <w:tcW w:w="5722" w:type="dxa"/>
            <w:vMerge w:val="restart"/>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E-pasts:</w:t>
            </w:r>
          </w:p>
        </w:tc>
      </w:tr>
      <w:tr w:rsidR="00185CB5" w:rsidRPr="002A477D">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Fakss:</w:t>
            </w:r>
          </w:p>
        </w:tc>
        <w:tc>
          <w:tcPr>
            <w:tcW w:w="5722" w:type="dxa"/>
            <w:vMerge/>
            <w:tcBorders>
              <w:left w:val="single" w:sz="4" w:space="0" w:color="auto"/>
              <w:bottom w:val="single" w:sz="4" w:space="0" w:color="auto"/>
              <w:right w:val="single" w:sz="4" w:space="0" w:color="auto"/>
            </w:tcBorders>
          </w:tcPr>
          <w:p w:rsidR="00185CB5" w:rsidRPr="002A477D" w:rsidRDefault="00185CB5">
            <w:pPr>
              <w:spacing w:before="120" w:after="120" w:line="240" w:lineRule="exact"/>
              <w:ind w:left="142" w:right="-75"/>
              <w:rPr>
                <w:sz w:val="18"/>
              </w:rPr>
            </w:pPr>
          </w:p>
        </w:tc>
      </w:tr>
      <w:tr w:rsidR="00185CB5" w:rsidRPr="002A477D">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120" w:after="120" w:line="240" w:lineRule="exact"/>
              <w:ind w:left="284" w:right="-75" w:hanging="284"/>
              <w:textAlignment w:val="auto"/>
              <w:rPr>
                <w:b/>
                <w:sz w:val="18"/>
              </w:rPr>
            </w:pPr>
            <w:r w:rsidRPr="002A477D">
              <w:rPr>
                <w:b/>
                <w:sz w:val="18"/>
              </w:rPr>
              <w:t>Izpildītājs,</w:t>
            </w:r>
            <w:r w:rsidRPr="002A477D">
              <w:rPr>
                <w:sz w:val="18"/>
              </w:rPr>
              <w:t>turpmāk saukts</w:t>
            </w:r>
            <w:r w:rsidRPr="002A477D">
              <w:rPr>
                <w:b/>
                <w:sz w:val="18"/>
              </w:rPr>
              <w:t xml:space="preserve">“Starpniecības uzņēmums" </w:t>
            </w:r>
          </w:p>
        </w:tc>
      </w:tr>
      <w:tr w:rsidR="00185CB5" w:rsidRPr="002A477D">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Pr>
                <w:sz w:val="18"/>
              </w:rPr>
            </w:pPr>
            <w:r w:rsidRPr="002A477D">
              <w:rPr>
                <w:sz w:val="18"/>
              </w:rPr>
              <w:t>Vārds/Uzņēmums:</w:t>
            </w:r>
          </w:p>
        </w:tc>
        <w:tc>
          <w:tcPr>
            <w:tcW w:w="6174" w:type="dxa"/>
            <w:gridSpan w:val="3"/>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Pr>
                <w:sz w:val="18"/>
              </w:rPr>
            </w:pPr>
            <w:r w:rsidRPr="002A477D">
              <w:rPr>
                <w:sz w:val="18"/>
              </w:rPr>
              <w:t>Dzimšanas datums/Uzņēmuma reģistrācijas numurs:</w:t>
            </w:r>
          </w:p>
        </w:tc>
      </w:tr>
      <w:tr w:rsidR="00185CB5" w:rsidRPr="002A477D">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Adrese/Komercdarbības veikšanas vieta:</w:t>
            </w:r>
          </w:p>
        </w:tc>
        <w:tc>
          <w:tcPr>
            <w:tcW w:w="6174" w:type="dxa"/>
            <w:gridSpan w:val="3"/>
            <w:tcBorders>
              <w:top w:val="single" w:sz="4" w:space="0" w:color="auto"/>
              <w:left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E-pasts:</w:t>
            </w:r>
          </w:p>
        </w:tc>
      </w:tr>
      <w:tr w:rsidR="00185CB5" w:rsidRPr="002A477D">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Fakss:</w:t>
            </w:r>
          </w:p>
        </w:tc>
        <w:tc>
          <w:tcPr>
            <w:tcW w:w="6174" w:type="dxa"/>
            <w:gridSpan w:val="3"/>
            <w:tcBorders>
              <w:left w:val="single" w:sz="4" w:space="0" w:color="auto"/>
              <w:bottom w:val="single" w:sz="4" w:space="0" w:color="auto"/>
              <w:right w:val="single" w:sz="4" w:space="0" w:color="auto"/>
            </w:tcBorders>
          </w:tcPr>
          <w:p w:rsidR="00185CB5" w:rsidRPr="002A477D" w:rsidRDefault="00774DD3">
            <w:pPr>
              <w:spacing w:before="120" w:after="120" w:line="240" w:lineRule="exact"/>
              <w:ind w:left="142"/>
              <w:rPr>
                <w:sz w:val="18"/>
              </w:rPr>
            </w:pPr>
            <w:r w:rsidRPr="002A477D">
              <w:rPr>
                <w:sz w:val="18"/>
              </w:rPr>
              <w:t>Tālruņa numurs:</w:t>
            </w:r>
          </w:p>
        </w:tc>
      </w:tr>
      <w:tr w:rsidR="00185CB5" w:rsidRPr="002A477D">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0"/>
                <w:numId w:val="25"/>
              </w:numPr>
              <w:spacing w:before="120" w:after="120" w:line="240" w:lineRule="exact"/>
              <w:ind w:right="-75"/>
              <w:textAlignment w:val="auto"/>
              <w:rPr>
                <w:b/>
              </w:rPr>
            </w:pPr>
            <w:r w:rsidRPr="002A477D">
              <w:rPr>
                <w:b/>
              </w:rPr>
              <w:t>Regulāri pieejama kontaktpersona starpniecības uzņēmumā</w:t>
            </w:r>
          </w:p>
        </w:tc>
      </w:tr>
      <w:tr w:rsidR="00185CB5" w:rsidRPr="002A477D">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185CB5" w:rsidRPr="002A477D" w:rsidRDefault="00774DD3">
            <w:pPr>
              <w:spacing w:before="120" w:after="120" w:line="240" w:lineRule="exact"/>
              <w:ind w:left="142" w:right="-75"/>
              <w:rPr>
                <w:sz w:val="18"/>
              </w:rPr>
            </w:pPr>
            <w:r w:rsidRPr="002A477D">
              <w:rPr>
                <w:sz w:val="18"/>
              </w:rPr>
              <w:t>Vārds:</w:t>
            </w:r>
          </w:p>
        </w:tc>
        <w:tc>
          <w:tcPr>
            <w:tcW w:w="5722" w:type="dxa"/>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Adrese:</w:t>
            </w:r>
          </w:p>
        </w:tc>
      </w:tr>
      <w:tr w:rsidR="00185CB5" w:rsidRPr="002A477D">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E-pasts:</w:t>
            </w:r>
          </w:p>
        </w:tc>
        <w:tc>
          <w:tcPr>
            <w:tcW w:w="5722" w:type="dxa"/>
            <w:tcBorders>
              <w:top w:val="single" w:sz="4" w:space="0" w:color="auto"/>
              <w:left w:val="single" w:sz="4" w:space="0" w:color="auto"/>
              <w:bottom w:val="single" w:sz="4" w:space="0" w:color="auto"/>
              <w:right w:val="single" w:sz="4" w:space="0" w:color="auto"/>
            </w:tcBorders>
            <w:hideMark/>
          </w:tcPr>
          <w:p w:rsidR="00185CB5" w:rsidRPr="002A477D" w:rsidRDefault="00774DD3">
            <w:pPr>
              <w:spacing w:before="120" w:after="120" w:line="240" w:lineRule="exact"/>
              <w:ind w:left="142" w:right="-75"/>
              <w:rPr>
                <w:sz w:val="18"/>
              </w:rPr>
            </w:pPr>
            <w:r w:rsidRPr="002A477D">
              <w:rPr>
                <w:sz w:val="18"/>
              </w:rPr>
              <w:t>Tālruņa numurs:</w:t>
            </w:r>
          </w:p>
        </w:tc>
      </w:tr>
      <w:tr w:rsidR="00185CB5" w:rsidRPr="002A477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numPr>
                <w:ilvl w:val="0"/>
                <w:numId w:val="25"/>
              </w:numPr>
              <w:spacing w:before="120" w:line="240" w:lineRule="exact"/>
              <w:ind w:left="357" w:hanging="357"/>
              <w:rPr>
                <w:b/>
              </w:rPr>
            </w:pPr>
            <w:r w:rsidRPr="002A477D">
              <w:rPr>
                <w:b/>
              </w:rPr>
              <w:t>Starpniecības līguma pamats</w:t>
            </w:r>
          </w:p>
        </w:tc>
      </w:tr>
      <w:tr w:rsidR="00185CB5" w:rsidRPr="002A477D">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spacing w:before="60" w:after="60" w:line="240" w:lineRule="exact"/>
              <w:ind w:right="-75"/>
              <w:rPr>
                <w:sz w:val="18"/>
              </w:rPr>
            </w:pPr>
            <w:r w:rsidRPr="002A477D">
              <w:rPr>
                <w:sz w:val="18"/>
              </w:rPr>
              <w:t>Līguma priekšmets ir starpniecības pakalpojumu sniegšana aprūpes iestādei, kā arī atbalsts</w:t>
            </w:r>
            <w:r w:rsidRPr="002A477D">
              <w:rPr>
                <w:b/>
                <w:sz w:val="18"/>
              </w:rPr>
              <w:t xml:space="preserve"> </w:t>
            </w:r>
            <w:r w:rsidR="002E3D6F">
              <w:rPr>
                <w:b/>
                <w:sz w:val="18"/>
              </w:rPr>
              <w:t>klientam/</w:t>
            </w:r>
            <w:r w:rsidRPr="002A477D">
              <w:rPr>
                <w:b/>
                <w:sz w:val="18"/>
              </w:rPr>
              <w:t>aprūpējamai personai</w:t>
            </w:r>
            <w:r w:rsidRPr="002A477D">
              <w:rPr>
                <w:sz w:val="18"/>
              </w:rPr>
              <w:t xml:space="preserve"> līguma izpildes veikšanai Austrijā. </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lastRenderedPageBreak/>
              <w:t>Starpniecības uzņēmums apstiprina, ka personu</w:t>
            </w:r>
            <w:r w:rsidRPr="002A477D">
              <w:rPr>
                <w:b/>
                <w:sz w:val="18"/>
              </w:rPr>
              <w:t xml:space="preserve"> </w:t>
            </w:r>
            <w:r w:rsidRPr="002A477D">
              <w:rPr>
                <w:sz w:val="18"/>
              </w:rPr>
              <w:t>aprūpes</w:t>
            </w:r>
            <w:r w:rsidRPr="002A477D">
              <w:rPr>
                <w:b/>
                <w:sz w:val="18"/>
              </w:rPr>
              <w:t xml:space="preserve"> iestādes komercdarbības</w:t>
            </w:r>
            <w:r w:rsidRPr="002A477D">
              <w:rPr>
                <w:sz w:val="18"/>
              </w:rPr>
              <w:t xml:space="preserve">veicēji ir reģistrējuši savu darbību Austrijā un pakalpojumu sniegšanas laikā tas nepaliks dīkstāvē. </w:t>
            </w:r>
            <w:r w:rsidRPr="002A477D">
              <w:rPr>
                <w:b/>
                <w:sz w:val="18"/>
                <w:u w:val="single"/>
              </w:rPr>
              <w:t>Pielikums./ V 1</w:t>
            </w:r>
            <w:r w:rsidRPr="002A477D">
              <w:rPr>
                <w:sz w:val="18"/>
                <w:u w:val="single"/>
              </w:rPr>
              <w:t xml:space="preserve"> (Papildu saistību paziņojums)</w:t>
            </w:r>
            <w:r w:rsidRPr="002A477D">
              <w:rPr>
                <w:sz w:val="18"/>
              </w:rPr>
              <w:t xml:space="preserve"> </w:t>
            </w:r>
            <w:r w:rsidRPr="002A477D">
              <w:rPr>
                <w:b/>
                <w:sz w:val="18"/>
              </w:rPr>
              <w:t>ir neatņemama līguma sastāvdaļa</w:t>
            </w:r>
            <w:r w:rsidRPr="002A477D">
              <w:rPr>
                <w:sz w:val="18"/>
              </w:rPr>
              <w:t>.</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t xml:space="preserve">Starpniecības uzņēmums norāda, ka tas vienlaicīgi var sniegt starpniecības pakalpojumus aprūpes iestādei un tajā pašā laikā par starpniecību var pieņemt arī starpniecības atlīdzību. </w:t>
            </w:r>
            <w:r w:rsidRPr="002A477D">
              <w:rPr>
                <w:sz w:val="18"/>
              </w:rPr>
              <w:br/>
            </w:r>
            <w:r w:rsidR="002E3D6F">
              <w:rPr>
                <w:sz w:val="18"/>
              </w:rPr>
              <w:t>Klients</w:t>
            </w:r>
            <w:r w:rsidRPr="002A477D">
              <w:rPr>
                <w:sz w:val="18"/>
              </w:rPr>
              <w:t xml:space="preserve"> paziņo, </w:t>
            </w:r>
          </w:p>
          <w:p w:rsidR="00185CB5" w:rsidRPr="002A477D" w:rsidRDefault="00774DD3">
            <w:pPr>
              <w:numPr>
                <w:ilvl w:val="0"/>
                <w:numId w:val="35"/>
              </w:numPr>
              <w:spacing w:before="60" w:after="60" w:line="240" w:lineRule="exact"/>
              <w:ind w:right="-75"/>
              <w:textAlignment w:val="auto"/>
              <w:rPr>
                <w:sz w:val="18"/>
              </w:rPr>
            </w:pPr>
            <w:r w:rsidRPr="002A477D">
              <w:rPr>
                <w:sz w:val="18"/>
              </w:rPr>
              <w:t>ka ir tam piekritusi.</w:t>
            </w:r>
          </w:p>
          <w:p w:rsidR="00185CB5" w:rsidRPr="002A477D" w:rsidRDefault="00774DD3">
            <w:pPr>
              <w:numPr>
                <w:ilvl w:val="0"/>
                <w:numId w:val="35"/>
              </w:numPr>
              <w:spacing w:before="60" w:after="60" w:line="240" w:lineRule="exact"/>
              <w:ind w:right="-75"/>
              <w:textAlignment w:val="auto"/>
              <w:rPr>
                <w:sz w:val="18"/>
              </w:rPr>
            </w:pPr>
            <w:r w:rsidRPr="002A477D">
              <w:rPr>
                <w:sz w:val="18"/>
              </w:rPr>
              <w:t xml:space="preserve">ka  tam </w:t>
            </w:r>
            <w:r w:rsidRPr="002A477D">
              <w:rPr>
                <w:sz w:val="18"/>
                <w:u w:val="single"/>
              </w:rPr>
              <w:t>nav</w:t>
            </w:r>
            <w:r w:rsidRPr="002A477D">
              <w:rPr>
                <w:sz w:val="18"/>
              </w:rPr>
              <w:t xml:space="preserve"> piekritusi.</w:t>
            </w:r>
          </w:p>
          <w:p w:rsidR="00185CB5" w:rsidRPr="002A477D" w:rsidRDefault="00774DD3">
            <w:pPr>
              <w:numPr>
                <w:ilvl w:val="1"/>
                <w:numId w:val="25"/>
              </w:numPr>
              <w:spacing w:before="60" w:after="60" w:line="240" w:lineRule="exact"/>
              <w:ind w:left="709" w:right="-75" w:hanging="567"/>
              <w:textAlignment w:val="auto"/>
              <w:rPr>
                <w:sz w:val="18"/>
              </w:rPr>
            </w:pPr>
            <w:r w:rsidRPr="002A477D">
              <w:rPr>
                <w:sz w:val="18"/>
              </w:rPr>
              <w:t xml:space="preserve">Starpniecības uzņēmumam nepienākas komisijas maksa par aprūpes līguma starpniecību, ja ar aprūpes iestādi noslēgtais darījums ir finansiāli līdzvērtīgs starpniecības uzņēmuma noslēgtajam darījumam. Familiāru un ekonomisku attiecību gadījumā starp starpniecības uzņēmumu un aprūpējamo personu nav piemērojama komisija, ja </w:t>
            </w:r>
            <w:r w:rsidR="002E3D6F">
              <w:rPr>
                <w:sz w:val="18"/>
              </w:rPr>
              <w:t>klients</w:t>
            </w:r>
            <w:r w:rsidRPr="002A477D">
              <w:rPr>
                <w:sz w:val="18"/>
              </w:rPr>
              <w:t xml:space="preserve"> nekavējoties nav informēta par šīm attiecībām.</w:t>
            </w:r>
          </w:p>
        </w:tc>
      </w:tr>
      <w:tr w:rsidR="00185CB5" w:rsidRPr="002A477D">
        <w:tc>
          <w:tcPr>
            <w:tcW w:w="10632" w:type="dxa"/>
            <w:gridSpan w:val="6"/>
            <w:tcBorders>
              <w:top w:val="nil"/>
              <w:left w:val="single" w:sz="4" w:space="0" w:color="auto"/>
              <w:bottom w:val="single" w:sz="4" w:space="0" w:color="auto"/>
              <w:right w:val="single" w:sz="4" w:space="0" w:color="auto"/>
            </w:tcBorders>
            <w:hideMark/>
          </w:tcPr>
          <w:p w:rsidR="00185CB5" w:rsidRPr="002A477D" w:rsidRDefault="00774DD3">
            <w:pPr>
              <w:numPr>
                <w:ilvl w:val="0"/>
                <w:numId w:val="25"/>
              </w:numPr>
              <w:spacing w:before="60" w:after="60" w:line="240" w:lineRule="exact"/>
              <w:ind w:right="-75"/>
              <w:textAlignment w:val="auto"/>
              <w:rPr>
                <w:b/>
                <w:sz w:val="18"/>
              </w:rPr>
            </w:pPr>
            <w:r w:rsidRPr="002A477D">
              <w:rPr>
                <w:b/>
              </w:rPr>
              <w:lastRenderedPageBreak/>
              <w:t>Pakalpojumu saturs, cena un termiņš</w:t>
            </w:r>
          </w:p>
        </w:tc>
      </w:tr>
      <w:tr w:rsidR="00185CB5" w:rsidRPr="002A477D">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line="240" w:lineRule="exact"/>
              <w:ind w:left="600" w:right="-74" w:hanging="426"/>
              <w:rPr>
                <w:sz w:val="18"/>
              </w:rPr>
            </w:pPr>
            <w:r w:rsidRPr="002A477D">
              <w:rPr>
                <w:b/>
                <w:sz w:val="18"/>
              </w:rPr>
              <w:t>Starpniecība:</w:t>
            </w:r>
            <w:r w:rsidRPr="002A477D">
              <w:rPr>
                <w:sz w:val="18"/>
              </w:rPr>
              <w:br/>
              <w:t>Šādi pakalpojumus pirms līguma slēgšanas ir iekļauti starpniecībā, un tādēļ nevar tikt kompensēti atsevišķi:</w:t>
            </w:r>
          </w:p>
          <w:p w:rsidR="00185CB5" w:rsidRPr="002A477D" w:rsidRDefault="00185CB5">
            <w:pPr>
              <w:spacing w:before="60" w:line="240" w:lineRule="exact"/>
              <w:ind w:left="600" w:right="-74"/>
              <w:rPr>
                <w:sz w:val="18"/>
              </w:rPr>
            </w:pPr>
          </w:p>
          <w:p w:rsidR="00185CB5" w:rsidRPr="002A477D" w:rsidRDefault="00774DD3">
            <w:pPr>
              <w:numPr>
                <w:ilvl w:val="0"/>
                <w:numId w:val="31"/>
              </w:numPr>
              <w:spacing w:before="60" w:line="240" w:lineRule="exact"/>
              <w:ind w:left="1310" w:right="-74" w:hanging="357"/>
              <w:rPr>
                <w:sz w:val="18"/>
              </w:rPr>
            </w:pPr>
            <w:r w:rsidRPr="002A477D">
              <w:rPr>
                <w:sz w:val="18"/>
              </w:rPr>
              <w:t>Piemērotu aprūpes iestāžu starpniecība</w:t>
            </w:r>
          </w:p>
          <w:p w:rsidR="00185CB5" w:rsidRPr="002A477D" w:rsidRDefault="00774DD3">
            <w:pPr>
              <w:numPr>
                <w:ilvl w:val="0"/>
                <w:numId w:val="31"/>
              </w:numPr>
              <w:spacing w:before="60" w:line="240" w:lineRule="exact"/>
              <w:ind w:left="1310" w:right="-74" w:hanging="357"/>
              <w:rPr>
                <w:sz w:val="18"/>
              </w:rPr>
            </w:pPr>
            <w:r w:rsidRPr="002A477D">
              <w:rPr>
                <w:sz w:val="18"/>
              </w:rPr>
              <w:t>Konsultācijas par aprūpes līguma pamatu (skaidrojums par: pakalpojumu apjomu, norisi, vienošanās par medicīniskā personāla nepieciešamību, u.c.)</w:t>
            </w:r>
          </w:p>
          <w:p w:rsidR="00185CB5" w:rsidRPr="002A477D" w:rsidRDefault="00774DD3">
            <w:pPr>
              <w:numPr>
                <w:ilvl w:val="0"/>
                <w:numId w:val="31"/>
              </w:numPr>
              <w:spacing w:before="60" w:line="240" w:lineRule="exact"/>
              <w:ind w:left="1310" w:right="-74" w:hanging="357"/>
              <w:rPr>
                <w:sz w:val="18"/>
              </w:rPr>
            </w:pPr>
            <w:r w:rsidRPr="002A477D">
              <w:rPr>
                <w:sz w:val="18"/>
              </w:rPr>
              <w:t>Pirmā aprūpējamās personas aprūpes un kopšanas dokumentācijas izveide (bez veselības aprūpes speciālista piesaistīšanas)</w:t>
            </w:r>
          </w:p>
          <w:p w:rsidR="00185CB5" w:rsidRPr="002A477D" w:rsidRDefault="00774DD3">
            <w:pPr>
              <w:numPr>
                <w:ilvl w:val="0"/>
                <w:numId w:val="31"/>
              </w:numPr>
              <w:spacing w:before="60" w:line="240" w:lineRule="exact"/>
              <w:ind w:left="1310" w:right="-74" w:hanging="357"/>
              <w:rPr>
                <w:sz w:val="18"/>
              </w:rPr>
            </w:pPr>
            <w:r w:rsidRPr="002A477D">
              <w:rPr>
                <w:sz w:val="18"/>
              </w:rPr>
              <w:t>Telpu apstākļu pārbaudīšana un dokumentācija (piem. informācija par: pieejamību personām ar invaliditāti, medicīnas palīglīdzekļu nepieciešamība, telpu piemērotība aprūpes iestādei kā dzīvesvietai u.c.), kā arī dokumentācija par sniegtajiem starpniecības pakalpojumiem</w:t>
            </w:r>
            <w:r w:rsidR="002E3D6F">
              <w:rPr>
                <w:sz w:val="18"/>
              </w:rPr>
              <w:t xml:space="preserve"> </w:t>
            </w:r>
            <w:r w:rsidR="002E3D6F" w:rsidRPr="002E3D6F">
              <w:rPr>
                <w:sz w:val="18"/>
              </w:rPr>
              <w:t>(Dokumentācijai jābūt pieejamai aprūpējamajai personai vai klientam pēc pieprasījuma, vai arī rakstiski jāievēro)</w:t>
            </w:r>
            <w:r w:rsidRPr="002A477D">
              <w:rPr>
                <w:sz w:val="18"/>
              </w:rPr>
              <w:t>.</w:t>
            </w:r>
          </w:p>
          <w:p w:rsidR="00185CB5" w:rsidRPr="002A477D" w:rsidRDefault="00774DD3">
            <w:pPr>
              <w:numPr>
                <w:ilvl w:val="0"/>
                <w:numId w:val="31"/>
              </w:numPr>
              <w:spacing w:before="60" w:line="240" w:lineRule="exact"/>
              <w:ind w:left="1310" w:right="-74" w:hanging="357"/>
              <w:rPr>
                <w:sz w:val="18"/>
              </w:rPr>
            </w:pPr>
            <w:r w:rsidRPr="002A477D">
              <w:rPr>
                <w:sz w:val="18"/>
              </w:rPr>
              <w:t>Aprūpes iestādes aprūpes pakalpojumu prasībām atbilstoša profila izveide (kvalifikācija, pieejamība, cena, mobilitāte, valodas zināšanas, atsauksmes)</w:t>
            </w:r>
          </w:p>
          <w:p w:rsidR="00185CB5" w:rsidRPr="002A477D" w:rsidRDefault="00185CB5">
            <w:pPr>
              <w:spacing w:before="60" w:line="240" w:lineRule="exact"/>
              <w:ind w:left="1310" w:right="-74"/>
              <w:rPr>
                <w:sz w:val="18"/>
              </w:rPr>
            </w:pPr>
          </w:p>
          <w:p w:rsidR="00185CB5" w:rsidRPr="002A477D" w:rsidRDefault="00774DD3">
            <w:pPr>
              <w:spacing w:before="60" w:line="240" w:lineRule="exact"/>
              <w:ind w:left="709" w:right="-74"/>
              <w:rPr>
                <w:sz w:val="18"/>
              </w:rPr>
            </w:pPr>
            <w:r w:rsidRPr="002A477D">
              <w:rPr>
                <w:sz w:val="18"/>
              </w:rPr>
              <w:t>Starpniecības honorārs (komisija) tiek noteikts, stājoties spēkā starpniecības darījumam, eiro valūtā (ieskaitot PVN): ________________ apmērā un ir saistošs grāmatvedībai rēķinu sagatavošanai.</w:t>
            </w:r>
          </w:p>
          <w:p w:rsidR="00185CB5" w:rsidRPr="002A477D" w:rsidRDefault="00185CB5">
            <w:pPr>
              <w:spacing w:before="60" w:line="240" w:lineRule="exact"/>
              <w:ind w:right="-74"/>
              <w:rPr>
                <w:sz w:val="18"/>
              </w:rPr>
            </w:pPr>
          </w:p>
          <w:p w:rsidR="00185CB5" w:rsidRPr="002A477D" w:rsidRDefault="00C05F0D">
            <w:pPr>
              <w:spacing w:before="60" w:line="240" w:lineRule="exact"/>
              <w:ind w:left="709" w:right="-74"/>
              <w:rPr>
                <w:sz w:val="18"/>
              </w:rPr>
            </w:pPr>
            <w:r w:rsidRPr="00BE03EC">
              <w:rPr>
                <w:b/>
                <w:sz w:val="18"/>
              </w:rPr>
              <w:t>UZMANĪBU</w:t>
            </w:r>
            <w:r>
              <w:rPr>
                <w:sz w:val="18"/>
              </w:rPr>
              <w:t xml:space="preserve">: </w:t>
            </w:r>
            <w:r w:rsidR="00774DD3" w:rsidRPr="002A477D">
              <w:rPr>
                <w:sz w:val="18"/>
              </w:rPr>
              <w:t>Atsevišķi ir jāvienojas, ka šādos gadījumos kompensācija par trūkstošo starpniecības pakalpojumu, vai kompensācija par izdevumiem un pūlēm ir jāmaksā Starpnieka</w:t>
            </w:r>
            <w:r>
              <w:rPr>
                <w:sz w:val="18"/>
              </w:rPr>
              <w:t xml:space="preserve"> uzņēmuma</w:t>
            </w:r>
            <w:r w:rsidR="00774DD3" w:rsidRPr="002A477D">
              <w:rPr>
                <w:sz w:val="18"/>
              </w:rPr>
              <w:t>m iepriekš minētā komisija, ja</w:t>
            </w:r>
            <w:r w:rsidR="00396748">
              <w:rPr>
                <w:sz w:val="18"/>
              </w:rPr>
              <w:t xml:space="preserve"> </w:t>
            </w:r>
            <w:r w:rsidR="00774DD3" w:rsidRPr="002A477D">
              <w:rPr>
                <w:sz w:val="18"/>
              </w:rPr>
              <w:t>1. līgumā aprakstītais uzņēmums nerīkojas uzticami un patiesi tikai tāpēc, ka aprūpējamā persona, proti Klients,</w:t>
            </w:r>
            <w:r w:rsidR="00396748">
              <w:rPr>
                <w:sz w:val="18"/>
              </w:rPr>
              <w:t xml:space="preserve"> </w:t>
            </w:r>
            <w:r w:rsidR="00774DD3" w:rsidRPr="002A477D">
              <w:rPr>
                <w:sz w:val="18"/>
              </w:rPr>
              <w:t>pretēji iepriekš atrunātajai gaitai nav sagatavojis tiesību aktu bez zināma iemesla;</w:t>
            </w:r>
            <w:r w:rsidR="00396748">
              <w:rPr>
                <w:sz w:val="18"/>
              </w:rPr>
              <w:t xml:space="preserve"> </w:t>
            </w:r>
            <w:r w:rsidR="00774DD3" w:rsidRPr="002A477D">
              <w:rPr>
                <w:sz w:val="18"/>
              </w:rPr>
              <w:t>2. starpniek</w:t>
            </w:r>
            <w:r>
              <w:rPr>
                <w:sz w:val="18"/>
              </w:rPr>
              <w:t>u uzņēmums</w:t>
            </w:r>
            <w:r w:rsidR="00774DD3" w:rsidRPr="002A477D">
              <w:rPr>
                <w:sz w:val="18"/>
              </w:rPr>
              <w:t xml:space="preserve"> ar piesaistītu trešo personu noslēdzis darījumu ar citu mērķi, kas atšķiras no darījuma mērķa</w:t>
            </w:r>
            <w:r>
              <w:rPr>
                <w:sz w:val="18"/>
              </w:rPr>
              <w:t xml:space="preserve"> (</w:t>
            </w:r>
            <w:r w:rsidRPr="00C05F0D">
              <w:rPr>
                <w:sz w:val="18"/>
              </w:rPr>
              <w:t xml:space="preserve">ja šī </w:t>
            </w:r>
            <w:r>
              <w:rPr>
                <w:sz w:val="18"/>
              </w:rPr>
              <w:t>darījuma</w:t>
            </w:r>
            <w:r w:rsidRPr="00C05F0D">
              <w:rPr>
                <w:sz w:val="18"/>
              </w:rPr>
              <w:t xml:space="preserve"> starpniecība ietilpst starpnieka darbības jomā</w:t>
            </w:r>
            <w:r>
              <w:rPr>
                <w:sz w:val="18"/>
              </w:rPr>
              <w:t>)</w:t>
            </w:r>
            <w:r w:rsidR="00774DD3" w:rsidRPr="002A477D">
              <w:rPr>
                <w:sz w:val="18"/>
              </w:rPr>
              <w:t>;</w:t>
            </w:r>
          </w:p>
          <w:p w:rsidR="00185CB5" w:rsidRPr="002A477D" w:rsidRDefault="00774DD3">
            <w:pPr>
              <w:spacing w:before="60" w:line="240" w:lineRule="exact"/>
              <w:ind w:left="709" w:right="-74"/>
              <w:rPr>
                <w:sz w:val="18"/>
              </w:rPr>
            </w:pPr>
            <w:r w:rsidRPr="002A477D">
              <w:rPr>
                <w:sz w:val="18"/>
              </w:rPr>
              <w:t>3. starpniecības līgumā minētais darījums netiek veikts ar aprūpējamo personu/Klientu, bet gan ar citu personu, jo Klients ir paziņojis par iespēju starpnieka</w:t>
            </w:r>
            <w:r w:rsidR="00C05F0D">
              <w:rPr>
                <w:sz w:val="18"/>
              </w:rPr>
              <w:t xml:space="preserve"> uzņēmuma</w:t>
            </w:r>
            <w:r w:rsidRPr="002A477D">
              <w:rPr>
                <w:sz w:val="18"/>
              </w:rPr>
              <w:t>m noslēgt darījumu, vai darījums nav noslēgts ar paziņoto trešo personu, bet ar citu personu, jo piesaistītā trešā puse ir paziņojusi šo darījumu attiecīgajai personai.</w:t>
            </w:r>
          </w:p>
          <w:p w:rsidR="00185CB5" w:rsidRPr="002A477D" w:rsidRDefault="00185CB5">
            <w:pPr>
              <w:spacing w:before="60" w:line="240" w:lineRule="exact"/>
              <w:ind w:left="709" w:right="-74"/>
              <w:rPr>
                <w:sz w:val="18"/>
              </w:rPr>
            </w:pPr>
          </w:p>
          <w:p w:rsidR="00185CB5" w:rsidRPr="002A477D" w:rsidRDefault="00774DD3">
            <w:pPr>
              <w:numPr>
                <w:ilvl w:val="1"/>
                <w:numId w:val="25"/>
              </w:numPr>
              <w:spacing w:before="60" w:line="240" w:lineRule="exact"/>
              <w:ind w:right="-74" w:hanging="1255"/>
              <w:rPr>
                <w:b/>
                <w:sz w:val="18"/>
              </w:rPr>
            </w:pPr>
            <w:r w:rsidRPr="002A477D">
              <w:rPr>
                <w:b/>
                <w:sz w:val="18"/>
              </w:rPr>
              <w:t>Citi pakalpojumi:</w:t>
            </w:r>
          </w:p>
          <w:p w:rsidR="00185CB5" w:rsidRPr="002A477D" w:rsidRDefault="00C05F0D">
            <w:pPr>
              <w:numPr>
                <w:ilvl w:val="0"/>
                <w:numId w:val="32"/>
              </w:numPr>
              <w:spacing w:before="60" w:line="240" w:lineRule="exact"/>
              <w:ind w:right="-74"/>
              <w:rPr>
                <w:sz w:val="18"/>
              </w:rPr>
            </w:pPr>
            <w:r w:rsidRPr="00C05F0D">
              <w:rPr>
                <w:sz w:val="18"/>
              </w:rPr>
              <w:t>Medicīnas speciālista iesaistīšana, lai noteiktu aprūpes un aprūpes vajadzības uz vietas</w:t>
            </w:r>
            <w:r w:rsidR="00774DD3" w:rsidRPr="002A477D">
              <w:rPr>
                <w:sz w:val="18"/>
              </w:rPr>
              <w:t>.</w:t>
            </w:r>
          </w:p>
          <w:p w:rsidR="00185CB5" w:rsidRPr="002A477D" w:rsidRDefault="00185CB5">
            <w:pPr>
              <w:spacing w:before="60" w:line="240" w:lineRule="exact"/>
              <w:ind w:left="1429" w:right="-74"/>
              <w:rPr>
                <w:sz w:val="18"/>
              </w:rPr>
            </w:pPr>
          </w:p>
          <w:p w:rsidR="00185CB5" w:rsidRPr="002A477D" w:rsidRDefault="00774DD3">
            <w:pPr>
              <w:spacing w:before="60" w:line="240" w:lineRule="exact"/>
              <w:ind w:left="1429" w:right="-74"/>
              <w:rPr>
                <w:sz w:val="18"/>
              </w:rPr>
            </w:pPr>
            <w:r w:rsidRPr="002A477D">
              <w:rPr>
                <w:sz w:val="18"/>
              </w:rPr>
              <w:t>Vienreizējs maksājums EUR (iesk. PVN).: _______ (iesaistot veselības aprūpes speciālistu)</w:t>
            </w:r>
          </w:p>
          <w:p w:rsidR="00185CB5" w:rsidRPr="002A477D" w:rsidRDefault="00774DD3">
            <w:pPr>
              <w:numPr>
                <w:ilvl w:val="0"/>
                <w:numId w:val="16"/>
              </w:numPr>
              <w:spacing w:before="60" w:line="240" w:lineRule="exact"/>
              <w:ind w:left="1418" w:right="-74" w:hanging="284"/>
              <w:rPr>
                <w:sz w:val="18"/>
              </w:rPr>
            </w:pPr>
            <w:r w:rsidRPr="002A477D">
              <w:rPr>
                <w:sz w:val="18"/>
              </w:rPr>
              <w:t>Pārvietošanas pabalsts</w:t>
            </w:r>
            <w:r w:rsidRPr="002A477D">
              <w:rPr>
                <w:sz w:val="18"/>
              </w:rPr>
              <w:br/>
            </w:r>
            <w:r w:rsidRPr="002A477D">
              <w:rPr>
                <w:sz w:val="18"/>
              </w:rPr>
              <w:br/>
              <w:t>Vienreizējs maksājums EUR (iesk. PVN.): _______</w:t>
            </w:r>
          </w:p>
          <w:p w:rsidR="00185CB5" w:rsidRPr="002A477D" w:rsidRDefault="00185CB5">
            <w:pPr>
              <w:spacing w:before="60" w:line="240" w:lineRule="exact"/>
              <w:ind w:left="1418" w:right="-74"/>
              <w:rPr>
                <w:sz w:val="18"/>
              </w:rPr>
            </w:pPr>
          </w:p>
          <w:p w:rsidR="00185CB5" w:rsidRDefault="00C05F0D" w:rsidP="00C05F0D">
            <w:pPr>
              <w:numPr>
                <w:ilvl w:val="0"/>
                <w:numId w:val="32"/>
              </w:numPr>
              <w:rPr>
                <w:sz w:val="18"/>
              </w:rPr>
            </w:pPr>
            <w:r>
              <w:rPr>
                <w:sz w:val="18"/>
              </w:rPr>
              <w:t>Administratīva p</w:t>
            </w:r>
            <w:r w:rsidR="00774DD3" w:rsidRPr="002A477D">
              <w:rPr>
                <w:sz w:val="18"/>
              </w:rPr>
              <w:t>alīdzība pabalsta saņemšanai no Aprūpes fonda līdzekļiem saskaņā ar Federālo aprūpes likumu</w:t>
            </w:r>
            <w:r>
              <w:rPr>
                <w:sz w:val="18"/>
              </w:rPr>
              <w:t xml:space="preserve"> </w:t>
            </w:r>
            <w:r w:rsidRPr="00C05F0D">
              <w:rPr>
                <w:sz w:val="18"/>
              </w:rPr>
              <w:t>vai paziņojuma par izmaiņām gadījumā</w:t>
            </w:r>
            <w:r w:rsidR="00774DD3" w:rsidRPr="00C05F0D">
              <w:rPr>
                <w:sz w:val="18"/>
              </w:rPr>
              <w:br/>
            </w:r>
            <w:r w:rsidR="00774DD3" w:rsidRPr="00C05F0D">
              <w:rPr>
                <w:sz w:val="18"/>
              </w:rPr>
              <w:lastRenderedPageBreak/>
              <w:br/>
              <w:t>Vienreizējs maksājums EUR (iesk. PVN).: _______</w:t>
            </w:r>
          </w:p>
          <w:p w:rsidR="00C05F0D" w:rsidRPr="00C05F0D" w:rsidRDefault="00C05F0D" w:rsidP="00BE03EC">
            <w:pPr>
              <w:ind w:left="1429"/>
              <w:rPr>
                <w:sz w:val="18"/>
              </w:rPr>
            </w:pPr>
          </w:p>
          <w:p w:rsidR="00185CB5" w:rsidRPr="002A477D" w:rsidRDefault="00774DD3">
            <w:pPr>
              <w:spacing w:before="60" w:line="240" w:lineRule="exact"/>
              <w:ind w:left="1418" w:right="-74"/>
              <w:rPr>
                <w:sz w:val="18"/>
              </w:rPr>
            </w:pPr>
            <w:r w:rsidRPr="002A477D">
              <w:rPr>
                <w:sz w:val="18"/>
              </w:rPr>
              <w:t xml:space="preserve">Ar šo aprūpes iestāde </w:t>
            </w:r>
            <w:r w:rsidRPr="002A477D">
              <w:rPr>
                <w:b/>
                <w:sz w:val="18"/>
                <w:u w:val="single"/>
              </w:rPr>
              <w:t>pilnvaro</w:t>
            </w:r>
            <w:r w:rsidRPr="002A477D">
              <w:rPr>
                <w:sz w:val="18"/>
              </w:rPr>
              <w:t xml:space="preserve"> starpniecības uzņēmumu iesniegt pieteikumu Aprūpes fondā, lai varētu saņemt pabalstu, kas paredzēts personām ar invaliditāti:</w:t>
            </w:r>
            <w:r w:rsidRPr="002A477D">
              <w:rPr>
                <w:sz w:val="18"/>
              </w:rPr>
              <w:br/>
            </w:r>
            <w:r w:rsidRPr="002A477D">
              <w:rPr>
                <w:sz w:val="18"/>
              </w:rPr>
              <w:br/>
              <w:t>Vieta, datums ___________________________________________.    Paraksts _______________________________.</w:t>
            </w:r>
            <w:r w:rsidRPr="002A477D">
              <w:rPr>
                <w:sz w:val="18"/>
              </w:rPr>
              <w:br/>
              <w:t xml:space="preserve">                                                                                                                 (Pilnvaras devējs)</w:t>
            </w:r>
          </w:p>
          <w:p w:rsidR="00185CB5" w:rsidRPr="002A477D" w:rsidRDefault="00774DD3">
            <w:pPr>
              <w:spacing w:before="60" w:after="60" w:line="240" w:lineRule="exact"/>
              <w:ind w:left="709" w:right="-74"/>
              <w:rPr>
                <w:sz w:val="18"/>
              </w:rPr>
            </w:pPr>
            <w:r w:rsidRPr="002A477D">
              <w:rPr>
                <w:sz w:val="18"/>
              </w:rPr>
              <w:t>Papildus pakalpojumu cena kopā sastāda EUR (iesk. PVN).: ________________, un tas ir saistošs grāmatvedībai, sagatavojot rēķinu.</w:t>
            </w:r>
          </w:p>
          <w:p w:rsidR="00185CB5" w:rsidRPr="002A477D" w:rsidRDefault="00774DD3">
            <w:pPr>
              <w:numPr>
                <w:ilvl w:val="1"/>
                <w:numId w:val="25"/>
              </w:numPr>
              <w:spacing w:before="60" w:after="60" w:line="240" w:lineRule="exact"/>
              <w:ind w:left="709" w:right="-74" w:hanging="567"/>
              <w:rPr>
                <w:b/>
                <w:sz w:val="18"/>
              </w:rPr>
            </w:pPr>
            <w:r w:rsidRPr="002A477D">
              <w:rPr>
                <w:b/>
                <w:sz w:val="18"/>
              </w:rPr>
              <w:t>Papildu pakalpojumi:</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 xml:space="preserve">Nepārtraukta kvalitātes kontrole: aprūpes pakalpojumu kontrolei/uzraudzībai un kvalitātes nodrošināšanai (mājas vizītes) </w:t>
            </w:r>
            <w:r w:rsidRPr="002A477D">
              <w:rPr>
                <w:sz w:val="18"/>
              </w:rPr>
              <w:br/>
            </w:r>
            <w:r w:rsidRPr="002A477D">
              <w:rPr>
                <w:sz w:val="18"/>
              </w:rPr>
              <w:br/>
              <w:t>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Regulāra konsultēšana un palīdzība saistībā ar aprūpes veikšanu</w:t>
            </w:r>
            <w:r w:rsidRPr="002A477D">
              <w:rPr>
                <w:sz w:val="18"/>
              </w:rPr>
              <w:br/>
            </w:r>
            <w:r w:rsidRPr="002A477D">
              <w:rPr>
                <w:sz w:val="18"/>
              </w:rPr>
              <w:br/>
              <w:t>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24h avārijas dienests (</w:t>
            </w:r>
            <w:r w:rsidR="00C05F0D">
              <w:rPr>
                <w:sz w:val="18"/>
              </w:rPr>
              <w:t>telefoniska</w:t>
            </w:r>
            <w:r w:rsidR="00C05F0D" w:rsidRPr="002A477D">
              <w:rPr>
                <w:sz w:val="18"/>
              </w:rPr>
              <w:t xml:space="preserve"> </w:t>
            </w:r>
            <w:r w:rsidRPr="002A477D">
              <w:rPr>
                <w:sz w:val="18"/>
              </w:rPr>
              <w:t>palīdzība)</w:t>
            </w:r>
            <w:r w:rsidRPr="002A477D">
              <w:rPr>
                <w:sz w:val="18"/>
              </w:rPr>
              <w:br/>
            </w:r>
            <w:r w:rsidRPr="002A477D">
              <w:rPr>
                <w:sz w:val="18"/>
              </w:rPr>
              <w:br/>
              <w:t xml:space="preserve"> mēneša maksājums EUR (iesk. PVN).: _______</w:t>
            </w:r>
          </w:p>
          <w:p w:rsidR="00185CB5" w:rsidRPr="002A477D" w:rsidRDefault="00774DD3">
            <w:pPr>
              <w:pStyle w:val="ColorfulList-Accent11"/>
              <w:numPr>
                <w:ilvl w:val="0"/>
                <w:numId w:val="15"/>
              </w:numPr>
              <w:spacing w:before="60" w:after="60" w:line="240" w:lineRule="exact"/>
              <w:ind w:left="1418" w:right="-74" w:hanging="284"/>
              <w:contextualSpacing/>
              <w:textAlignment w:val="baseline"/>
              <w:rPr>
                <w:sz w:val="18"/>
              </w:rPr>
            </w:pPr>
            <w:r w:rsidRPr="002A477D">
              <w:rPr>
                <w:sz w:val="18"/>
              </w:rPr>
              <w:t>Atbalsts konfliktu novēršanai starp aprūpes iestādi un aprūpējamo personu</w:t>
            </w:r>
            <w:r w:rsidR="00C05F0D">
              <w:rPr>
                <w:sz w:val="18"/>
              </w:rPr>
              <w:t xml:space="preserve"> un viņa piederīgajiem</w:t>
            </w:r>
            <w:r w:rsidRPr="002A477D">
              <w:rPr>
                <w:sz w:val="18"/>
              </w:rPr>
              <w:br/>
            </w:r>
            <w:r w:rsidRPr="002A477D">
              <w:rPr>
                <w:sz w:val="18"/>
              </w:rPr>
              <w:br/>
              <w:t>mēneša maksājums EUR (iesk. PVN).: _______</w:t>
            </w:r>
          </w:p>
          <w:p w:rsidR="00185CB5" w:rsidRPr="002A477D" w:rsidRDefault="00774DD3">
            <w:pPr>
              <w:spacing w:before="60" w:after="60" w:line="240" w:lineRule="exact"/>
              <w:ind w:left="851" w:right="-74"/>
              <w:rPr>
                <w:sz w:val="18"/>
              </w:rPr>
            </w:pPr>
            <w:r w:rsidRPr="002A477D">
              <w:rPr>
                <w:sz w:val="18"/>
              </w:rPr>
              <w:t xml:space="preserve">Šo pakalpojumu cena katru mēnesi ir jāsamaksā (piem. “1.” vai “15.” vai “pēdējam”)  </w:t>
            </w:r>
            <w:r w:rsidRPr="002A477D">
              <w:rPr>
                <w:sz w:val="18"/>
              </w:rPr>
              <w:br/>
              <w:t>_______datumam katru mēnesi (iespējams automātisks maksājums)  veido kopējo summu EUR (iesk. PVN). _________.</w:t>
            </w:r>
          </w:p>
          <w:p w:rsidR="00185CB5" w:rsidRPr="002A477D" w:rsidRDefault="00774DD3">
            <w:pPr>
              <w:numPr>
                <w:ilvl w:val="1"/>
                <w:numId w:val="25"/>
              </w:numPr>
              <w:spacing w:before="60" w:after="60" w:line="240" w:lineRule="exact"/>
              <w:ind w:left="709" w:right="-74" w:hanging="567"/>
              <w:rPr>
                <w:sz w:val="18"/>
              </w:rPr>
            </w:pPr>
            <w:r w:rsidRPr="002A477D">
              <w:rPr>
                <w:sz w:val="18"/>
              </w:rPr>
              <w:t>Citi:</w:t>
            </w:r>
            <w:r w:rsidRPr="002A477D">
              <w:rPr>
                <w:sz w:val="18"/>
              </w:rPr>
              <w:br/>
              <w:t>_____________________________________________________________________________</w:t>
            </w:r>
          </w:p>
        </w:tc>
      </w:tr>
      <w:tr w:rsidR="00185CB5" w:rsidRPr="002A477D">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after="60" w:line="240" w:lineRule="exact"/>
              <w:ind w:left="426" w:right="-75" w:hanging="426"/>
              <w:textAlignment w:val="auto"/>
              <w:rPr>
                <w:sz w:val="18"/>
              </w:rPr>
            </w:pPr>
            <w:r w:rsidRPr="002A477D">
              <w:rPr>
                <w:sz w:val="18"/>
              </w:rPr>
              <w:lastRenderedPageBreak/>
              <w:t>Cena ir jāpārskaita konkrētā termiņā un 5 dienu pagarinājuma laikā (lūdzu, apvilkt nepieciešamo):</w:t>
            </w:r>
          </w:p>
          <w:p w:rsidR="00185CB5" w:rsidRPr="002A477D" w:rsidRDefault="00774DD3">
            <w:pPr>
              <w:numPr>
                <w:ilvl w:val="0"/>
                <w:numId w:val="7"/>
              </w:numPr>
              <w:spacing w:before="60" w:after="60" w:line="240" w:lineRule="exact"/>
              <w:ind w:right="-75"/>
              <w:textAlignment w:val="auto"/>
              <w:rPr>
                <w:sz w:val="18"/>
              </w:rPr>
            </w:pPr>
            <w:r w:rsidRPr="002A477D">
              <w:rPr>
                <w:sz w:val="18"/>
              </w:rPr>
              <w:t>starpniecības uzņēmumam, uzrādot maksājuma apliecinājumu skaidrā naudā vai</w:t>
            </w:r>
          </w:p>
          <w:p w:rsidR="00185CB5" w:rsidRPr="002A477D" w:rsidRDefault="00774DD3">
            <w:pPr>
              <w:numPr>
                <w:ilvl w:val="0"/>
                <w:numId w:val="7"/>
              </w:numPr>
              <w:spacing w:before="60" w:after="60" w:line="240" w:lineRule="exact"/>
              <w:ind w:right="-75"/>
              <w:textAlignment w:val="auto"/>
              <w:rPr>
                <w:sz w:val="18"/>
              </w:rPr>
            </w:pPr>
            <w:r w:rsidRPr="002A477D">
              <w:rPr>
                <w:sz w:val="18"/>
              </w:rPr>
              <w:t>ar pārskaitījumu uz šādu bankas kontu:</w:t>
            </w:r>
          </w:p>
          <w:p w:rsidR="00185CB5" w:rsidRPr="002A477D" w:rsidRDefault="00774DD3">
            <w:pPr>
              <w:spacing w:before="60" w:after="60" w:line="240" w:lineRule="exact"/>
              <w:ind w:left="1185" w:right="-75"/>
              <w:rPr>
                <w:sz w:val="18"/>
              </w:rPr>
            </w:pPr>
            <w:r w:rsidRPr="002A477D">
              <w:rPr>
                <w:sz w:val="18"/>
              </w:rPr>
              <w:t>Konta īpašnieks: ________________________________________</w:t>
            </w:r>
            <w:r w:rsidRPr="002A477D">
              <w:rPr>
                <w:sz w:val="18"/>
              </w:rPr>
              <w:br/>
            </w:r>
            <w:r w:rsidRPr="002A477D">
              <w:rPr>
                <w:sz w:val="18"/>
              </w:rPr>
              <w:br/>
              <w:t xml:space="preserve"> IBAN: ________________________________________________________</w:t>
            </w:r>
          </w:p>
          <w:p w:rsidR="00185CB5" w:rsidRPr="002A477D" w:rsidRDefault="00774DD3">
            <w:pPr>
              <w:spacing w:before="60" w:after="60" w:line="240" w:lineRule="exact"/>
              <w:ind w:left="1185" w:right="-75"/>
              <w:rPr>
                <w:sz w:val="18"/>
              </w:rPr>
            </w:pPr>
            <w:r w:rsidRPr="002A477D">
              <w:rPr>
                <w:sz w:val="18"/>
              </w:rPr>
              <w:t>BIC: ________________________________________________________.</w:t>
            </w:r>
          </w:p>
          <w:p w:rsidR="00185CB5" w:rsidRPr="002A477D" w:rsidRDefault="00774DD3">
            <w:pPr>
              <w:numPr>
                <w:ilvl w:val="1"/>
                <w:numId w:val="25"/>
              </w:numPr>
              <w:spacing w:before="60" w:after="60" w:line="240" w:lineRule="exact"/>
              <w:ind w:left="426" w:right="-75" w:hanging="426"/>
              <w:rPr>
                <w:sz w:val="18"/>
              </w:rPr>
            </w:pPr>
            <w:r w:rsidRPr="002A477D">
              <w:rPr>
                <w:sz w:val="18"/>
              </w:rPr>
              <w:t>Maksājuma kavējuma gadījumā tiek piemēroti kavējuma procenti 4% apmērā. Pārskaitījumi termiņa dienā tiek uzskatīti kā savlaicīgi.</w:t>
            </w:r>
          </w:p>
        </w:tc>
      </w:tr>
      <w:tr w:rsidR="00185CB5"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1"/>
                <w:numId w:val="25"/>
              </w:numPr>
              <w:spacing w:before="60" w:after="60" w:line="240" w:lineRule="exact"/>
              <w:ind w:left="426" w:right="-75" w:hanging="426"/>
              <w:textAlignment w:val="auto"/>
              <w:rPr>
                <w:sz w:val="18"/>
              </w:rPr>
            </w:pPr>
            <w:r w:rsidRPr="002A477D">
              <w:rPr>
                <w:sz w:val="18"/>
              </w:rPr>
              <w:t xml:space="preserve">Visi no cenas </w:t>
            </w:r>
            <w:r w:rsidRPr="002A477D">
              <w:rPr>
                <w:b/>
                <w:sz w:val="18"/>
              </w:rPr>
              <w:t>atskaitāmie nodokļi jāmaksā pašam  starpniecības uzņēmumam.</w:t>
            </w:r>
          </w:p>
          <w:p w:rsidR="00185CB5" w:rsidRPr="002A477D" w:rsidRDefault="00774DD3">
            <w:pPr>
              <w:spacing w:before="60" w:after="60" w:line="240" w:lineRule="exact"/>
              <w:ind w:left="426" w:right="-75"/>
              <w:textAlignment w:val="auto"/>
              <w:rPr>
                <w:sz w:val="18"/>
              </w:rPr>
            </w:pPr>
            <w:r w:rsidRPr="002A477D">
              <w:rPr>
                <w:sz w:val="18"/>
              </w:rPr>
              <w:t xml:space="preserve">Jānorāda, ka par vispārējām komercdarbības izmaksām un izdevumiem </w:t>
            </w:r>
            <w:r w:rsidRPr="002A477D">
              <w:rPr>
                <w:b/>
                <w:sz w:val="18"/>
              </w:rPr>
              <w:t>starpniecības uzņēmums nevar pieprasīt kompensāciju.</w:t>
            </w:r>
            <w:r w:rsidRPr="002A477D">
              <w:rPr>
                <w:sz w:val="18"/>
              </w:rPr>
              <w:t>Starpniecības uzņēmumam papildu izdevumi tiek kompensēti tikai tad, ja iepriekš par to ir slēgta vienošanās. Saskaņotās summas tiek iekļautas pēc vienotas likmes, piemēram, nodevas un izmaksas (piemēram, ceļojumu, medicīnisko izdevumu, u.c.).</w:t>
            </w:r>
          </w:p>
        </w:tc>
      </w:tr>
      <w:tr w:rsidR="00185CB5"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185CB5" w:rsidRPr="002A477D" w:rsidRDefault="00774DD3">
            <w:pPr>
              <w:numPr>
                <w:ilvl w:val="0"/>
                <w:numId w:val="25"/>
              </w:numPr>
              <w:spacing w:before="60" w:after="60" w:line="240" w:lineRule="exact"/>
              <w:ind w:right="-75"/>
              <w:textAlignment w:val="auto"/>
            </w:pPr>
            <w:r w:rsidRPr="002A477D">
              <w:rPr>
                <w:b/>
              </w:rPr>
              <w:t>Pakalpojumu izpildes periods/līguma pārtraukšana</w:t>
            </w:r>
          </w:p>
        </w:tc>
      </w:tr>
      <w:tr w:rsidR="00185CB5" w:rsidRPr="002A477D">
        <w:trPr>
          <w:trHeight w:val="330"/>
        </w:trPr>
        <w:tc>
          <w:tcPr>
            <w:tcW w:w="10632" w:type="dxa"/>
            <w:gridSpan w:val="6"/>
            <w:tcBorders>
              <w:bottom w:val="single" w:sz="4" w:space="0" w:color="auto"/>
            </w:tcBorders>
            <w:shd w:val="clear" w:color="auto" w:fill="auto"/>
          </w:tcPr>
          <w:p w:rsidR="00185CB5" w:rsidRPr="002A477D" w:rsidRDefault="00774DD3">
            <w:pPr>
              <w:numPr>
                <w:ilvl w:val="1"/>
                <w:numId w:val="25"/>
              </w:numPr>
              <w:spacing w:before="120" w:after="60" w:line="240" w:lineRule="exact"/>
              <w:ind w:left="425" w:right="-74" w:hanging="425"/>
              <w:rPr>
                <w:sz w:val="18"/>
              </w:rPr>
            </w:pPr>
            <w:r w:rsidRPr="002A477D">
              <w:rPr>
                <w:sz w:val="18"/>
              </w:rPr>
              <w:lastRenderedPageBreak/>
              <w:t>Pakalpojumu izpildes sākums ______________________________________ (dd.mm.gggg).</w:t>
            </w:r>
          </w:p>
        </w:tc>
      </w:tr>
      <w:tr w:rsidR="00185CB5" w:rsidRPr="002A477D">
        <w:trPr>
          <w:trHeight w:val="1344"/>
        </w:trPr>
        <w:tc>
          <w:tcPr>
            <w:tcW w:w="10632" w:type="dxa"/>
            <w:gridSpan w:val="6"/>
            <w:tcBorders>
              <w:bottom w:val="single" w:sz="4" w:space="0" w:color="auto"/>
            </w:tcBorders>
            <w:shd w:val="clear" w:color="auto" w:fill="auto"/>
          </w:tcPr>
          <w:p w:rsidR="00185CB5" w:rsidRPr="002A477D" w:rsidRDefault="00774DD3">
            <w:pPr>
              <w:numPr>
                <w:ilvl w:val="1"/>
                <w:numId w:val="25"/>
              </w:numPr>
              <w:spacing w:before="60" w:after="60" w:line="240" w:lineRule="exact"/>
              <w:ind w:left="426" w:right="-75" w:hanging="426"/>
              <w:rPr>
                <w:sz w:val="18"/>
              </w:rPr>
            </w:pPr>
            <w:r w:rsidRPr="002A477D">
              <w:rPr>
                <w:sz w:val="18"/>
              </w:rPr>
              <w:t>Līguma darbības laiks:</w:t>
            </w:r>
            <w:r w:rsidRPr="002A477D">
              <w:rPr>
                <w:sz w:val="18"/>
              </w:rPr>
              <w:br/>
              <w:t xml:space="preserve"> (lūdzu, atzīmējiet nepieciešamo) </w:t>
            </w:r>
          </w:p>
          <w:p w:rsidR="00185CB5" w:rsidRPr="002A477D" w:rsidRDefault="00774DD3">
            <w:pPr>
              <w:numPr>
                <w:ilvl w:val="0"/>
                <w:numId w:val="29"/>
              </w:numPr>
              <w:spacing w:before="60" w:after="60" w:line="240" w:lineRule="exact"/>
              <w:ind w:left="709" w:right="-75" w:hanging="283"/>
              <w:rPr>
                <w:sz w:val="18"/>
              </w:rPr>
            </w:pPr>
            <w:r w:rsidRPr="002A477D">
              <w:rPr>
                <w:sz w:val="18"/>
              </w:rPr>
              <w:t>Līguma termiņš ir noteikts līdz</w:t>
            </w:r>
            <w:r w:rsidRPr="002A477D">
              <w:rPr>
                <w:sz w:val="18"/>
              </w:rPr>
              <w:br/>
              <w:t xml:space="preserve"> _____________________________ (dd.mm.gggg), un beidzas bez uzteikuma.</w:t>
            </w:r>
          </w:p>
          <w:p w:rsidR="00185CB5" w:rsidRPr="002A477D" w:rsidRDefault="00774DD3">
            <w:pPr>
              <w:numPr>
                <w:ilvl w:val="0"/>
                <w:numId w:val="29"/>
              </w:numPr>
              <w:spacing w:before="60" w:after="60" w:line="240" w:lineRule="exact"/>
              <w:ind w:left="709" w:right="-75" w:hanging="283"/>
              <w:rPr>
                <w:sz w:val="18"/>
              </w:rPr>
            </w:pPr>
            <w:r w:rsidRPr="002A477D">
              <w:rPr>
                <w:sz w:val="18"/>
              </w:rPr>
              <w:t>līgums tiek noslēgts uz nenoteiktu laiku (pastāvīgi).</w:t>
            </w:r>
          </w:p>
        </w:tc>
      </w:tr>
      <w:tr w:rsidR="00185CB5" w:rsidRPr="002A477D">
        <w:trPr>
          <w:trHeight w:val="1820"/>
        </w:trPr>
        <w:tc>
          <w:tcPr>
            <w:tcW w:w="10632" w:type="dxa"/>
            <w:gridSpan w:val="6"/>
            <w:tcBorders>
              <w:top w:val="single" w:sz="4" w:space="0" w:color="auto"/>
            </w:tcBorders>
            <w:shd w:val="clear" w:color="auto" w:fill="auto"/>
          </w:tcPr>
          <w:p w:rsidR="00185CB5" w:rsidRPr="002A477D" w:rsidRDefault="00774DD3">
            <w:pPr>
              <w:numPr>
                <w:ilvl w:val="1"/>
                <w:numId w:val="25"/>
              </w:numPr>
              <w:spacing w:before="60" w:after="60" w:line="240" w:lineRule="exact"/>
              <w:ind w:left="426" w:right="-75" w:hanging="426"/>
              <w:rPr>
                <w:sz w:val="18"/>
              </w:rPr>
            </w:pPr>
            <w:r w:rsidRPr="002A477D">
              <w:rPr>
                <w:sz w:val="18"/>
              </w:rPr>
              <w:t>Citāda līguma izbeigšana:</w:t>
            </w:r>
          </w:p>
          <w:p w:rsidR="00185CB5" w:rsidRPr="002A477D" w:rsidRDefault="00774DD3">
            <w:pPr>
              <w:spacing w:before="60" w:after="60" w:line="240" w:lineRule="exact"/>
              <w:ind w:left="426" w:right="-75"/>
              <w:rPr>
                <w:sz w:val="18"/>
              </w:rPr>
            </w:pPr>
            <w:r w:rsidRPr="002A477D">
              <w:rPr>
                <w:sz w:val="18"/>
              </w:rPr>
              <w:t xml:space="preserve">Starpniecības līgums jebkurā gadījumā beidzas ar aprūpējamās personas nāvi, starpniecības uzņēmums šajā gadījumā atdod iepriekš samaksāto naudu. </w:t>
            </w:r>
          </w:p>
          <w:p w:rsidR="00185CB5" w:rsidRPr="002A477D" w:rsidRDefault="00774DD3">
            <w:pPr>
              <w:spacing w:before="60" w:after="60" w:line="240" w:lineRule="exact"/>
              <w:ind w:left="426" w:right="-75"/>
              <w:textAlignment w:val="auto"/>
              <w:rPr>
                <w:sz w:val="18"/>
              </w:rPr>
            </w:pPr>
            <w:r w:rsidRPr="002A477D">
              <w:rPr>
                <w:sz w:val="18"/>
              </w:rPr>
              <w:t>Starpniecības līgums beidzas arī starpniecības uzņēmuma maksātnespējas vai likvidācijas gadījumā.</w:t>
            </w:r>
          </w:p>
          <w:p w:rsidR="00185CB5" w:rsidRPr="002A477D" w:rsidRDefault="00774DD3">
            <w:pPr>
              <w:spacing w:before="60" w:after="60" w:line="240" w:lineRule="exact"/>
              <w:ind w:left="426" w:right="-75"/>
              <w:rPr>
                <w:sz w:val="18"/>
              </w:rPr>
            </w:pPr>
            <w:r w:rsidRPr="002A477D">
              <w:rPr>
                <w:sz w:val="18"/>
              </w:rPr>
              <w:t xml:space="preserve">Līgumu var lauzt abas līguma puses (arī noteikta laika līgumus), </w:t>
            </w:r>
            <w:r w:rsidRPr="002A477D">
              <w:rPr>
                <w:b/>
                <w:sz w:val="18"/>
              </w:rPr>
              <w:t>ievērojot divu nedēļu uzteikuma termiņu</w:t>
            </w:r>
            <w:r w:rsidRPr="002A477D">
              <w:rPr>
                <w:sz w:val="18"/>
              </w:rPr>
              <w:t xml:space="preserve"> </w:t>
            </w:r>
            <w:r w:rsidRPr="002A477D">
              <w:rPr>
                <w:b/>
                <w:sz w:val="18"/>
              </w:rPr>
              <w:t>pirms kalendārā mēneša</w:t>
            </w:r>
            <w:r w:rsidRPr="002A477D">
              <w:rPr>
                <w:sz w:val="18"/>
              </w:rPr>
              <w:t xml:space="preserve"> beigām.</w:t>
            </w:r>
          </w:p>
        </w:tc>
      </w:tr>
      <w:tr w:rsidR="00185CB5" w:rsidRPr="002A477D">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185CB5" w:rsidRPr="002A477D" w:rsidRDefault="00774DD3">
            <w:pPr>
              <w:numPr>
                <w:ilvl w:val="0"/>
                <w:numId w:val="25"/>
              </w:numPr>
              <w:spacing w:before="60" w:after="60" w:line="240" w:lineRule="exact"/>
              <w:textAlignment w:val="auto"/>
              <w:rPr>
                <w:b/>
              </w:rPr>
            </w:pPr>
            <w:r w:rsidRPr="002A477D">
              <w:rPr>
                <w:b/>
              </w:rPr>
              <w:t>Starpniecības uzņēmuma pienākums informēt</w:t>
            </w:r>
          </w:p>
        </w:tc>
      </w:tr>
      <w:tr w:rsidR="00185CB5" w:rsidRPr="002A477D">
        <w:trPr>
          <w:trHeight w:val="1866"/>
        </w:trPr>
        <w:tc>
          <w:tcPr>
            <w:tcW w:w="10632" w:type="dxa"/>
            <w:gridSpan w:val="6"/>
            <w:tcBorders>
              <w:top w:val="single" w:sz="4" w:space="0" w:color="auto"/>
              <w:left w:val="single" w:sz="4" w:space="0" w:color="auto"/>
              <w:right w:val="single" w:sz="4" w:space="0" w:color="auto"/>
            </w:tcBorders>
          </w:tcPr>
          <w:p w:rsidR="00185CB5" w:rsidRPr="002A477D" w:rsidRDefault="00774DD3">
            <w:pPr>
              <w:numPr>
                <w:ilvl w:val="1"/>
                <w:numId w:val="25"/>
              </w:numPr>
              <w:spacing w:before="60" w:after="60" w:line="240" w:lineRule="exact"/>
              <w:ind w:left="426" w:hanging="426"/>
              <w:textAlignment w:val="auto"/>
              <w:rPr>
                <w:sz w:val="18"/>
              </w:rPr>
            </w:pPr>
            <w:r w:rsidRPr="002A477D">
              <w:rPr>
                <w:sz w:val="18"/>
              </w:rPr>
              <w:t>Starpnieks paziņo, ka aprūpējamā persona</w:t>
            </w:r>
            <w:r w:rsidR="00C05F0D">
              <w:rPr>
                <w:sz w:val="18"/>
              </w:rPr>
              <w:t>/klients</w:t>
            </w:r>
            <w:r w:rsidRPr="002A477D">
              <w:rPr>
                <w:sz w:val="18"/>
              </w:rPr>
              <w:t xml:space="preserve"> pirms līguma noslēgšanas ir informēta par</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atļautām darbībām personu aprūpē;</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aprūpes iestādes pienākumiem (piemēram, pienākums pašam aprēķināt un apmaksāt nodokļus un sociālās apdrošināšanas maksājumus, kas radušies saistībā ar personu aprūpi);</w:t>
            </w:r>
          </w:p>
          <w:p w:rsidR="00185CB5" w:rsidRPr="002A477D" w:rsidRDefault="00774DD3">
            <w:pPr>
              <w:numPr>
                <w:ilvl w:val="0"/>
                <w:numId w:val="24"/>
              </w:numPr>
              <w:spacing w:before="60" w:after="60" w:line="240" w:lineRule="exact"/>
              <w:ind w:left="709" w:hanging="284"/>
              <w:textAlignment w:val="auto"/>
              <w:rPr>
                <w:sz w:val="18"/>
              </w:rPr>
            </w:pPr>
            <w:r w:rsidRPr="002A477D">
              <w:rPr>
                <w:sz w:val="18"/>
              </w:rPr>
              <w:t xml:space="preserve">starpniecības </w:t>
            </w:r>
            <w:r w:rsidRPr="002A477D">
              <w:rPr>
                <w:b/>
                <w:sz w:val="18"/>
              </w:rPr>
              <w:t>uzņēmuma</w:t>
            </w:r>
            <w:r w:rsidRPr="002A477D">
              <w:rPr>
                <w:sz w:val="18"/>
              </w:rPr>
              <w:t xml:space="preserve"> piedāvātajiem pakalpojumiem ar cenu norādēm, kas pēc pieprasījuma jāsniedz rakstveidā;</w:t>
            </w:r>
          </w:p>
        </w:tc>
      </w:tr>
      <w:tr w:rsidR="00185CB5" w:rsidRPr="002A477D">
        <w:trPr>
          <w:trHeight w:val="296"/>
        </w:trPr>
        <w:tc>
          <w:tcPr>
            <w:tcW w:w="10632" w:type="dxa"/>
            <w:gridSpan w:val="6"/>
            <w:tcBorders>
              <w:bottom w:val="nil"/>
            </w:tcBorders>
            <w:shd w:val="clear" w:color="auto" w:fill="auto"/>
          </w:tcPr>
          <w:p w:rsidR="00185CB5" w:rsidRPr="002A477D" w:rsidRDefault="00774DD3">
            <w:pPr>
              <w:numPr>
                <w:ilvl w:val="0"/>
                <w:numId w:val="25"/>
              </w:numPr>
              <w:spacing w:before="60" w:after="60" w:line="240" w:lineRule="exact"/>
              <w:rPr>
                <w:b/>
              </w:rPr>
            </w:pPr>
            <w:r w:rsidRPr="002A477D">
              <w:rPr>
                <w:b/>
              </w:rPr>
              <w:t>Izpētei svarīg</w:t>
            </w:r>
            <w:r w:rsidR="0071027B">
              <w:rPr>
                <w:b/>
              </w:rPr>
              <w:t>i dati</w:t>
            </w:r>
          </w:p>
        </w:tc>
      </w:tr>
      <w:tr w:rsidR="00185CB5" w:rsidRPr="002A477D" w:rsidTr="00396748">
        <w:trPr>
          <w:trHeight w:val="7051"/>
        </w:trPr>
        <w:tc>
          <w:tcPr>
            <w:tcW w:w="10632" w:type="dxa"/>
            <w:gridSpan w:val="6"/>
            <w:tcBorders>
              <w:bottom w:val="single" w:sz="4" w:space="0" w:color="auto"/>
            </w:tcBorders>
            <w:shd w:val="clear" w:color="auto" w:fill="auto"/>
          </w:tcPr>
          <w:p w:rsidR="00185CB5" w:rsidRPr="002A477D" w:rsidRDefault="00774DD3" w:rsidP="00BE03EC">
            <w:pPr>
              <w:numPr>
                <w:ilvl w:val="1"/>
                <w:numId w:val="25"/>
              </w:numPr>
              <w:spacing w:before="60" w:after="60" w:line="220" w:lineRule="atLeast"/>
              <w:rPr>
                <w:sz w:val="18"/>
              </w:rPr>
            </w:pPr>
            <w:r w:rsidRPr="002A477D">
              <w:rPr>
                <w:sz w:val="18"/>
              </w:rPr>
              <w:t xml:space="preserve">Aprūpējamajai personai ir tiesības uz </w:t>
            </w:r>
            <w:hyperlink r:id="rId7" w:history="1">
              <w:r w:rsidRPr="002A477D">
                <w:rPr>
                  <w:rStyle w:val="Hyperlink"/>
                  <w:rFonts w:cs="Arial"/>
                  <w:color w:val="auto"/>
                  <w:sz w:val="18"/>
                  <w:u w:val="none"/>
                </w:rPr>
                <w:t>kopšanas pabalstu</w:t>
              </w:r>
            </w:hyperlink>
            <w:r w:rsidRPr="002A477D">
              <w:rPr>
                <w:sz w:val="18"/>
              </w:rPr>
              <w:t xml:space="preserve"> , ja viņai vai viņam ir nepieciešama 24 stundu aprūpe, saskaņā ar valsts tiesību aktiem to var saņemt sākot no 3. līmeņa, ja neto ienākumi nepārsniedz 2500 eiro (ienākuma ierobežojums ir palielināts, ja attiecīgajā mājsaimniecībā dzīvo apgādājami piederīgie). Ienākumi neskaitās </w:t>
            </w:r>
            <w:hyperlink r:id="rId8" w:history="1">
              <w:r w:rsidRPr="002A477D">
                <w:rPr>
                  <w:rStyle w:val="Hyperlink"/>
                  <w:rFonts w:cs="Arial"/>
                  <w:color w:val="auto"/>
                  <w:sz w:val="18"/>
                  <w:u w:val="none"/>
                </w:rPr>
                <w:t>kopšanas pabalsts</w:t>
              </w:r>
            </w:hyperlink>
            <w:r w:rsidRPr="002A477D">
              <w:rPr>
                <w:sz w:val="18"/>
              </w:rPr>
              <w:t xml:space="preserve">, īpašie maksājumi, </w:t>
            </w:r>
            <w:hyperlink r:id="rId9" w:history="1">
              <w:r w:rsidRPr="002A477D">
                <w:rPr>
                  <w:rStyle w:val="Hyperlink"/>
                  <w:rFonts w:cs="Arial"/>
                  <w:color w:val="auto"/>
                  <w:sz w:val="18"/>
                  <w:u w:val="none"/>
                </w:rPr>
                <w:t>ģimenes pabalsts</w:t>
              </w:r>
            </w:hyperlink>
            <w:r w:rsidRPr="002A477D">
              <w:rPr>
                <w:sz w:val="18"/>
              </w:rPr>
              <w:t xml:space="preserve">, </w:t>
            </w:r>
            <w:hyperlink r:id="rId10" w:history="1">
              <w:r w:rsidRPr="002A477D">
                <w:rPr>
                  <w:rStyle w:val="Hyperlink"/>
                  <w:rFonts w:cs="Arial"/>
                  <w:color w:val="auto"/>
                  <w:sz w:val="18"/>
                  <w:u w:val="none"/>
                </w:rPr>
                <w:t>bērna kopšanas pabalsts</w:t>
              </w:r>
            </w:hyperlink>
            <w:r w:rsidRPr="002A477D">
              <w:rPr>
                <w:sz w:val="18"/>
              </w:rPr>
              <w:t xml:space="preserve">, </w:t>
            </w:r>
            <w:hyperlink r:id="rId11" w:history="1">
              <w:r w:rsidRPr="002A477D">
                <w:rPr>
                  <w:rStyle w:val="Hyperlink"/>
                  <w:rFonts w:cs="Arial"/>
                  <w:color w:val="auto"/>
                  <w:sz w:val="18"/>
                  <w:u w:val="none"/>
                </w:rPr>
                <w:t>mājokļa pabalsts</w:t>
              </w:r>
            </w:hyperlink>
            <w:r w:rsidRPr="002A477D">
              <w:rPr>
                <w:sz w:val="18"/>
              </w:rPr>
              <w:t xml:space="preserve"> un aprūpējamās personas manta.</w:t>
            </w:r>
          </w:p>
          <w:p w:rsidR="00185CB5" w:rsidRPr="002A477D" w:rsidRDefault="00774DD3">
            <w:pPr>
              <w:spacing w:before="60" w:after="60" w:line="220" w:lineRule="atLeast"/>
              <w:ind w:left="360"/>
              <w:rPr>
                <w:sz w:val="18"/>
              </w:rPr>
            </w:pPr>
            <w:r w:rsidRPr="002A477D">
              <w:rPr>
                <w:sz w:val="18"/>
              </w:rPr>
              <w:t>Lai kvalificētos pabalstam, ir papildus jāpierāda, ka aprūpes iestādei</w:t>
            </w:r>
            <w:r w:rsidR="0020129D">
              <w:rPr>
                <w:sz w:val="18"/>
              </w:rPr>
              <w:t xml:space="preserve"> </w:t>
            </w:r>
            <w:r w:rsidR="0020129D" w:rsidRPr="0020129D">
              <w:rPr>
                <w:sz w:val="18"/>
              </w:rPr>
              <w:t>vai cilvēki</w:t>
            </w:r>
            <w:r w:rsidR="0020129D">
              <w:rPr>
                <w:sz w:val="18"/>
              </w:rPr>
              <w:t>em</w:t>
            </w:r>
            <w:r w:rsidR="0020129D" w:rsidRPr="0020129D">
              <w:rPr>
                <w:sz w:val="18"/>
              </w:rPr>
              <w:t>, kas norīkoti veikt aprūpi</w:t>
            </w:r>
            <w:r w:rsidRPr="002A477D">
              <w:rPr>
                <w:sz w:val="18"/>
              </w:rPr>
              <w:t>:</w:t>
            </w:r>
          </w:p>
          <w:p w:rsidR="00185CB5" w:rsidRPr="002A477D" w:rsidRDefault="00774DD3">
            <w:pPr>
              <w:numPr>
                <w:ilvl w:val="0"/>
                <w:numId w:val="28"/>
              </w:numPr>
              <w:spacing w:before="60" w:after="60" w:line="220" w:lineRule="atLeast"/>
              <w:rPr>
                <w:sz w:val="18"/>
              </w:rPr>
            </w:pPr>
            <w:r w:rsidRPr="002A477D">
              <w:rPr>
                <w:sz w:val="18"/>
              </w:rPr>
              <w:t xml:space="preserve">ir teorētiskā </w:t>
            </w:r>
            <w:r w:rsidR="0020129D">
              <w:rPr>
                <w:sz w:val="18"/>
              </w:rPr>
              <w:t>izglītība</w:t>
            </w:r>
            <w:r w:rsidRPr="002A477D">
              <w:rPr>
                <w:sz w:val="18"/>
              </w:rPr>
              <w:t>, kas būtībā atbilst, saimniecības palīga/mājas palīdzes profesijai</w:t>
            </w:r>
            <w:r w:rsidR="0020129D">
              <w:rPr>
                <w:sz w:val="18"/>
              </w:rPr>
              <w:t xml:space="preserve"> (vismaz</w:t>
            </w:r>
            <w:r w:rsidR="0020129D" w:rsidRPr="007E0BB6">
              <w:rPr>
                <w:sz w:val="18"/>
              </w:rPr>
              <w:t xml:space="preserve"> </w:t>
            </w:r>
            <w:r w:rsidR="0020129D">
              <w:rPr>
                <w:sz w:val="18"/>
              </w:rPr>
              <w:t>aprūpētāju</w:t>
            </w:r>
            <w:r w:rsidR="0020129D" w:rsidRPr="007E0BB6">
              <w:rPr>
                <w:sz w:val="18"/>
              </w:rPr>
              <w:t xml:space="preserve"> kurs</w:t>
            </w:r>
            <w:r w:rsidR="0020129D">
              <w:rPr>
                <w:sz w:val="18"/>
              </w:rPr>
              <w:t xml:space="preserve">i atbilstošā izglītības iestādē </w:t>
            </w:r>
            <w:r w:rsidR="0020129D" w:rsidRPr="007E0BB6">
              <w:rPr>
                <w:sz w:val="18"/>
              </w:rPr>
              <w:t>vismaz 200 stundu</w:t>
            </w:r>
            <w:r w:rsidR="0020129D">
              <w:rPr>
                <w:sz w:val="18"/>
              </w:rPr>
              <w:t xml:space="preserve"> apjomā</w:t>
            </w:r>
            <w:r w:rsidR="0020129D" w:rsidRPr="007E0BB6">
              <w:rPr>
                <w:sz w:val="18"/>
              </w:rPr>
              <w:t xml:space="preserve"> teorijas un prakses</w:t>
            </w:r>
            <w:r w:rsidR="0020129D">
              <w:rPr>
                <w:sz w:val="18"/>
              </w:rPr>
              <w:t>)</w:t>
            </w:r>
            <w:r w:rsidRPr="002A477D">
              <w:rPr>
                <w:sz w:val="18"/>
              </w:rPr>
              <w:t>, vai</w:t>
            </w:r>
          </w:p>
          <w:p w:rsidR="00185CB5" w:rsidRPr="002A477D" w:rsidRDefault="00774DD3">
            <w:pPr>
              <w:numPr>
                <w:ilvl w:val="0"/>
                <w:numId w:val="28"/>
              </w:numPr>
              <w:spacing w:before="60" w:after="60" w:line="220" w:lineRule="atLeast"/>
              <w:rPr>
                <w:sz w:val="18"/>
              </w:rPr>
            </w:pPr>
            <w:r w:rsidRPr="002A477D">
              <w:rPr>
                <w:sz w:val="18"/>
              </w:rPr>
              <w:t xml:space="preserve">vismaz sešu mēnešu praktiska pieredze pirms tiek veikta aprūpējamās personas apkope (Mājas aprūpes </w:t>
            </w:r>
            <w:r w:rsidR="0020129D">
              <w:rPr>
                <w:sz w:val="18"/>
              </w:rPr>
              <w:t>likuma</w:t>
            </w:r>
            <w:r w:rsidR="0020129D" w:rsidRPr="002A477D">
              <w:rPr>
                <w:sz w:val="18"/>
              </w:rPr>
              <w:t xml:space="preserve"> </w:t>
            </w:r>
            <w:hyperlink r:id="rId12" w:tgtFrame="_blank" w:tooltip="Öffnet in einem neuen Fenster" w:history="1">
              <w:r w:rsidRPr="002A477D">
                <w:rPr>
                  <w:rStyle w:val="Hyperlink"/>
                  <w:rFonts w:cs="Arial"/>
                  <w:color w:val="auto"/>
                  <w:sz w:val="18"/>
                  <w:u w:val="none"/>
                </w:rPr>
                <w:t>vai</w:t>
              </w:r>
            </w:hyperlink>
            <w:r w:rsidRPr="002A477D">
              <w:rPr>
                <w:sz w:val="18"/>
              </w:rPr>
              <w:t xml:space="preserve"> tirdzniecības </w:t>
            </w:r>
            <w:r w:rsidR="0020129D">
              <w:rPr>
                <w:sz w:val="18"/>
              </w:rPr>
              <w:t>regulas 159. p.</w:t>
            </w:r>
            <w:r w:rsidR="0020129D" w:rsidRPr="002A477D">
              <w:rPr>
                <w:sz w:val="18"/>
              </w:rPr>
              <w:t xml:space="preserve"> </w:t>
            </w:r>
            <w:hyperlink r:id="rId13" w:tgtFrame="_blank" w:tooltip="Öffnet in einem neuen Fenster" w:history="1">
              <w:r w:rsidRPr="002A477D">
                <w:rPr>
                  <w:rStyle w:val="Hyperlink"/>
                  <w:rFonts w:cs="Arial"/>
                  <w:color w:val="auto"/>
                  <w:sz w:val="18"/>
                  <w:u w:val="none"/>
                </w:rPr>
                <w:t>izpratnē</w:t>
              </w:r>
            </w:hyperlink>
            <w:r w:rsidR="0020129D">
              <w:rPr>
                <w:sz w:val="18"/>
              </w:rPr>
              <w:t>),</w:t>
            </w:r>
            <w:r w:rsidR="0020129D" w:rsidRPr="002A477D">
              <w:rPr>
                <w:sz w:val="18"/>
              </w:rPr>
              <w:t xml:space="preserve"> </w:t>
            </w:r>
            <w:r w:rsidRPr="002A477D">
              <w:rPr>
                <w:sz w:val="18"/>
              </w:rPr>
              <w:t>vai</w:t>
            </w:r>
          </w:p>
          <w:p w:rsidR="00185CB5" w:rsidRPr="002A477D" w:rsidRDefault="00774DD3">
            <w:pPr>
              <w:numPr>
                <w:ilvl w:val="0"/>
                <w:numId w:val="28"/>
              </w:numPr>
              <w:spacing w:before="60" w:after="60" w:line="220" w:lineRule="atLeast"/>
              <w:rPr>
                <w:sz w:val="18"/>
              </w:rPr>
            </w:pPr>
            <w:r w:rsidRPr="002A477D">
              <w:rPr>
                <w:sz w:val="18"/>
              </w:rPr>
              <w:t xml:space="preserve">noteiktas māszinību un/vai medicīniskās iemaņas pēc instruktāžas un medicīniskā personāla kontrolē apgūtas prakses </w:t>
            </w:r>
            <w:r w:rsidR="0020129D">
              <w:rPr>
                <w:sz w:val="18"/>
              </w:rPr>
              <w:t>(</w:t>
            </w:r>
            <w:r w:rsidR="0020129D" w:rsidRPr="0020129D">
              <w:rPr>
                <w:sz w:val="18"/>
              </w:rPr>
              <w:t>saskaņā ar Veselības un māsu likuma 3.b iedaļu vai 15. iedaļu vai saskaņā ar 1998. gada Ārstu likuma 50.b iedaļu)</w:t>
            </w:r>
            <w:r w:rsidRPr="002A477D">
              <w:rPr>
                <w:sz w:val="18"/>
              </w:rPr>
              <w:t>.</w:t>
            </w:r>
          </w:p>
          <w:p w:rsidR="00185CB5" w:rsidRPr="002A477D" w:rsidRDefault="0020129D">
            <w:pPr>
              <w:spacing w:before="60" w:after="60" w:line="220" w:lineRule="atLeast"/>
              <w:ind w:left="360"/>
              <w:rPr>
                <w:sz w:val="18"/>
              </w:rPr>
            </w:pPr>
            <w:r>
              <w:rPr>
                <w:sz w:val="18"/>
              </w:rPr>
              <w:t>Klientam</w:t>
            </w:r>
            <w:r w:rsidR="00774DD3" w:rsidRPr="002A477D">
              <w:rPr>
                <w:sz w:val="18"/>
              </w:rPr>
              <w:t xml:space="preserve"> vai tās pārstāvim, iesniedzot iesniegumu, ir  jāizpilda šādi priekšnoteikumi:</w:t>
            </w:r>
          </w:p>
          <w:p w:rsidR="00185CB5" w:rsidRPr="002A477D" w:rsidRDefault="00774DD3">
            <w:pPr>
              <w:numPr>
                <w:ilvl w:val="0"/>
                <w:numId w:val="28"/>
              </w:numPr>
              <w:spacing w:before="60" w:after="60" w:line="220" w:lineRule="atLeast"/>
              <w:ind w:left="714" w:hanging="357"/>
              <w:rPr>
                <w:sz w:val="18"/>
              </w:rPr>
            </w:pPr>
            <w:r w:rsidRPr="002A477D">
              <w:rPr>
                <w:sz w:val="18"/>
              </w:rPr>
              <w:t xml:space="preserve">divu aprūpes iestāžu gadījumā ir jāiesniedz iesniegums, ka pabalsta saņemšanas laikā piederīgie nesaņem citu sociālās apdrošināšanas palīdzību, kā piemēram, vispārējā sociālās apdrošināšanas likuma noteikumu (ASVG), Uzņēmēju sociālās apdrošināšanas likuma (GSVG) vai zemnieku sociālās apdrošināšanas likuma (BSVG) noteikumu izpratnē. </w:t>
            </w:r>
          </w:p>
          <w:p w:rsidR="00185CB5" w:rsidRPr="002A477D" w:rsidRDefault="00774DD3">
            <w:pPr>
              <w:numPr>
                <w:ilvl w:val="0"/>
                <w:numId w:val="28"/>
              </w:numPr>
              <w:spacing w:before="60" w:after="60" w:line="220" w:lineRule="atLeast"/>
              <w:ind w:left="714" w:hanging="357"/>
              <w:rPr>
                <w:sz w:val="18"/>
              </w:rPr>
            </w:pPr>
            <w:r w:rsidRPr="002A477D">
              <w:rPr>
                <w:sz w:val="18"/>
              </w:rPr>
              <w:t>juridisks atzinums/viedoklis par kopšanas pabalsta nosacījumiem,</w:t>
            </w:r>
          </w:p>
          <w:p w:rsidR="00185CB5" w:rsidRPr="002A477D" w:rsidRDefault="00774DD3">
            <w:pPr>
              <w:numPr>
                <w:ilvl w:val="0"/>
                <w:numId w:val="28"/>
              </w:numPr>
              <w:spacing w:before="60" w:after="60" w:line="220" w:lineRule="atLeast"/>
              <w:ind w:left="714" w:hanging="357"/>
              <w:rPr>
                <w:sz w:val="18"/>
              </w:rPr>
            </w:pPr>
            <w:r w:rsidRPr="002A477D">
              <w:rPr>
                <w:sz w:val="18"/>
              </w:rPr>
              <w:t>attiecībā uz kopšanas pabalstu 3. un 4. līmenim, kas ir pamatots ar (medicīnas) apstiprinājumu</w:t>
            </w:r>
            <w:r w:rsidRPr="002A477D">
              <w:rPr>
                <w:b/>
                <w:sz w:val="18"/>
              </w:rPr>
              <w:t>no</w:t>
            </w:r>
            <w:r w:rsidRPr="002A477D">
              <w:rPr>
                <w:sz w:val="18"/>
              </w:rPr>
              <w:t>cita pieaicināta medicīnas personāla, lai novērtētu24 stundu aprūpes nepieciešamību,</w:t>
            </w:r>
          </w:p>
          <w:p w:rsidR="00185CB5" w:rsidRPr="002A477D" w:rsidRDefault="00774DD3">
            <w:pPr>
              <w:numPr>
                <w:ilvl w:val="0"/>
                <w:numId w:val="28"/>
              </w:numPr>
              <w:spacing w:before="60" w:after="60" w:line="220" w:lineRule="atLeast"/>
              <w:ind w:left="714" w:hanging="357"/>
              <w:rPr>
                <w:sz w:val="18"/>
              </w:rPr>
            </w:pPr>
            <w:r w:rsidRPr="002A477D">
              <w:rPr>
                <w:sz w:val="18"/>
              </w:rPr>
              <w:t>aprūpējamās personas ienākumu deklarācija</w:t>
            </w:r>
            <w:r w:rsidR="0069065D">
              <w:rPr>
                <w:sz w:val="18"/>
              </w:rPr>
              <w:t xml:space="preserve"> un</w:t>
            </w:r>
            <w:r w:rsidRPr="002A477D">
              <w:rPr>
                <w:sz w:val="18"/>
              </w:rPr>
              <w:t xml:space="preserve"> uzturēšanas saistības</w:t>
            </w:r>
            <w:r w:rsidR="0069065D">
              <w:rPr>
                <w:b/>
                <w:sz w:val="18"/>
              </w:rPr>
              <w:t>.</w:t>
            </w:r>
          </w:p>
        </w:tc>
      </w:tr>
      <w:tr w:rsidR="00185CB5" w:rsidRPr="002A477D">
        <w:trPr>
          <w:trHeight w:val="558"/>
        </w:trPr>
        <w:tc>
          <w:tcPr>
            <w:tcW w:w="10632" w:type="dxa"/>
            <w:gridSpan w:val="6"/>
            <w:tcBorders>
              <w:bottom w:val="nil"/>
            </w:tcBorders>
            <w:shd w:val="clear" w:color="auto" w:fill="auto"/>
          </w:tcPr>
          <w:p w:rsidR="00185CB5" w:rsidRPr="002A477D" w:rsidRDefault="00774DD3">
            <w:pPr>
              <w:numPr>
                <w:ilvl w:val="1"/>
                <w:numId w:val="25"/>
              </w:numPr>
              <w:spacing w:before="60" w:after="60" w:line="240" w:lineRule="exact"/>
              <w:ind w:left="426" w:hanging="426"/>
              <w:rPr>
                <w:sz w:val="18"/>
              </w:rPr>
            </w:pPr>
            <w:r w:rsidRPr="002A477D">
              <w:rPr>
                <w:sz w:val="18"/>
              </w:rPr>
              <w:lastRenderedPageBreak/>
              <w:t>Vai a</w:t>
            </w:r>
            <w:bookmarkStart w:id="0" w:name="_GoBack"/>
            <w:bookmarkEnd w:id="0"/>
            <w:r w:rsidRPr="002A477D">
              <w:rPr>
                <w:sz w:val="18"/>
              </w:rPr>
              <w:t xml:space="preserve">prūpējamā persona saņem </w:t>
            </w:r>
            <w:r w:rsidRPr="002A477D">
              <w:rPr>
                <w:b/>
                <w:sz w:val="18"/>
              </w:rPr>
              <w:t>kopšanas pabalstu</w:t>
            </w:r>
            <w:r w:rsidRPr="002A477D">
              <w:rPr>
                <w:sz w:val="18"/>
              </w:rPr>
              <w:t>?</w:t>
            </w:r>
          </w:p>
        </w:tc>
      </w:tr>
      <w:tr w:rsidR="00185CB5" w:rsidRPr="002A477D">
        <w:trPr>
          <w:trHeight w:val="1398"/>
        </w:trPr>
        <w:tc>
          <w:tcPr>
            <w:tcW w:w="4896" w:type="dxa"/>
            <w:gridSpan w:val="4"/>
            <w:tcBorders>
              <w:top w:val="nil"/>
              <w:bottom w:val="single" w:sz="4" w:space="0" w:color="auto"/>
              <w:right w:val="nil"/>
            </w:tcBorders>
            <w:shd w:val="clear" w:color="auto" w:fill="auto"/>
          </w:tcPr>
          <w:p w:rsidR="00185CB5" w:rsidRPr="002A477D" w:rsidRDefault="00774DD3">
            <w:pPr>
              <w:numPr>
                <w:ilvl w:val="0"/>
                <w:numId w:val="27"/>
              </w:numPr>
              <w:spacing w:before="60" w:after="60" w:line="240" w:lineRule="exact"/>
              <w:ind w:left="709" w:hanging="283"/>
              <w:textAlignment w:val="auto"/>
              <w:rPr>
                <w:sz w:val="18"/>
              </w:rPr>
            </w:pPr>
            <w:r w:rsidRPr="002A477D">
              <w:rPr>
                <w:sz w:val="18"/>
              </w:rPr>
              <w:t>Jā, aprūpējamai personai</w:t>
            </w:r>
            <w:r w:rsidRPr="002A477D">
              <w:rPr>
                <w:sz w:val="18"/>
              </w:rPr>
              <w:br/>
            </w:r>
            <w:r w:rsidRPr="002A477D">
              <w:rPr>
                <w:sz w:val="18"/>
              </w:rPr>
              <w:br/>
              <w:t xml:space="preserve"> ar  ____________________ lēmumu</w:t>
            </w:r>
            <w:r w:rsidRPr="002A477D">
              <w:rPr>
                <w:sz w:val="18"/>
              </w:rPr>
              <w:br/>
            </w:r>
            <w:r w:rsidRPr="002A477D">
              <w:rPr>
                <w:sz w:val="18"/>
              </w:rPr>
              <w:br/>
              <w:t xml:space="preserve">piešķirts  ________ līmeņa pabalsts. </w:t>
            </w:r>
          </w:p>
        </w:tc>
        <w:tc>
          <w:tcPr>
            <w:tcW w:w="5736" w:type="dxa"/>
            <w:gridSpan w:val="2"/>
            <w:tcBorders>
              <w:top w:val="nil"/>
              <w:left w:val="nil"/>
              <w:bottom w:val="single" w:sz="4" w:space="0" w:color="auto"/>
            </w:tcBorders>
            <w:shd w:val="clear" w:color="auto" w:fill="auto"/>
          </w:tcPr>
          <w:p w:rsidR="00185CB5" w:rsidRPr="002A477D" w:rsidRDefault="00774DD3">
            <w:pPr>
              <w:numPr>
                <w:ilvl w:val="0"/>
                <w:numId w:val="27"/>
              </w:numPr>
              <w:spacing w:before="60" w:after="60" w:line="240" w:lineRule="exact"/>
              <w:ind w:hanging="266"/>
              <w:textAlignment w:val="auto"/>
              <w:rPr>
                <w:sz w:val="18"/>
              </w:rPr>
            </w:pPr>
            <w:r w:rsidRPr="002A477D">
              <w:rPr>
                <w:sz w:val="18"/>
              </w:rPr>
              <w:t xml:space="preserve">Nē </w:t>
            </w:r>
          </w:p>
        </w:tc>
      </w:tr>
      <w:tr w:rsidR="00185CB5" w:rsidRPr="002A477D">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185CB5" w:rsidRPr="002A477D" w:rsidRDefault="00774DD3">
            <w:pPr>
              <w:numPr>
                <w:ilvl w:val="1"/>
                <w:numId w:val="25"/>
              </w:numPr>
              <w:spacing w:before="60" w:after="60" w:line="240" w:lineRule="exact"/>
              <w:ind w:left="426" w:hanging="426"/>
              <w:textAlignment w:val="auto"/>
              <w:rPr>
                <w:sz w:val="18"/>
              </w:rPr>
            </w:pPr>
            <w:r w:rsidRPr="002A477D">
              <w:rPr>
                <w:sz w:val="18"/>
              </w:rPr>
              <w:t xml:space="preserve">Vai ir </w:t>
            </w:r>
            <w:r w:rsidRPr="002A477D">
              <w:rPr>
                <w:b/>
                <w:sz w:val="18"/>
              </w:rPr>
              <w:t xml:space="preserve">medicīnisks apstiprinājums </w:t>
            </w:r>
            <w:r w:rsidRPr="002A477D">
              <w:rPr>
                <w:sz w:val="18"/>
              </w:rPr>
              <w:t xml:space="preserve">vai </w:t>
            </w:r>
            <w:r w:rsidRPr="002A477D">
              <w:rPr>
                <w:b/>
                <w:sz w:val="18"/>
              </w:rPr>
              <w:t xml:space="preserve">pamatots apstiprinājums </w:t>
            </w:r>
            <w:r w:rsidRPr="002A477D">
              <w:rPr>
                <w:sz w:val="18"/>
              </w:rPr>
              <w:t xml:space="preserve">no </w:t>
            </w:r>
            <w:r w:rsidRPr="002A477D">
              <w:rPr>
                <w:b/>
                <w:sz w:val="18"/>
              </w:rPr>
              <w:t xml:space="preserve"> </w:t>
            </w:r>
            <w:r w:rsidRPr="002A477D">
              <w:rPr>
                <w:sz w:val="18"/>
              </w:rPr>
              <w:t xml:space="preserve">cita 24 stundu aprūpes nepieciešamības novērtēšanai piesaistīta sertificēta medicīniskā personāla? </w:t>
            </w:r>
          </w:p>
        </w:tc>
      </w:tr>
      <w:tr w:rsidR="00185CB5" w:rsidRPr="002A477D">
        <w:trPr>
          <w:trHeight w:val="102"/>
        </w:trPr>
        <w:tc>
          <w:tcPr>
            <w:tcW w:w="2494" w:type="dxa"/>
            <w:tcBorders>
              <w:top w:val="nil"/>
              <w:left w:val="single" w:sz="4" w:space="0" w:color="auto"/>
              <w:bottom w:val="nil"/>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38" w:type="dxa"/>
            <w:gridSpan w:val="5"/>
            <w:tcBorders>
              <w:top w:val="nil"/>
              <w:left w:val="nil"/>
              <w:bottom w:val="nil"/>
              <w:right w:val="single" w:sz="4" w:space="0" w:color="auto"/>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164"/>
        </w:trPr>
        <w:tc>
          <w:tcPr>
            <w:tcW w:w="10632" w:type="dxa"/>
            <w:gridSpan w:val="6"/>
            <w:tcBorders>
              <w:top w:val="nil"/>
              <w:left w:val="single" w:sz="4" w:space="0" w:color="auto"/>
              <w:bottom w:val="nil"/>
              <w:right w:val="single" w:sz="4" w:space="0" w:color="auto"/>
            </w:tcBorders>
            <w:shd w:val="clear" w:color="auto" w:fill="auto"/>
          </w:tcPr>
          <w:p w:rsidR="00185CB5" w:rsidRPr="002A477D" w:rsidRDefault="00774DD3">
            <w:pPr>
              <w:tabs>
                <w:tab w:val="left" w:pos="0"/>
              </w:tabs>
              <w:spacing w:before="60" w:after="60" w:line="240" w:lineRule="exact"/>
              <w:ind w:left="426"/>
              <w:textAlignment w:val="auto"/>
              <w:rPr>
                <w:sz w:val="18"/>
              </w:rPr>
            </w:pPr>
            <w:r w:rsidRPr="002A477D">
              <w:rPr>
                <w:sz w:val="18"/>
              </w:rPr>
              <w:t xml:space="preserve">Ja nav, vai ir </w:t>
            </w:r>
            <w:r w:rsidRPr="002A477D">
              <w:rPr>
                <w:b/>
                <w:sz w:val="18"/>
              </w:rPr>
              <w:t>nepieciešama 24 stundu aprūpe</w:t>
            </w:r>
            <w:r w:rsidRPr="002A477D">
              <w:rPr>
                <w:sz w:val="18"/>
              </w:rPr>
              <w:t>?</w:t>
            </w:r>
          </w:p>
        </w:tc>
      </w:tr>
      <w:tr w:rsidR="00185CB5" w:rsidRPr="002A477D">
        <w:trPr>
          <w:trHeight w:val="201"/>
        </w:trPr>
        <w:tc>
          <w:tcPr>
            <w:tcW w:w="2494" w:type="dxa"/>
            <w:tcBorders>
              <w:top w:val="nil"/>
              <w:left w:val="single" w:sz="4" w:space="0" w:color="auto"/>
              <w:bottom w:val="single" w:sz="4" w:space="0" w:color="auto"/>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38" w:type="dxa"/>
            <w:gridSpan w:val="5"/>
            <w:tcBorders>
              <w:top w:val="nil"/>
              <w:left w:val="nil"/>
              <w:bottom w:val="single" w:sz="4" w:space="0" w:color="auto"/>
              <w:right w:val="single" w:sz="4" w:space="0" w:color="auto"/>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516"/>
        </w:trPr>
        <w:tc>
          <w:tcPr>
            <w:tcW w:w="10632" w:type="dxa"/>
            <w:gridSpan w:val="6"/>
            <w:tcBorders>
              <w:top w:val="nil"/>
              <w:bottom w:val="nil"/>
            </w:tcBorders>
            <w:shd w:val="clear" w:color="auto" w:fill="auto"/>
          </w:tcPr>
          <w:p w:rsidR="00185CB5" w:rsidRPr="002A477D" w:rsidRDefault="00774DD3">
            <w:pPr>
              <w:spacing w:before="60" w:after="60" w:line="240" w:lineRule="exact"/>
              <w:ind w:left="142"/>
              <w:textAlignment w:val="auto"/>
              <w:rPr>
                <w:sz w:val="18"/>
              </w:rPr>
            </w:pPr>
            <w:r w:rsidRPr="002A477D">
              <w:rPr>
                <w:b/>
                <w:sz w:val="18"/>
              </w:rPr>
              <w:t>Ja jā</w:t>
            </w:r>
            <w:r w:rsidRPr="002A477D">
              <w:rPr>
                <w:sz w:val="18"/>
              </w:rPr>
              <w:t>, vai aprūpējamā persona</w:t>
            </w:r>
            <w:r w:rsidR="0069065D">
              <w:rPr>
                <w:sz w:val="18"/>
              </w:rPr>
              <w:t>/klients</w:t>
            </w:r>
            <w:r w:rsidRPr="002A477D">
              <w:rPr>
                <w:sz w:val="18"/>
              </w:rPr>
              <w:t xml:space="preserve"> vai tās pārstāvis jau </w:t>
            </w:r>
            <w:r w:rsidRPr="002A477D">
              <w:rPr>
                <w:b/>
                <w:sz w:val="18"/>
              </w:rPr>
              <w:t xml:space="preserve">iesniedza pieprasījumu par 24 stundu aprūpes nepieciešamību </w:t>
            </w:r>
            <w:r w:rsidRPr="002A477D">
              <w:rPr>
                <w:sz w:val="18"/>
              </w:rPr>
              <w:t>Atbalsta fondā?</w:t>
            </w:r>
          </w:p>
        </w:tc>
      </w:tr>
      <w:tr w:rsidR="00185CB5" w:rsidRPr="002A477D">
        <w:trPr>
          <w:trHeight w:val="217"/>
        </w:trPr>
        <w:tc>
          <w:tcPr>
            <w:tcW w:w="2519" w:type="dxa"/>
            <w:gridSpan w:val="2"/>
            <w:tcBorders>
              <w:top w:val="nil"/>
              <w:bottom w:val="nil"/>
              <w:right w:val="nil"/>
            </w:tcBorders>
            <w:shd w:val="clear" w:color="auto" w:fill="auto"/>
          </w:tcPr>
          <w:p w:rsidR="00185CB5" w:rsidRPr="002A477D" w:rsidRDefault="00774DD3">
            <w:pPr>
              <w:numPr>
                <w:ilvl w:val="0"/>
                <w:numId w:val="27"/>
              </w:numPr>
              <w:spacing w:before="60" w:after="60" w:line="240" w:lineRule="exact"/>
              <w:ind w:left="426" w:firstLine="425"/>
              <w:textAlignment w:val="auto"/>
              <w:rPr>
                <w:sz w:val="18"/>
              </w:rPr>
            </w:pPr>
            <w:r w:rsidRPr="002A477D">
              <w:rPr>
                <w:sz w:val="18"/>
              </w:rPr>
              <w:t>Jā</w:t>
            </w:r>
          </w:p>
        </w:tc>
        <w:tc>
          <w:tcPr>
            <w:tcW w:w="8113" w:type="dxa"/>
            <w:gridSpan w:val="4"/>
            <w:tcBorders>
              <w:top w:val="nil"/>
              <w:left w:val="nil"/>
              <w:bottom w:val="nil"/>
            </w:tcBorders>
            <w:shd w:val="clear" w:color="auto" w:fill="auto"/>
          </w:tcPr>
          <w:p w:rsidR="00185CB5" w:rsidRPr="002A477D" w:rsidRDefault="00774DD3">
            <w:pPr>
              <w:numPr>
                <w:ilvl w:val="0"/>
                <w:numId w:val="27"/>
              </w:numPr>
              <w:spacing w:before="60" w:after="60" w:line="240" w:lineRule="exact"/>
              <w:ind w:firstLine="425"/>
              <w:textAlignment w:val="auto"/>
              <w:rPr>
                <w:sz w:val="18"/>
              </w:rPr>
            </w:pPr>
            <w:r w:rsidRPr="002A477D">
              <w:rPr>
                <w:sz w:val="18"/>
              </w:rPr>
              <w:t>Nē</w:t>
            </w:r>
          </w:p>
        </w:tc>
      </w:tr>
      <w:tr w:rsidR="00185CB5" w:rsidRPr="002A477D">
        <w:trPr>
          <w:trHeight w:val="516"/>
        </w:trPr>
        <w:tc>
          <w:tcPr>
            <w:tcW w:w="10632" w:type="dxa"/>
            <w:gridSpan w:val="6"/>
            <w:tcBorders>
              <w:top w:val="nil"/>
              <w:bottom w:val="single" w:sz="4" w:space="0" w:color="auto"/>
            </w:tcBorders>
            <w:shd w:val="clear" w:color="auto" w:fill="auto"/>
          </w:tcPr>
          <w:p w:rsidR="00185CB5" w:rsidRPr="002A477D" w:rsidRDefault="00774DD3">
            <w:pPr>
              <w:spacing w:before="60" w:after="60" w:line="240" w:lineRule="exact"/>
              <w:ind w:left="142"/>
              <w:textAlignment w:val="auto"/>
              <w:rPr>
                <w:sz w:val="18"/>
              </w:rPr>
            </w:pPr>
            <w:r w:rsidRPr="002A477D">
              <w:rPr>
                <w:sz w:val="18"/>
              </w:rPr>
              <w:t>Ja jā, procedūra (noraidīšana/apstiprināšana un dotāciju summa)</w:t>
            </w:r>
          </w:p>
          <w:p w:rsidR="00185CB5" w:rsidRPr="002A477D" w:rsidRDefault="00774DD3">
            <w:pPr>
              <w:spacing w:before="60" w:after="60" w:line="240" w:lineRule="exact"/>
              <w:ind w:left="142"/>
              <w:textAlignment w:val="auto"/>
              <w:rPr>
                <w:sz w:val="18"/>
              </w:rPr>
            </w:pPr>
            <w:r w:rsidRPr="002A477D">
              <w:rPr>
                <w:sz w:val="18"/>
              </w:rPr>
              <w:t>______________________________________________________________________________________________</w:t>
            </w:r>
          </w:p>
        </w:tc>
      </w:tr>
      <w:tr w:rsidR="00185CB5" w:rsidRPr="002A477D">
        <w:trPr>
          <w:trHeight w:val="373"/>
        </w:trPr>
        <w:tc>
          <w:tcPr>
            <w:tcW w:w="10632" w:type="dxa"/>
            <w:gridSpan w:val="6"/>
            <w:tcBorders>
              <w:bottom w:val="single" w:sz="4" w:space="0" w:color="auto"/>
            </w:tcBorders>
            <w:shd w:val="clear" w:color="auto" w:fill="auto"/>
          </w:tcPr>
          <w:p w:rsidR="00185CB5" w:rsidRPr="002A477D" w:rsidRDefault="00774DD3">
            <w:pPr>
              <w:numPr>
                <w:ilvl w:val="0"/>
                <w:numId w:val="25"/>
              </w:numPr>
              <w:spacing w:before="60" w:after="60" w:line="240" w:lineRule="exact"/>
              <w:rPr>
                <w:b/>
              </w:rPr>
            </w:pPr>
            <w:r w:rsidRPr="002A477D">
              <w:rPr>
                <w:rFonts w:ascii="Arial,Bold" w:hAnsi="Arial,Bold" w:cs="Arial,Bold"/>
                <w:b/>
              </w:rPr>
              <w:t>Privātuma politika/Līgums</w:t>
            </w:r>
          </w:p>
        </w:tc>
      </w:tr>
      <w:tr w:rsidR="00BE4C12" w:rsidRPr="002A477D">
        <w:trPr>
          <w:trHeight w:val="563"/>
        </w:trPr>
        <w:tc>
          <w:tcPr>
            <w:tcW w:w="10632" w:type="dxa"/>
            <w:gridSpan w:val="6"/>
            <w:tcBorders>
              <w:bottom w:val="single" w:sz="4" w:space="0" w:color="auto"/>
            </w:tcBorders>
            <w:shd w:val="clear" w:color="auto" w:fill="auto"/>
          </w:tcPr>
          <w:p w:rsidR="00BE4C12" w:rsidRDefault="00BE4C12" w:rsidP="00BE4C12">
            <w:pPr>
              <w:numPr>
                <w:ilvl w:val="1"/>
                <w:numId w:val="25"/>
              </w:numPr>
              <w:spacing w:before="60" w:after="60" w:line="240" w:lineRule="exact"/>
              <w:ind w:left="426" w:hanging="426"/>
              <w:rPr>
                <w:sz w:val="18"/>
                <w:u w:val="single"/>
              </w:rPr>
            </w:pPr>
            <w:r>
              <w:rPr>
                <w:sz w:val="18"/>
                <w:u w:val="single"/>
              </w:rPr>
              <w:t>Personas dati</w:t>
            </w:r>
          </w:p>
          <w:p w:rsidR="00BE4C12" w:rsidRDefault="00BE4C12" w:rsidP="00BE4C12">
            <w:pPr>
              <w:overflowPunct/>
              <w:textAlignment w:val="auto"/>
              <w:rPr>
                <w:sz w:val="18"/>
              </w:rPr>
            </w:pPr>
            <w:r>
              <w:rPr>
                <w:sz w:val="18"/>
              </w:rPr>
              <w:t>Lai veiktu līgumā paredzētos pakalpojumus, aprūpējamajai personai un tās pārstāvim vai klientam, kurš var atšķirties no aprūpējamās personas (kuras turpmāk dēvētas par “datu subjektiem”), ir jāpaziņo aģentūrai aizpildāmie dati. Ja šie dati netiek sniegti, aģentūra nespēs sniegt pakalpojumus, par kuriem panākta vienošanās. “Datu subjekts” ir arī jebkura cita persona, kuras datus var vākt un / vai apstrādāt noslēgtā līguma kontekstā.</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Starpniecības uzņēmums paziņo, ka datu subjekta personas datus vāc, apstrādā un izmanto tikai tādā apjomā, kāds nepieciešams, lai veiktu un apstrādātu līgumā paredzētos pakalpojumus, pamatojoties uz attiecīgo līgumu. Tas ir saskaņā ar datu aizsardzības un civiltiesību noteikumiem. Juridiskais pamats šajā sakarā izriet no 6. panta 1. punkta lit. b) un c) GDPR. Attiecīgi apstrāde ir likumīga, ja tā ir nepieciešama, lai izpildītu ar datu subjektu noslēgto līgumisko līgumu vai īstenotu pirmslīguma pasākumus, kas tiek veikti pēc datu subjekta pieprasījuma, vai lai izpildītu juridiskas saistības. Pēdējais jo īpaši attiecas uz aprūpes nepieciešamības un tās personas aprūpes stāvokļa noskaidrošanu, kurai nepieciešama aprūpe uz vietas (sk. 4. punktu) un 7.2. un Personīgās aprūpes organizācijas rīcības kodeksa 7. p.).</w:t>
            </w:r>
            <w:r>
              <w:rPr>
                <w:sz w:val="18"/>
              </w:rPr>
              <w:br/>
            </w:r>
          </w:p>
          <w:p w:rsidR="00BE4C12" w:rsidRDefault="00BE4C12" w:rsidP="00BE4C12">
            <w:pPr>
              <w:numPr>
                <w:ilvl w:val="1"/>
                <w:numId w:val="25"/>
              </w:numPr>
              <w:spacing w:before="60" w:after="60" w:line="240" w:lineRule="exact"/>
              <w:ind w:left="426" w:hanging="426"/>
              <w:rPr>
                <w:sz w:val="18"/>
                <w:u w:val="single"/>
              </w:rPr>
            </w:pPr>
            <w:r>
              <w:rPr>
                <w:sz w:val="18"/>
                <w:u w:val="single"/>
              </w:rPr>
              <w:t>Datu subjektu tiesības</w:t>
            </w:r>
          </w:p>
          <w:p w:rsidR="00BE4C12" w:rsidRDefault="00BE4C12" w:rsidP="00BE4C12">
            <w:pPr>
              <w:overflowPunct/>
              <w:textAlignment w:val="auto"/>
              <w:rPr>
                <w:sz w:val="18"/>
              </w:rPr>
            </w:pPr>
            <w:r>
              <w:rPr>
                <w:sz w:val="18"/>
              </w:rPr>
              <w:t>Datu subjektiem ir tiesības uz informāciju par viņu glabātajiem personas datiem, to izcelsmi, saņēmēju un datu apstrādes mērķi, kā arī tiesības uz tādu datu labošanu, pārsūtīšanu, iebildumiem, apstrādes ierobežošanu, bloķēšanu vai dzēšanu, kuri vairs nav nepieciešami, ir nepareizi vai nepieņemami. Datu subjekti apņemas paziņot aprūpes uzņēmumam par izmaiņām viņu personīgajos datos. Datu subjektiem ir tiesības jebkurā laikā atsaukt jebkādu piekrišanu, kas skaidri izteikta ārpus šī līguma un kas attiecas uz viņu personas datu izmantošanu, kas pārsniedz līguma noslēgto pakalpojumu izpildi un apstrādi.</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Par datu apkopošanu, kas minēti 1.2. p. attiecīgā līgumā, ir atbildīgs starpniecības uzņēmums, kas minēta nākamajā punktā 2. tiek pārstāvēts.</w:t>
            </w:r>
          </w:p>
          <w:p w:rsidR="00BE4C12" w:rsidRDefault="00BE4C12" w:rsidP="00BE4C12">
            <w:pPr>
              <w:overflowPunct/>
              <w:textAlignment w:val="auto"/>
              <w:rPr>
                <w:sz w:val="18"/>
              </w:rPr>
            </w:pPr>
            <w:r>
              <w:rPr>
                <w:sz w:val="18"/>
              </w:rPr>
              <w:t>Datu subjekti var izmantot savas tiesības (piemēram, ievadīt informāciju, dzēst, labot, iebilst) gan pret atbildīgo izvietošanas uzņēmumu, gan pret kontaktpersonu saskaņā ar 1.2. vai 2. punktu.</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Gadījumā, ja datu subjekts uzskata, ka viņu personas datu apstrāde starpniecības uzņēmumā pārkāpj piemērojamos datu aizsardzības likumus vai ka viņu datu aizsardzības prasības ir pārkāptas vai ir pārkāptas citā veidā, ir iespēja vērsties ar sūdzību Austrijas kompetentajā datu aizsardzības iestādē.</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drošība</w:t>
            </w:r>
          </w:p>
          <w:p w:rsidR="00BE4C12" w:rsidRDefault="00BE4C12" w:rsidP="00BE4C12">
            <w:pPr>
              <w:overflowPunct/>
              <w:textAlignment w:val="auto"/>
              <w:rPr>
                <w:sz w:val="18"/>
              </w:rPr>
            </w:pPr>
            <w:r>
              <w:rPr>
                <w:sz w:val="18"/>
              </w:rPr>
              <w:t>Starpnieku uzņēmumam ir jāaizsargā to personu personas dati, kuras tiek skartas, veicot atbilstošus organizatoriskos un tehniskos piesardzības pasākumus. Šie piesardzības pasākumi jo īpaši attiecas uz aizsardzību pret neatļautu, nelikumīgu vai nejaušu piekļuvi, apstrādi, pazaudēšanu, izmantošanu un manipulācijām. Tāpēc starpnieku uzņēmumam ir jānodrošina, ka dati tiek apstrādāti tādā veidā, kas nodrošina atbilstošu personas datu drošību.</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pārsūtīšana trešajām personām</w:t>
            </w:r>
          </w:p>
          <w:p w:rsidR="00BE4C12" w:rsidRDefault="00BE4C12" w:rsidP="00BE4C12">
            <w:pPr>
              <w:overflowPunct/>
              <w:textAlignment w:val="auto"/>
              <w:rPr>
                <w:sz w:val="18"/>
              </w:rPr>
            </w:pPr>
            <w:r>
              <w:rPr>
                <w:sz w:val="18"/>
              </w:rPr>
              <w:lastRenderedPageBreak/>
              <w:t>Lai izpildītu vai sniegtu pakalpojumus, par kuriem panākta vienošanās attiecīgajā līgumā, ir nepieciešams, lai datu subjektu dati tiktu pārsūtīti pusēm, kuras ir atbildīgas par 4.1.(Starpniecība), 4.2. (citi pakalpojumi) un 4.3. (pavadošie pakalpojumi). Tas jo īpaši attiecas uz šādām saņēmēju kategorijām saistībā ar sniegtajiem pakalpojumiem: ārstniecības iestādes, medicīnas speciālisti, aprūpes iestādes, aprūpējamās personas ģimenes locekļi, neatliekamās palīdzības dienesti, apdrošināšanas pārvadātāji, transporta uzņēmumi, iestādes un aprūpējamās personas līgumpartneri (piemēram, aprūpes uzņēmums).Datu pārsūtīšanu var veikt, vienīgi pamatojoties uz GDPR, un tā ir</w:t>
            </w:r>
            <w:r w:rsidR="00396748">
              <w:rPr>
                <w:sz w:val="18"/>
              </w:rPr>
              <w:t xml:space="preserve"> </w:t>
            </w:r>
            <w:r>
              <w:rPr>
                <w:sz w:val="18"/>
              </w:rPr>
              <w:t>ierobežota tikai tādiem mērķiem, kas nepieciešami attiecīgā starpniecības līguma izpildei, vai pamatojoties uz jebkādu iepriekšēju piekrišanu, ko attiecīgā persona ir skaidri saņēmusi.</w:t>
            </w:r>
          </w:p>
          <w:p w:rsidR="00BE4C12" w:rsidRDefault="00BE4C12" w:rsidP="00BE4C12">
            <w:pPr>
              <w:overflowPunct/>
              <w:textAlignment w:val="auto"/>
              <w:rPr>
                <w:sz w:val="18"/>
              </w:rPr>
            </w:pPr>
          </w:p>
          <w:p w:rsidR="00BE4C12" w:rsidRDefault="00BE4C12" w:rsidP="00BE4C12">
            <w:pPr>
              <w:overflowPunct/>
              <w:textAlignment w:val="auto"/>
              <w:rPr>
                <w:sz w:val="18"/>
              </w:rPr>
            </w:pPr>
            <w:r>
              <w:rPr>
                <w:sz w:val="18"/>
              </w:rPr>
              <w:t>Daži no personas datu saņēmējiem, kas pārstāvēti iepriekšminētajās saņēmēju grupās, varētu</w:t>
            </w:r>
            <w:r w:rsidR="00396748">
              <w:rPr>
                <w:sz w:val="18"/>
              </w:rPr>
              <w:t xml:space="preserve"> </w:t>
            </w:r>
            <w:r>
              <w:rPr>
                <w:sz w:val="18"/>
              </w:rPr>
              <w:t>atrasties ārpus Austrijas un / vai apstrādāt personas datus ārzemēs. Datu aizsardzības līmenis</w:t>
            </w:r>
            <w:r w:rsidR="00396748">
              <w:rPr>
                <w:sz w:val="18"/>
              </w:rPr>
              <w:t xml:space="preserve"> </w:t>
            </w:r>
            <w:r>
              <w:rPr>
                <w:sz w:val="18"/>
              </w:rPr>
              <w:t>citās valstīs var neatbilst Austrijas standartam. Tāpēc starpnieku uzņēmums apņemas</w:t>
            </w:r>
            <w:r w:rsidR="00396748">
              <w:rPr>
                <w:sz w:val="18"/>
              </w:rPr>
              <w:t xml:space="preserve"> </w:t>
            </w:r>
            <w:r>
              <w:rPr>
                <w:sz w:val="18"/>
              </w:rPr>
              <w:t>pārsūtīt skarto personu personas datus tikai uz tām valstīm, kurās ES Komisija ir nolēmusi, ka tām ir atbilstošs datu aizsardzības līmenis, vai kā citādi rīkoties, lai nodrošinātu, ka visiem saņēmējiem ir atbilstošs datu aizsardzības līmenis (šajā gadījumā noslēgt aģentūru ar standarta līguma klauzulu (2010/87 / EK un 2004/915 / EK) saņēmējiem. Starpnieku uzņēmumam iepriekš rakstiski jāinformē ieinteresētās personas, ja tas plāno nodot datus saņēmējam trešā valstī, kas nav ES daļa.</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pārkāpumu atklāšana</w:t>
            </w:r>
          </w:p>
          <w:p w:rsidR="00BE4C12" w:rsidRDefault="00BE4C12" w:rsidP="00BE4C12">
            <w:pPr>
              <w:overflowPunct/>
              <w:textAlignment w:val="auto"/>
              <w:rPr>
                <w:sz w:val="18"/>
              </w:rPr>
            </w:pPr>
            <w:r>
              <w:rPr>
                <w:sz w:val="18"/>
              </w:rPr>
              <w:t>Starpnieku uzņēmumam ir jānodrošina, ka datu pārkāpumi tiek atklāti savlaicīgi un, ja nepieciešams, nekavējoties</w:t>
            </w:r>
          </w:p>
          <w:p w:rsidR="00BE4C12" w:rsidRDefault="00BE4C12" w:rsidP="00BE4C12">
            <w:pPr>
              <w:overflowPunct/>
              <w:textAlignment w:val="auto"/>
              <w:rPr>
                <w:sz w:val="18"/>
              </w:rPr>
            </w:pPr>
            <w:r>
              <w:rPr>
                <w:sz w:val="18"/>
              </w:rPr>
              <w:t>tiek ziņots datu subjektiem vai atbildīgām uzraudzības iestādēm (datu aizsardzības iestādi), ņemot vērā attiecīgās datu kategorijas, kuras ietekmē.</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Datu glabāšana</w:t>
            </w:r>
          </w:p>
          <w:p w:rsidR="00BE4C12" w:rsidRDefault="00BE4C12" w:rsidP="00BE4C12">
            <w:pPr>
              <w:overflowPunct/>
              <w:textAlignment w:val="auto"/>
              <w:rPr>
                <w:sz w:val="18"/>
              </w:rPr>
            </w:pPr>
            <w:r>
              <w:rPr>
                <w:sz w:val="18"/>
              </w:rPr>
              <w:t>Starpnieku uzņēmums paziņo, ka datu subjektu datus nedrīkst glabāt ilgāk nekā nepieciešams, lai izpildītu līgumiskās vai juridiskās saistības un novērstu jebkādas atbildības prasības. Kritēriji tam ir likumā noteiktie termiņi grāmatvedības, nodokļu un muitas likumos, līgumu slēgšanas, darba un sociālajos likumos, kā arī termiņi, kas attiecas uz konkrēto nozari (piemēram, saskaņā ar GewO § 160 pienākums glabāt mājsaimniecības grāmatu un apliecinošos dokumentus ir 2 gadi).</w:t>
            </w:r>
          </w:p>
          <w:p w:rsidR="00BE4C12" w:rsidRDefault="00BE4C12" w:rsidP="00BE4C12">
            <w:pPr>
              <w:overflowPunct/>
              <w:textAlignment w:val="auto"/>
              <w:rPr>
                <w:sz w:val="18"/>
              </w:rPr>
            </w:pPr>
          </w:p>
          <w:p w:rsidR="00BE4C12" w:rsidRDefault="00BE4C12" w:rsidP="00BE4C12">
            <w:pPr>
              <w:numPr>
                <w:ilvl w:val="1"/>
                <w:numId w:val="25"/>
              </w:numPr>
              <w:spacing w:before="60" w:after="60" w:line="240" w:lineRule="exact"/>
              <w:ind w:left="426" w:hanging="426"/>
              <w:rPr>
                <w:sz w:val="18"/>
                <w:u w:val="single"/>
              </w:rPr>
            </w:pPr>
            <w:r>
              <w:rPr>
                <w:sz w:val="18"/>
                <w:u w:val="single"/>
              </w:rPr>
              <w:t>Aģentūras papildu pienākums sniegt informāciju</w:t>
            </w:r>
          </w:p>
          <w:p w:rsidR="00BE4C12" w:rsidRDefault="00BE4C12" w:rsidP="00BE4C12">
            <w:pPr>
              <w:overflowPunct/>
              <w:textAlignment w:val="auto"/>
              <w:rPr>
                <w:b/>
                <w:sz w:val="18"/>
              </w:rPr>
            </w:pPr>
            <w:r>
              <w:rPr>
                <w:b/>
                <w:sz w:val="18"/>
              </w:rPr>
              <w:t>Gadījumā, ja datu subjektu datus neapkopo pats starpnieku uzņēmums (piemēram, aprūpes uzņēmums), starpnieku uzņēmumam papildus iepriekšējai datu aizsardzības deklarācijai saskaņā ar GDPR 14. pantu ir jāievēro paziņošanas pienākums.</w:t>
            </w:r>
          </w:p>
          <w:p w:rsidR="00BE4C12" w:rsidRPr="002A477D" w:rsidRDefault="00BE4C12" w:rsidP="00BE4C12">
            <w:pPr>
              <w:overflowPunct/>
              <w:textAlignment w:val="auto"/>
              <w:rPr>
                <w:sz w:val="18"/>
              </w:rPr>
            </w:pPr>
          </w:p>
        </w:tc>
      </w:tr>
      <w:tr w:rsidR="00BE4C12" w:rsidRPr="002A477D">
        <w:tc>
          <w:tcPr>
            <w:tcW w:w="10632" w:type="dxa"/>
            <w:gridSpan w:val="6"/>
            <w:tcBorders>
              <w:top w:val="single" w:sz="4" w:space="0" w:color="auto"/>
              <w:left w:val="single" w:sz="4" w:space="0" w:color="auto"/>
              <w:bottom w:val="single" w:sz="4" w:space="0" w:color="auto"/>
              <w:right w:val="single" w:sz="4" w:space="0" w:color="auto"/>
            </w:tcBorders>
            <w:hideMark/>
          </w:tcPr>
          <w:p w:rsidR="00BE4C12" w:rsidRPr="002A477D" w:rsidRDefault="00BE4C12" w:rsidP="00BE4C12">
            <w:pPr>
              <w:numPr>
                <w:ilvl w:val="0"/>
                <w:numId w:val="25"/>
              </w:numPr>
              <w:spacing w:before="60" w:after="60" w:line="240" w:lineRule="exact"/>
              <w:textAlignment w:val="auto"/>
              <w:rPr>
                <w:b/>
              </w:rPr>
            </w:pPr>
            <w:r>
              <w:rPr>
                <w:b/>
              </w:rPr>
              <w:lastRenderedPageBreak/>
              <w:t>Vispārējie līguma noteikumi</w:t>
            </w:r>
          </w:p>
        </w:tc>
      </w:tr>
      <w:tr w:rsidR="00BE4C12" w:rsidRPr="002A477D">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BE4C12" w:rsidRDefault="00BE4C12" w:rsidP="00BE4C12">
            <w:pPr>
              <w:numPr>
                <w:ilvl w:val="1"/>
                <w:numId w:val="25"/>
              </w:numPr>
              <w:spacing w:before="60" w:after="60" w:line="240" w:lineRule="exact"/>
              <w:ind w:left="426" w:hanging="426"/>
              <w:jc w:val="both"/>
              <w:textAlignment w:val="auto"/>
              <w:rPr>
                <w:sz w:val="18"/>
              </w:rPr>
            </w:pPr>
            <w:r>
              <w:rPr>
                <w:sz w:val="18"/>
              </w:rPr>
              <w:t>Deklarācijām, sludinājumiem utt., kas adresēti darbā iekārtošanas uzņēmumam, izņemot deklarācijas par atsaukšanu, jābūt rakstiskiem, lai tie būtu juridiski spēkā, t.i., dokumentam ar oriģinālu parakstu (pietiek ar pārsūtīšanu pa faksu vai vienkāršu e-pastu).</w:t>
            </w:r>
          </w:p>
          <w:p w:rsidR="00BE4C12" w:rsidRDefault="00BE4C12" w:rsidP="00BE4C12">
            <w:pPr>
              <w:numPr>
                <w:ilvl w:val="1"/>
                <w:numId w:val="25"/>
              </w:numPr>
              <w:spacing w:before="60" w:after="60" w:line="240" w:lineRule="exact"/>
              <w:ind w:left="426" w:hanging="426"/>
              <w:jc w:val="both"/>
              <w:textAlignment w:val="auto"/>
              <w:rPr>
                <w:sz w:val="18"/>
              </w:rPr>
            </w:pPr>
            <w:r>
              <w:rPr>
                <w:b/>
                <w:sz w:val="18"/>
              </w:rPr>
              <w:t>Informācija par atteikuma / atcelšanas tiesībām</w:t>
            </w:r>
            <w:r>
              <w:rPr>
                <w:sz w:val="18"/>
              </w:rPr>
              <w:t>: Ja starpnieku uzņēmums un klients kā šī līguma patērētājs</w:t>
            </w:r>
            <w:r>
              <w:t xml:space="preserve"> </w:t>
            </w:r>
          </w:p>
          <w:p w:rsidR="00BE4C12" w:rsidRDefault="00BE4C12" w:rsidP="00BE4C12">
            <w:pPr>
              <w:spacing w:before="60" w:after="60"/>
              <w:ind w:left="426"/>
              <w:jc w:val="both"/>
              <w:textAlignment w:val="auto"/>
              <w:rPr>
                <w:sz w:val="18"/>
              </w:rPr>
            </w:pPr>
            <w:r>
              <w:rPr>
                <w:sz w:val="18"/>
              </w:rPr>
              <w:t>a. nav noslēdzis attiecīgo pārstāvniecības līgumu starpnieku uzņēmuma telpās vai</w:t>
            </w:r>
          </w:p>
          <w:p w:rsidR="00BE4C12" w:rsidRDefault="00BE4C12" w:rsidP="00BE4C12">
            <w:pPr>
              <w:spacing w:before="60" w:after="60"/>
              <w:ind w:left="426"/>
              <w:jc w:val="both"/>
              <w:textAlignment w:val="auto"/>
              <w:rPr>
                <w:sz w:val="18"/>
              </w:rPr>
            </w:pPr>
            <w:r>
              <w:rPr>
                <w:sz w:val="18"/>
              </w:rPr>
              <w:t>b. pirms pārstāvniecības līguma noslēgšanas starpnieku uzņēmums personīgi un individuāli uzrunāja klientu ārpus sava uzņēmuma telpām vai</w:t>
            </w:r>
          </w:p>
          <w:p w:rsidR="00BE4C12" w:rsidRDefault="00BE4C12" w:rsidP="00BE4C12">
            <w:pPr>
              <w:spacing w:before="60" w:after="60"/>
              <w:ind w:left="426"/>
              <w:jc w:val="both"/>
              <w:textAlignment w:val="auto"/>
              <w:rPr>
                <w:sz w:val="18"/>
              </w:rPr>
            </w:pPr>
            <w:r>
              <w:rPr>
                <w:sz w:val="18"/>
              </w:rPr>
              <w:t xml:space="preserve">c. pabeigta no attāluma, t.i., izmantojot tikai attālinātās saziņas līdzekļus (piemēram, tālruni, e-pastu), bez darbā iekārtošanas uzņēmuma vai personas, kas ir attiecināma uz darbā iekārtošanas uzņēmumu, fiziskas klātbūtnes kā pārstāves organizētas pārdošanas vai pakalpojumu sistēmas ietvaros, </w:t>
            </w:r>
          </w:p>
          <w:p w:rsidR="00BE4C12" w:rsidRDefault="00BE4C12" w:rsidP="00BE4C12">
            <w:pPr>
              <w:spacing w:before="60" w:after="60"/>
              <w:ind w:left="426"/>
              <w:jc w:val="both"/>
              <w:textAlignment w:val="auto"/>
              <w:rPr>
                <w:sz w:val="18"/>
              </w:rPr>
            </w:pPr>
            <w:r>
              <w:rPr>
                <w:sz w:val="18"/>
              </w:rPr>
              <w:t xml:space="preserve">klients var atkāpties no pārstāvniecības līguma 14 dienu laikā, nenorādot iemeslu. </w:t>
            </w:r>
          </w:p>
          <w:p w:rsidR="00BE4C12" w:rsidRDefault="00BE4C12" w:rsidP="00BE4C12">
            <w:pPr>
              <w:spacing w:before="60" w:after="60"/>
              <w:ind w:left="426"/>
              <w:jc w:val="both"/>
              <w:textAlignment w:val="auto"/>
              <w:rPr>
                <w:sz w:val="18"/>
              </w:rPr>
            </w:pPr>
            <w:r>
              <w:rPr>
                <w:sz w:val="18"/>
              </w:rPr>
              <w:t xml:space="preserve">Periods sākas līguma noslēgšanas brīdī, bet ne agrāk kā pēc </w:t>
            </w:r>
            <w:r>
              <w:rPr>
                <w:b/>
                <w:sz w:val="18"/>
              </w:rPr>
              <w:t>atteikuma formas</w:t>
            </w:r>
            <w:r>
              <w:rPr>
                <w:sz w:val="18"/>
              </w:rPr>
              <w:t xml:space="preserve"> </w:t>
            </w:r>
            <w:r>
              <w:rPr>
                <w:b/>
                <w:sz w:val="18"/>
              </w:rPr>
              <w:t>aizpildīšanas</w:t>
            </w:r>
            <w:r>
              <w:rPr>
                <w:sz w:val="18"/>
              </w:rPr>
              <w:t xml:space="preserve"> (</w:t>
            </w:r>
            <w:r>
              <w:rPr>
                <w:b/>
                <w:sz w:val="18"/>
              </w:rPr>
              <w:t>Pielikums./ V2</w:t>
            </w:r>
            <w:r>
              <w:rPr>
                <w:sz w:val="18"/>
              </w:rPr>
              <w:t>). Deklarācija par atsaukšanu var būt aizpildīta brīvā formā, skaidri paskaidrojot iemeslus, vai izmantojot aizpildītu atteikuma veidlapu (Pielikums)./ V2). Termiņš tiek ievērots, ja deklarācija tiek nosūtīta starpnieku uzņēmumam 14 dienu laikā. Klients</w:t>
            </w:r>
            <w:r w:rsidR="00D54FF2">
              <w:rPr>
                <w:sz w:val="18"/>
              </w:rPr>
              <w:t xml:space="preserve"> </w:t>
            </w:r>
            <w:r w:rsidR="00D54FF2" w:rsidRPr="00D54FF2">
              <w:rPr>
                <w:sz w:val="18"/>
              </w:rPr>
              <w:t>​neatkarīgi no tā, vai tas kvalificējas kā pakalpojuma ņēmējs</w:t>
            </w:r>
            <w:r w:rsidR="00D54FF2">
              <w:rPr>
                <w:sz w:val="18"/>
              </w:rPr>
              <w:t>,</w:t>
            </w:r>
            <w:r>
              <w:rPr>
                <w:sz w:val="18"/>
              </w:rPr>
              <w:t xml:space="preserve"> var arī atkāpties no pārstāvniecības līguma vai to atcelt, ja starpnieku uzņēmums pārkāpj tirdzniecības noteikumus par pakalpojumu pasūtījumu vākšanu un pieņemšanu (GewO 1994 54. nodaļa), kā arī par privātpersonu uzmeklēšanu un reklāmas pasākumiem (GewO 1994 57. p.). </w:t>
            </w:r>
          </w:p>
          <w:p w:rsidR="00BE4C12" w:rsidRDefault="00BE4C12" w:rsidP="00BE4C12">
            <w:pPr>
              <w:spacing w:before="60" w:after="60"/>
              <w:ind w:left="426"/>
              <w:jc w:val="both"/>
              <w:textAlignment w:val="auto"/>
              <w:rPr>
                <w:sz w:val="18"/>
              </w:rPr>
            </w:pPr>
            <w:r>
              <w:rPr>
                <w:sz w:val="18"/>
              </w:rPr>
              <w:t>PIEZĪME. b. Jāpievērš uzmanība Personīgās aprūpes organizācijas Rīcības kodeksa un vingrinājumu kodeksa 3. paragrāfa 3. punktam, saskaņā ar kuru privātpersonu meklējumi, lai savāktu pasūtījumus par personīgās aprūpes organizēšanas pakalpojumiem, ir atļauti tikai pēc izteikta pieprasījuma aģentūrai, un tālāk šādu pakalpojumu pasūtījumu pieņemšana ir atļauta tikai uzņēmuma telpās vai vizītes laikā, kas atļauta saskaņā ar iepriekšējo teikumu.</w:t>
            </w:r>
          </w:p>
          <w:p w:rsidR="00BE4C12" w:rsidRDefault="00BE4C12" w:rsidP="00BE4C12">
            <w:pPr>
              <w:spacing w:before="60" w:after="60"/>
              <w:ind w:left="426"/>
              <w:jc w:val="both"/>
              <w:textAlignment w:val="auto"/>
              <w:rPr>
                <w:sz w:val="18"/>
              </w:rPr>
            </w:pPr>
            <w:r>
              <w:rPr>
                <w:sz w:val="18"/>
              </w:rPr>
              <w:t>Ja klients atceļ šo pārstāvniecības līgumu, starpnieku uzņēmumam ir jāatmaksā klientam visi no klienta saņemtie maksājumi (izņemot papildu izmaksas, kas rodas, klientam izvēloties citu piegādes veidu, nevis lētāko standarta piegādi, ko piedāvā aģentūra), vēlākais 14 dienu laikā no dienas, kad starpnieku uzņēmums saņēmis atteikumu. Starpnieksabiedrībai atmaksai ir jāizmanto sākotnējā darījuma maksājuma metode, un klientam par to nevar prasīt nekādu papildu maksu.</w:t>
            </w:r>
          </w:p>
          <w:p w:rsidR="00D54FF2" w:rsidRDefault="00D54FF2" w:rsidP="00BE4C12">
            <w:pPr>
              <w:spacing w:before="60" w:after="60"/>
              <w:ind w:left="426"/>
              <w:jc w:val="both"/>
              <w:textAlignment w:val="auto"/>
              <w:rPr>
                <w:b/>
                <w:sz w:val="18"/>
              </w:rPr>
            </w:pPr>
            <w:r>
              <w:rPr>
                <w:b/>
                <w:sz w:val="18"/>
              </w:rPr>
              <w:lastRenderedPageBreak/>
              <w:t xml:space="preserve">Ja klients skaidri pieprasa starpniecības uzņēmumam uzsākt pakalpojumus, pirms atcelšanas / atsaukšanas termiņa beigām atzīmējot šo opciju “Jā”, atbilstoša cena ir jāmaksā pat tad, ja tiek atsaukti vai atsaukti par iepriekš sniegtajiem pakalpojumiem. </w:t>
            </w:r>
            <w:r w:rsidRPr="00BE03EC">
              <w:rPr>
                <w:b/>
                <w:sz w:val="18"/>
              </w:rPr>
              <w:t>Turklāt, starpniecības uzņēmumam pilnībā izpildot līgumu pirms atcelšanas/atsaukšanas perioda beigām, tiek zaudētas atcelšanas/atsaukšanas tiesības.</w:t>
            </w:r>
          </w:p>
          <w:p w:rsidR="00BE4C12" w:rsidRDefault="00BE4C12" w:rsidP="00BE4C12">
            <w:pPr>
              <w:spacing w:before="60" w:after="60"/>
              <w:ind w:left="426"/>
              <w:jc w:val="both"/>
              <w:textAlignment w:val="auto"/>
              <w:rPr>
                <w:b/>
                <w:sz w:val="18"/>
              </w:rPr>
            </w:pPr>
          </w:p>
          <w:p w:rsidR="00D54FF2" w:rsidRDefault="00D54FF2" w:rsidP="00BE4C12">
            <w:pPr>
              <w:spacing w:before="60" w:after="60"/>
              <w:ind w:left="426"/>
              <w:jc w:val="both"/>
              <w:textAlignment w:val="auto"/>
              <w:rPr>
                <w:sz w:val="18"/>
              </w:rPr>
            </w:pPr>
            <w:r w:rsidRPr="00396748">
              <w:rPr>
                <w:sz w:val="18"/>
                <w:u w:val="single"/>
              </w:rPr>
              <w:t>Summas apmērs:</w:t>
            </w:r>
            <w:r w:rsidRPr="00396748">
              <w:rPr>
                <w:sz w:val="18"/>
              </w:rPr>
              <w:t xml:space="preserve"> pakalpojumi, ko starpniecības uzņēmums sniedzis līdz brīdim, kad starpniecības uzņēmums ticis informēts par atcelšanas/atsaukšanas tiesību izmantošanu, ir jāapmaksā ar daļēju summu attiecībā pret kopējo cenu, kas atbilst jau sniegto pakalpojumu daļai salīdzinājumā ar līgumā sniegto pakalpojumu kopējo apjomu (alikvotā daļa).</w:t>
            </w:r>
          </w:p>
          <w:p w:rsidR="00396748" w:rsidRPr="00396748" w:rsidRDefault="00396748" w:rsidP="00BE4C12">
            <w:pPr>
              <w:spacing w:before="60" w:after="60"/>
              <w:ind w:left="426"/>
              <w:jc w:val="both"/>
              <w:textAlignment w:val="auto"/>
              <w:rPr>
                <w:sz w:val="18"/>
              </w:rPr>
            </w:pPr>
          </w:p>
          <w:p w:rsidR="00BE4C12" w:rsidRDefault="0035177E" w:rsidP="00BE4C12">
            <w:pPr>
              <w:ind w:left="426"/>
              <w:rPr>
                <w:b/>
                <w:sz w:val="18"/>
              </w:rPr>
            </w:pPr>
            <w:r w:rsidRPr="00396748">
              <w:rPr>
                <w:b/>
                <w:sz w:val="18"/>
              </w:rPr>
              <w:t>Šādā gadījumā klients paziņo, ka tam ir nepieciešams sākt izpildi pirms iepriekš aprakstītā atcelšanas/atsaukšanas perioda beigām (piemēram, ar tūlītēju stāšanos spēkā) ar pakalpojumiem, par kuriem ir panākta vienošanās šajā līgumā (klientam ir jāatzīmē šī izvēle un, ja piemērojams, arī apstiprinājums tieši zem “Jā”):</w:t>
            </w:r>
          </w:p>
          <w:p w:rsidR="00BE4C12" w:rsidRDefault="00BE4C12" w:rsidP="00BE4C12">
            <w:pPr>
              <w:ind w:left="426"/>
              <w:rPr>
                <w:b/>
                <w:sz w:val="18"/>
              </w:rPr>
            </w:pPr>
          </w:p>
          <w:tbl>
            <w:tblPr>
              <w:tblW w:w="12249" w:type="dxa"/>
              <w:tblInd w:w="1302" w:type="dxa"/>
              <w:tblLayout w:type="fixed"/>
              <w:tblLook w:val="04A0" w:firstRow="1" w:lastRow="0" w:firstColumn="1" w:lastColumn="0" w:noHBand="0" w:noVBand="1"/>
            </w:tblPr>
            <w:tblGrid>
              <w:gridCol w:w="4111"/>
              <w:gridCol w:w="8138"/>
            </w:tblGrid>
            <w:tr w:rsidR="00BE4C12" w:rsidTr="007C5078">
              <w:trPr>
                <w:trHeight w:val="102"/>
              </w:trPr>
              <w:tc>
                <w:tcPr>
                  <w:tcW w:w="4111" w:type="dxa"/>
                  <w:shd w:val="clear" w:color="auto" w:fill="auto"/>
                </w:tcPr>
                <w:p w:rsidR="00BE4C12" w:rsidRDefault="00BE4C12" w:rsidP="00BE4C12">
                  <w:pPr>
                    <w:numPr>
                      <w:ilvl w:val="0"/>
                      <w:numId w:val="27"/>
                    </w:numPr>
                    <w:spacing w:before="60" w:after="60" w:line="240" w:lineRule="exact"/>
                    <w:ind w:left="426" w:right="-385" w:firstLine="0"/>
                    <w:textAlignment w:val="auto"/>
                    <w:rPr>
                      <w:b/>
                      <w:sz w:val="18"/>
                    </w:rPr>
                  </w:pPr>
                  <w:r>
                    <w:rPr>
                      <w:b/>
                      <w:sz w:val="18"/>
                    </w:rPr>
                    <w:t>Jā</w:t>
                  </w:r>
                </w:p>
              </w:tc>
              <w:tc>
                <w:tcPr>
                  <w:tcW w:w="8138" w:type="dxa"/>
                  <w:shd w:val="clear" w:color="auto" w:fill="auto"/>
                </w:tcPr>
                <w:p w:rsidR="00BE4C12" w:rsidRDefault="00BE4C12" w:rsidP="00BE4C12">
                  <w:pPr>
                    <w:numPr>
                      <w:ilvl w:val="0"/>
                      <w:numId w:val="27"/>
                    </w:numPr>
                    <w:spacing w:before="60" w:after="60" w:line="240" w:lineRule="exact"/>
                    <w:ind w:left="426" w:right="-385" w:firstLine="0"/>
                    <w:textAlignment w:val="auto"/>
                    <w:rPr>
                      <w:b/>
                      <w:sz w:val="18"/>
                    </w:rPr>
                  </w:pPr>
                  <w:r>
                    <w:rPr>
                      <w:b/>
                      <w:sz w:val="18"/>
                    </w:rPr>
                    <w:t>Nē</w:t>
                  </w:r>
                </w:p>
              </w:tc>
            </w:tr>
            <w:tr w:rsidR="0035177E">
              <w:trPr>
                <w:trHeight w:val="102"/>
              </w:trPr>
              <w:tc>
                <w:tcPr>
                  <w:tcW w:w="12249" w:type="dxa"/>
                  <w:gridSpan w:val="2"/>
                  <w:shd w:val="clear" w:color="auto" w:fill="auto"/>
                </w:tcPr>
                <w:p w:rsidR="0035177E" w:rsidRPr="00396748" w:rsidRDefault="0035177E" w:rsidP="00BE4C12">
                  <w:pPr>
                    <w:numPr>
                      <w:ilvl w:val="0"/>
                      <w:numId w:val="27"/>
                    </w:numPr>
                    <w:spacing w:before="60" w:after="60" w:line="240" w:lineRule="exact"/>
                    <w:ind w:left="426" w:right="-385" w:firstLine="0"/>
                    <w:textAlignment w:val="auto"/>
                    <w:rPr>
                      <w:sz w:val="18"/>
                    </w:rPr>
                  </w:pPr>
                  <w:r w:rsidRPr="00396748">
                    <w:rPr>
                      <w:sz w:val="18"/>
                    </w:rPr>
                    <w:t xml:space="preserve">Ja līguma priekšlaicīga izpilde ir nepieciešama saskaņā ar izvēli “Jā”, </w:t>
                  </w:r>
                  <w:r w:rsidRPr="00396748">
                    <w:rPr>
                      <w:b/>
                      <w:sz w:val="18"/>
                    </w:rPr>
                    <w:t>klients ar šo apstiprina, ka ir skaidri ņēmis vērā iepriekš minēto atcelšanas/atsaukšanas tiesību zaudēšanu līguma pilnīgas izpildes gadījumā.</w:t>
                  </w:r>
                </w:p>
              </w:tc>
            </w:tr>
          </w:tbl>
          <w:p w:rsidR="00BE4C12" w:rsidRDefault="00BE4C12" w:rsidP="00BE4C12">
            <w:pPr>
              <w:numPr>
                <w:ilvl w:val="1"/>
                <w:numId w:val="25"/>
              </w:numPr>
              <w:spacing w:before="60" w:after="60" w:line="240" w:lineRule="exact"/>
              <w:ind w:left="426" w:hanging="426"/>
              <w:jc w:val="both"/>
              <w:rPr>
                <w:sz w:val="18"/>
              </w:rPr>
            </w:pPr>
            <w:r>
              <w:rPr>
                <w:sz w:val="18"/>
              </w:rPr>
              <w:t>Attiecībā uz strīdiem, kas izriet no šī līguma, piekritības vieta, par kuru panākta vienošanās, ir tās vietas kompetentā tiesa, kuras apgabalā atrodas klienta dzīvesvieta.</w:t>
            </w:r>
          </w:p>
          <w:p w:rsidR="00BE4C12" w:rsidRDefault="00BE4C12" w:rsidP="00BE4C12">
            <w:pPr>
              <w:numPr>
                <w:ilvl w:val="1"/>
                <w:numId w:val="25"/>
              </w:numPr>
              <w:spacing w:before="60" w:after="60" w:line="240" w:lineRule="exact"/>
              <w:ind w:left="426" w:hanging="426"/>
              <w:jc w:val="both"/>
              <w:rPr>
                <w:sz w:val="18"/>
              </w:rPr>
            </w:pPr>
            <w:r>
              <w:rPr>
                <w:sz w:val="18"/>
              </w:rPr>
              <w:t>Šim līgumam ir piemērojami tikai un vienīgi Austrijas tiesību akti.</w:t>
            </w:r>
          </w:p>
          <w:p w:rsidR="00BE4C12" w:rsidRDefault="00BE4C12" w:rsidP="00BE4C12">
            <w:pPr>
              <w:numPr>
                <w:ilvl w:val="1"/>
                <w:numId w:val="25"/>
              </w:numPr>
              <w:spacing w:before="60" w:after="60" w:line="240" w:lineRule="exact"/>
              <w:ind w:left="426" w:hanging="426"/>
              <w:jc w:val="both"/>
              <w:rPr>
                <w:sz w:val="18"/>
              </w:rPr>
            </w:pPr>
            <w:r>
              <w:rPr>
                <w:sz w:val="18"/>
              </w:rPr>
              <w:t>Šis līgums ir sastādīts vienkāršā formā. Starpniecības uzņēmums saņem oriģinālu, klients saņem kopiju.</w:t>
            </w:r>
          </w:p>
          <w:p w:rsidR="00BE4C12" w:rsidRPr="002A477D" w:rsidRDefault="00BE4C12" w:rsidP="00BE4C12">
            <w:pPr>
              <w:numPr>
                <w:ilvl w:val="1"/>
                <w:numId w:val="25"/>
              </w:numPr>
              <w:spacing w:before="60" w:after="60" w:line="240" w:lineRule="exact"/>
              <w:ind w:left="426" w:hanging="426"/>
              <w:jc w:val="both"/>
              <w:rPr>
                <w:sz w:val="18"/>
              </w:rPr>
            </w:pPr>
            <w:r>
              <w:rPr>
                <w:sz w:val="18"/>
              </w:rPr>
              <w:t>Starpnieku likuma noteikumi tiek piemēroti pakārtoti.</w:t>
            </w:r>
          </w:p>
        </w:tc>
      </w:tr>
    </w:tbl>
    <w:p w:rsidR="00185CB5" w:rsidRPr="002A477D" w:rsidRDefault="00774DD3">
      <w:pPr>
        <w:rPr>
          <w:sz w:val="18"/>
        </w:rPr>
      </w:pPr>
      <w:r w:rsidRPr="002A477D">
        <w:rPr>
          <w:sz w:val="18"/>
        </w:rPr>
        <w:lastRenderedPageBreak/>
        <w:br/>
      </w:r>
      <w:r w:rsidRPr="002A477D">
        <w:rPr>
          <w:sz w:val="18"/>
        </w:rPr>
        <w:br/>
        <w:t>______________________________</w:t>
      </w:r>
      <w:r w:rsidRPr="002A477D">
        <w:rPr>
          <w:sz w:val="18"/>
        </w:rPr>
        <w:br/>
        <w:t xml:space="preserve"> Vieta, datums:</w:t>
      </w:r>
    </w:p>
    <w:tbl>
      <w:tblPr>
        <w:tblW w:w="10070" w:type="dxa"/>
        <w:tblLook w:val="04A0" w:firstRow="1" w:lastRow="0" w:firstColumn="1" w:lastColumn="0" w:noHBand="0" w:noVBand="1"/>
      </w:tblPr>
      <w:tblGrid>
        <w:gridCol w:w="4757"/>
        <w:gridCol w:w="5313"/>
      </w:tblGrid>
      <w:tr w:rsidR="002A477D" w:rsidRPr="002A477D">
        <w:trPr>
          <w:trHeight w:val="780"/>
        </w:trPr>
        <w:tc>
          <w:tcPr>
            <w:tcW w:w="4757" w:type="dxa"/>
            <w:shd w:val="clear" w:color="auto" w:fill="auto"/>
          </w:tcPr>
          <w:p w:rsidR="00185CB5" w:rsidRPr="002A477D" w:rsidRDefault="00185CB5">
            <w:pPr>
              <w:spacing w:before="120" w:after="120" w:line="240" w:lineRule="exact"/>
              <w:rPr>
                <w:sz w:val="18"/>
              </w:rPr>
            </w:pPr>
          </w:p>
          <w:p w:rsidR="00185CB5" w:rsidRPr="002A477D" w:rsidRDefault="00774DD3">
            <w:pPr>
              <w:spacing w:before="120" w:after="120" w:line="240" w:lineRule="exact"/>
              <w:rPr>
                <w:sz w:val="18"/>
              </w:rPr>
            </w:pPr>
            <w:r w:rsidRPr="002A477D">
              <w:rPr>
                <w:sz w:val="18"/>
              </w:rPr>
              <w:t>________________________________________</w:t>
            </w:r>
            <w:r w:rsidRPr="002A477D">
              <w:rPr>
                <w:sz w:val="18"/>
              </w:rPr>
              <w:br/>
              <w:t>Klienta paraksts</w:t>
            </w:r>
          </w:p>
        </w:tc>
        <w:tc>
          <w:tcPr>
            <w:tcW w:w="5313" w:type="dxa"/>
            <w:shd w:val="clear" w:color="auto" w:fill="auto"/>
          </w:tcPr>
          <w:p w:rsidR="00185CB5" w:rsidRPr="002A477D" w:rsidRDefault="00185CB5">
            <w:pPr>
              <w:spacing w:before="120" w:after="120" w:line="240" w:lineRule="exact"/>
              <w:rPr>
                <w:sz w:val="18"/>
              </w:rPr>
            </w:pPr>
          </w:p>
          <w:p w:rsidR="00185CB5" w:rsidRPr="002A477D" w:rsidRDefault="00774DD3">
            <w:pPr>
              <w:spacing w:before="120" w:after="120" w:line="240" w:lineRule="exact"/>
              <w:rPr>
                <w:sz w:val="18"/>
              </w:rPr>
            </w:pPr>
            <w:r w:rsidRPr="002A477D">
              <w:rPr>
                <w:sz w:val="18"/>
              </w:rPr>
              <w:t>_______________________________________</w:t>
            </w:r>
            <w:r w:rsidRPr="002A477D">
              <w:rPr>
                <w:sz w:val="18"/>
              </w:rPr>
              <w:br/>
              <w:t>Starpniecības uzņēmuma/izpildītāja paraksts</w:t>
            </w:r>
          </w:p>
        </w:tc>
      </w:tr>
    </w:tbl>
    <w:p w:rsidR="00185CB5" w:rsidRPr="002A477D" w:rsidRDefault="00185CB5">
      <w:pPr>
        <w:rPr>
          <w:sz w:val="18"/>
        </w:rPr>
      </w:pPr>
    </w:p>
    <w:sectPr w:rsidR="00185CB5" w:rsidRPr="002A477D" w:rsidSect="00396748">
      <w:headerReference w:type="even" r:id="rId14"/>
      <w:headerReference w:type="default" r:id="rId15"/>
      <w:footerReference w:type="default" r:id="rId16"/>
      <w:headerReference w:type="first" r:id="rId17"/>
      <w:footerReference w:type="first" r:id="rId18"/>
      <w:pgSz w:w="11907" w:h="16840" w:code="9"/>
      <w:pgMar w:top="1418" w:right="1247" w:bottom="1276" w:left="1418" w:header="737" w:footer="836"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38C" w:rsidRDefault="0090338C">
      <w:r>
        <w:separator/>
      </w:r>
    </w:p>
  </w:endnote>
  <w:endnote w:type="continuationSeparator" w:id="0">
    <w:p w:rsidR="0090338C" w:rsidRDefault="0090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Pr="00396748" w:rsidRDefault="002E3D6F" w:rsidP="00396748">
    <w:pPr>
      <w:overflowPunct/>
      <w:autoSpaceDE/>
      <w:autoSpaceDN/>
      <w:adjustRightInd/>
      <w:textAlignment w:val="auto"/>
      <w:rPr>
        <w:sz w:val="18"/>
        <w:szCs w:val="18"/>
      </w:rPr>
    </w:pPr>
    <w:r w:rsidRPr="00BE03EC">
      <w:rPr>
        <w:sz w:val="18"/>
        <w:szCs w:val="18"/>
      </w:rPr>
      <w:t>Neskatoties uz rūpīgu satura rediģēšanu un tulkošanu, ir iespējamas kļūdas. Līdz ar ir</w:t>
    </w:r>
    <w:r w:rsidRPr="00396748">
      <w:rPr>
        <w:sz w:val="18"/>
        <w:szCs w:val="18"/>
      </w:rPr>
      <w:t xml:space="preserve"> izslēgta tirdzniecības kameru atbildība par nelielu nolaidību (izņemot miesas bojājumus) un pret uzņēmējiem vērstu rupju neuzmanību.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D6F" w:rsidRPr="005E6B65" w:rsidRDefault="002E3D6F" w:rsidP="002E3D6F">
    <w:pPr>
      <w:overflowPunct/>
      <w:autoSpaceDE/>
      <w:autoSpaceDN/>
      <w:adjustRightInd/>
      <w:textAlignment w:val="auto"/>
      <w:rPr>
        <w:sz w:val="18"/>
        <w:szCs w:val="18"/>
        <w:lang w:eastAsia="en-US"/>
      </w:rPr>
    </w:pPr>
    <w:r w:rsidRPr="009A31AD">
      <w:rPr>
        <w:sz w:val="18"/>
        <w:szCs w:val="18"/>
      </w:rPr>
      <w:t>Neskatoties uz rūpīgu satura rediģēšanu un tulkošanu, ir iespējamas kļūdas. Līdz ar ir</w:t>
    </w:r>
    <w:r w:rsidRPr="005E6B65">
      <w:rPr>
        <w:color w:val="000000"/>
        <w:sz w:val="18"/>
        <w:szCs w:val="18"/>
        <w:shd w:val="clear" w:color="auto" w:fill="FFFFFF"/>
        <w:lang w:eastAsia="en-US"/>
      </w:rPr>
      <w:t xml:space="preserve"> izslēgta tirdzniecības kameru atbildība par nelielu nolaidību (izņemot miesas bojājumus) un pret uzņēmējiem vērstu rupju neuzmanību.</w:t>
    </w:r>
  </w:p>
  <w:p w:rsidR="00185CB5" w:rsidRDefault="00185CB5">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38C" w:rsidRDefault="0090338C">
      <w:r>
        <w:separator/>
      </w:r>
    </w:p>
  </w:footnote>
  <w:footnote w:type="continuationSeparator" w:id="0">
    <w:p w:rsidR="0090338C" w:rsidRDefault="00903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Default="0097620A">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1" type="#_x0000_t136" style="position:absolute;margin-left:0;margin-top:0;width:506.7pt;height:144.75pt;rotation:315;z-index:-251658752;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Default="0097620A">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0" type="#_x0000_t136" style="position:absolute;left:0;text-align:left;margin-left:0;margin-top:0;width:506.7pt;height:144.75pt;rotation:315;z-index:-251657728;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r w:rsidR="00774DD3">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2A477D">
      <w:rPr>
        <w:rStyle w:val="Seitenzahl"/>
        <w:rFonts w:cs="Arial"/>
        <w:noProof/>
        <w:sz w:val="18"/>
        <w:szCs w:val="18"/>
      </w:rPr>
      <w:t>7</w:t>
    </w:r>
    <w:r w:rsidR="00487B8E">
      <w:rPr>
        <w:rStyle w:val="Seitenzahl"/>
        <w:rFonts w:cs="Arial"/>
        <w:sz w:val="18"/>
        <w:szCs w:val="18"/>
      </w:rPr>
      <w:fldChar w:fldCharType="end"/>
    </w:r>
    <w:r w:rsidR="00774DD3">
      <w:rPr>
        <w:rStyle w:val="Seitenzahl"/>
        <w:rFonts w:cs="Arial"/>
        <w:sz w:val="18"/>
      </w:rPr>
      <w:t xml:space="preserve"> -</w:t>
    </w:r>
  </w:p>
  <w:p w:rsidR="00185CB5" w:rsidRDefault="00185CB5">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CB5" w:rsidRPr="00BE03EC" w:rsidRDefault="0097620A">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wrap-edited:f;mso-position-horizontal:center;mso-position-horizontal-relative:margin;mso-position-vertical:center;mso-position-vertical-relative:margin" o:allowincell="f" fillcolor="silver" stroked="f">
          <v:fill opacity=".5"/>
          <v:textpath style="font-family:&quot;Arial&quot;;font-size:1pt" string="PARAUGS"/>
          <w10:wrap anchorx="margin" anchory="margin"/>
        </v:shape>
      </w:pict>
    </w:r>
    <w:r w:rsidR="00774DD3">
      <w:rPr>
        <w:rFonts w:ascii="Square721 BT" w:hAnsi="Square721 BT" w:cs="Square721 BT"/>
        <w:smallCaps/>
        <w:color w:val="808080"/>
        <w:sz w:val="32"/>
      </w:rPr>
      <w:t xml:space="preserve"> </w:t>
    </w:r>
    <w:r w:rsidR="002A477D" w:rsidRPr="00BE03EC">
      <w:rPr>
        <w:rFonts w:ascii="Square721 BT" w:hAnsi="Square721 BT" w:cs="Square721 BT"/>
        <w:smallCaps/>
        <w:color w:val="808080"/>
        <w:sz w:val="28"/>
        <w:szCs w:val="28"/>
      </w:rPr>
      <w:t>0</w:t>
    </w:r>
    <w:r w:rsidR="002E3D6F" w:rsidRPr="00BE03EC">
      <w:rPr>
        <w:rFonts w:ascii="Square721 BT" w:hAnsi="Square721 BT" w:cs="Square721 BT"/>
        <w:smallCaps/>
        <w:color w:val="808080"/>
        <w:sz w:val="28"/>
        <w:szCs w:val="28"/>
      </w:rPr>
      <w:t>2</w:t>
    </w:r>
    <w:r w:rsidR="002A477D" w:rsidRPr="00BE03EC">
      <w:rPr>
        <w:rFonts w:ascii="Square721 BT" w:hAnsi="Square721 BT" w:cs="Square721 BT"/>
        <w:smallCaps/>
        <w:color w:val="808080"/>
        <w:sz w:val="28"/>
        <w:szCs w:val="28"/>
      </w:rPr>
      <w:t>/20</w:t>
    </w:r>
    <w:r w:rsidR="002E3D6F" w:rsidRPr="00BE03EC">
      <w:rPr>
        <w:rFonts w:ascii="Square721 BT" w:hAnsi="Square721 BT" w:cs="Square721 BT"/>
        <w:smallCaps/>
        <w:color w:val="808080"/>
        <w:sz w:val="28"/>
        <w:szCs w:val="28"/>
      </w:rPr>
      <w:t>2</w:t>
    </w:r>
    <w:r w:rsidR="00BE03EC" w:rsidRPr="00BE03EC">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1"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52ABD"/>
    <w:rsid w:val="00054ABB"/>
    <w:rsid w:val="00066F54"/>
    <w:rsid w:val="00082E1B"/>
    <w:rsid w:val="00083204"/>
    <w:rsid w:val="0008786F"/>
    <w:rsid w:val="000908ED"/>
    <w:rsid w:val="000B4C1C"/>
    <w:rsid w:val="000B51D8"/>
    <w:rsid w:val="000C0BCB"/>
    <w:rsid w:val="000D2476"/>
    <w:rsid w:val="000F1FBA"/>
    <w:rsid w:val="000F5F2F"/>
    <w:rsid w:val="00101543"/>
    <w:rsid w:val="00107314"/>
    <w:rsid w:val="001361C7"/>
    <w:rsid w:val="00141660"/>
    <w:rsid w:val="001516CE"/>
    <w:rsid w:val="00155D48"/>
    <w:rsid w:val="001577F2"/>
    <w:rsid w:val="00177C4F"/>
    <w:rsid w:val="00185CB5"/>
    <w:rsid w:val="0019582D"/>
    <w:rsid w:val="001B4D66"/>
    <w:rsid w:val="001B51E7"/>
    <w:rsid w:val="001B6181"/>
    <w:rsid w:val="001C45B3"/>
    <w:rsid w:val="001C7D21"/>
    <w:rsid w:val="001D5353"/>
    <w:rsid w:val="001E4C77"/>
    <w:rsid w:val="001E4F69"/>
    <w:rsid w:val="001F78F9"/>
    <w:rsid w:val="00200C81"/>
    <w:rsid w:val="0020129D"/>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A477D"/>
    <w:rsid w:val="002B5927"/>
    <w:rsid w:val="002C5673"/>
    <w:rsid w:val="002E3D6F"/>
    <w:rsid w:val="002E512F"/>
    <w:rsid w:val="002E79E1"/>
    <w:rsid w:val="002F6301"/>
    <w:rsid w:val="003140AA"/>
    <w:rsid w:val="0032270C"/>
    <w:rsid w:val="003468D0"/>
    <w:rsid w:val="0035177E"/>
    <w:rsid w:val="00362FB0"/>
    <w:rsid w:val="00363081"/>
    <w:rsid w:val="003719BC"/>
    <w:rsid w:val="0038176E"/>
    <w:rsid w:val="00396748"/>
    <w:rsid w:val="003A0C56"/>
    <w:rsid w:val="003A20BB"/>
    <w:rsid w:val="003A6A80"/>
    <w:rsid w:val="003B21DD"/>
    <w:rsid w:val="003C7460"/>
    <w:rsid w:val="003D195D"/>
    <w:rsid w:val="003D1EFD"/>
    <w:rsid w:val="003D33EF"/>
    <w:rsid w:val="003D4A35"/>
    <w:rsid w:val="004450D1"/>
    <w:rsid w:val="00447D38"/>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47723"/>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9065D"/>
    <w:rsid w:val="006A3CCD"/>
    <w:rsid w:val="006A7DB9"/>
    <w:rsid w:val="006B4BE9"/>
    <w:rsid w:val="006B7195"/>
    <w:rsid w:val="006C7228"/>
    <w:rsid w:val="006D1CFC"/>
    <w:rsid w:val="006D5B5F"/>
    <w:rsid w:val="00702617"/>
    <w:rsid w:val="0071027B"/>
    <w:rsid w:val="00724764"/>
    <w:rsid w:val="007400FA"/>
    <w:rsid w:val="007444B7"/>
    <w:rsid w:val="00744735"/>
    <w:rsid w:val="0075082E"/>
    <w:rsid w:val="007524F6"/>
    <w:rsid w:val="0077386B"/>
    <w:rsid w:val="00774DD3"/>
    <w:rsid w:val="00776887"/>
    <w:rsid w:val="00791D17"/>
    <w:rsid w:val="00797D45"/>
    <w:rsid w:val="007A0172"/>
    <w:rsid w:val="007A29D0"/>
    <w:rsid w:val="007A7977"/>
    <w:rsid w:val="007A7BFF"/>
    <w:rsid w:val="007B0B50"/>
    <w:rsid w:val="007B436D"/>
    <w:rsid w:val="007B51D2"/>
    <w:rsid w:val="007C44CA"/>
    <w:rsid w:val="007C5078"/>
    <w:rsid w:val="007D4395"/>
    <w:rsid w:val="007E5BFE"/>
    <w:rsid w:val="007F266F"/>
    <w:rsid w:val="007F56A0"/>
    <w:rsid w:val="00802547"/>
    <w:rsid w:val="00821D70"/>
    <w:rsid w:val="008343D6"/>
    <w:rsid w:val="00840C3F"/>
    <w:rsid w:val="008412D6"/>
    <w:rsid w:val="0085646B"/>
    <w:rsid w:val="008636C3"/>
    <w:rsid w:val="00894B4A"/>
    <w:rsid w:val="008965DC"/>
    <w:rsid w:val="008B1132"/>
    <w:rsid w:val="008B63B3"/>
    <w:rsid w:val="008B6A9E"/>
    <w:rsid w:val="008D130A"/>
    <w:rsid w:val="008F1859"/>
    <w:rsid w:val="008F611C"/>
    <w:rsid w:val="008F75AC"/>
    <w:rsid w:val="0090338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7620A"/>
    <w:rsid w:val="00983E57"/>
    <w:rsid w:val="009A090F"/>
    <w:rsid w:val="009A473D"/>
    <w:rsid w:val="009A4F69"/>
    <w:rsid w:val="009C0C53"/>
    <w:rsid w:val="009C2DC5"/>
    <w:rsid w:val="009C4BD2"/>
    <w:rsid w:val="009E6729"/>
    <w:rsid w:val="00A02F9D"/>
    <w:rsid w:val="00A133B7"/>
    <w:rsid w:val="00A16358"/>
    <w:rsid w:val="00A42914"/>
    <w:rsid w:val="00A46D13"/>
    <w:rsid w:val="00A541AE"/>
    <w:rsid w:val="00A652B1"/>
    <w:rsid w:val="00A66F61"/>
    <w:rsid w:val="00A67E8F"/>
    <w:rsid w:val="00A71088"/>
    <w:rsid w:val="00A710DD"/>
    <w:rsid w:val="00A74799"/>
    <w:rsid w:val="00A811C2"/>
    <w:rsid w:val="00A92831"/>
    <w:rsid w:val="00A94EF5"/>
    <w:rsid w:val="00A960C2"/>
    <w:rsid w:val="00AA573E"/>
    <w:rsid w:val="00AB10C9"/>
    <w:rsid w:val="00AB2A24"/>
    <w:rsid w:val="00AB4AD8"/>
    <w:rsid w:val="00AC444A"/>
    <w:rsid w:val="00AC7BF8"/>
    <w:rsid w:val="00AE388D"/>
    <w:rsid w:val="00AF4B2B"/>
    <w:rsid w:val="00B0404F"/>
    <w:rsid w:val="00B229B8"/>
    <w:rsid w:val="00B24193"/>
    <w:rsid w:val="00B252D8"/>
    <w:rsid w:val="00B30B5B"/>
    <w:rsid w:val="00B31478"/>
    <w:rsid w:val="00B51B93"/>
    <w:rsid w:val="00B54D66"/>
    <w:rsid w:val="00BC2F87"/>
    <w:rsid w:val="00BD3D39"/>
    <w:rsid w:val="00BE03EC"/>
    <w:rsid w:val="00BE1C94"/>
    <w:rsid w:val="00BE2A32"/>
    <w:rsid w:val="00BE4C12"/>
    <w:rsid w:val="00BF52F0"/>
    <w:rsid w:val="00BF5721"/>
    <w:rsid w:val="00C04A0A"/>
    <w:rsid w:val="00C05A69"/>
    <w:rsid w:val="00C05F0D"/>
    <w:rsid w:val="00C10A05"/>
    <w:rsid w:val="00C1377D"/>
    <w:rsid w:val="00C20242"/>
    <w:rsid w:val="00C3255C"/>
    <w:rsid w:val="00C3297F"/>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E0755"/>
    <w:rsid w:val="00CE3929"/>
    <w:rsid w:val="00D00F87"/>
    <w:rsid w:val="00D01922"/>
    <w:rsid w:val="00D24E3C"/>
    <w:rsid w:val="00D30371"/>
    <w:rsid w:val="00D426A1"/>
    <w:rsid w:val="00D5141F"/>
    <w:rsid w:val="00D520AD"/>
    <w:rsid w:val="00D54FF2"/>
    <w:rsid w:val="00D60507"/>
    <w:rsid w:val="00D672DF"/>
    <w:rsid w:val="00D8095F"/>
    <w:rsid w:val="00DB53FA"/>
    <w:rsid w:val="00DD523C"/>
    <w:rsid w:val="00DE7911"/>
    <w:rsid w:val="00E114E4"/>
    <w:rsid w:val="00E20754"/>
    <w:rsid w:val="00E21DB1"/>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F58E4"/>
    <w:rsid w:val="00F00846"/>
    <w:rsid w:val="00F130E4"/>
    <w:rsid w:val="00F1471F"/>
    <w:rsid w:val="00F3398D"/>
    <w:rsid w:val="00F341C6"/>
    <w:rsid w:val="00F4750B"/>
    <w:rsid w:val="00F7306D"/>
    <w:rsid w:val="00F86CB2"/>
    <w:rsid w:val="00F86D73"/>
    <w:rsid w:val="00F9392F"/>
    <w:rsid w:val="00F94738"/>
    <w:rsid w:val="00FB16B3"/>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0AE28059"/>
  <w14:defaultImageDpi w14:val="96"/>
  <w15:chartTrackingRefBased/>
  <w15:docId w15:val="{FCC7551D-C29B-4603-98A2-21ECE87B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lv-LV"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lv-LV"/>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StandardWeb">
    <w:name w:val="Normal (Web)"/>
    <w:basedOn w:val="Standard"/>
    <w:uiPriority w:val="99"/>
    <w:semiHidden/>
    <w:unhideWhenUsed/>
    <w:rsid w:val="002E3D6F"/>
    <w:pPr>
      <w:overflowPunct/>
      <w:autoSpaceDE/>
      <w:autoSpaceDN/>
      <w:adjustRightInd/>
      <w:spacing w:before="100" w:beforeAutospacing="1" w:after="100" w:afterAutospacing="1"/>
      <w:textAlignment w:val="auto"/>
    </w:pPr>
    <w:rPr>
      <w:rFonts w:ascii="Times New Roman" w:hAnsi="Times New Roman" w:cs="Times New Roman"/>
      <w:sz w:val="24"/>
      <w:szCs w:val="24"/>
      <w:lang w:val="en-US" w:eastAsia="en-US"/>
    </w:rPr>
  </w:style>
  <w:style w:type="paragraph" w:styleId="berarbeitung">
    <w:name w:val="Revision"/>
    <w:hidden/>
    <w:uiPriority w:val="99"/>
    <w:semiHidden/>
    <w:rsid w:val="00E114E4"/>
    <w:rPr>
      <w:rFonts w:ascii="Arial" w:hAnsi="Arial" w:cs="Arial"/>
      <w:sz w:val="22"/>
      <w:szCs w:val="22"/>
      <w:lang w:val="lv-LV" w:eastAsia="de-DE"/>
    </w:rPr>
  </w:style>
  <w:style w:type="character" w:customStyle="1" w:styleId="tag">
    <w:name w:val="tag"/>
    <w:basedOn w:val="Absatz-Standardschriftart"/>
    <w:rsid w:val="00D54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help.gv.at/Portal.Node/hlpd/public/content/8/Seite.080600.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7</Pages>
  <Words>2608</Words>
  <Characters>19089</Characters>
  <Application>Microsoft Office Word</Application>
  <DocSecurity>0</DocSecurity>
  <Lines>159</Lines>
  <Paragraphs>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Company>LLE</Company>
  <LinksUpToDate>false</LinksUpToDate>
  <CharactersWithSpaces>21654</CharactersWithSpaces>
  <SharedDoc>false</SharedDoc>
  <HLinks>
    <vt:vector size="42" baseType="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2</cp:revision>
  <cp:lastPrinted>2016-06-30T08:06:00Z</cp:lastPrinted>
  <dcterms:created xsi:type="dcterms:W3CDTF">2023-07-25T10:54:00Z</dcterms:created>
  <dcterms:modified xsi:type="dcterms:W3CDTF">2023-07-25T10:54:00Z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