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25"/>
        <w:gridCol w:w="1939"/>
        <w:gridCol w:w="438"/>
        <w:gridCol w:w="14"/>
        <w:gridCol w:w="5722"/>
      </w:tblGrid>
      <w:tr w:rsidR="00C22FDE" w:rsidRPr="009859F5" w14:paraId="16FFD6D2" w14:textId="77777777">
        <w:trPr>
          <w:trHeight w:val="530"/>
        </w:trPr>
        <w:tc>
          <w:tcPr>
            <w:tcW w:w="10632" w:type="dxa"/>
            <w:gridSpan w:val="6"/>
            <w:tcBorders>
              <w:top w:val="single" w:sz="4" w:space="0" w:color="auto"/>
              <w:left w:val="single" w:sz="4" w:space="0" w:color="auto"/>
              <w:bottom w:val="single" w:sz="4" w:space="0" w:color="auto"/>
              <w:right w:val="single" w:sz="4" w:space="0" w:color="auto"/>
            </w:tcBorders>
            <w:hideMark/>
          </w:tcPr>
          <w:p w14:paraId="5E8B09B2" w14:textId="0C3DC0AC" w:rsidR="00C22FDE" w:rsidRPr="009859F5" w:rsidRDefault="007375D1">
            <w:pPr>
              <w:spacing w:before="120" w:after="120" w:line="240" w:lineRule="exact"/>
              <w:ind w:right="-75"/>
              <w:jc w:val="center"/>
              <w:rPr>
                <w:b/>
                <w:sz w:val="24"/>
                <w:u w:val="single"/>
              </w:rPr>
            </w:pPr>
            <w:bookmarkStart w:id="0" w:name="_GoBack"/>
            <w:bookmarkEnd w:id="0"/>
            <w:r w:rsidRPr="009859F5">
              <w:rPr>
                <w:b/>
                <w:sz w:val="24"/>
                <w:u w:val="single"/>
              </w:rPr>
              <w:t>UMOWA POŚREDNICTWA</w:t>
            </w:r>
            <w:r w:rsidR="00187384">
              <w:rPr>
                <w:b/>
                <w:sz w:val="24"/>
                <w:u w:val="single"/>
              </w:rPr>
              <w:t xml:space="preserve"> </w:t>
            </w:r>
            <w:r w:rsidR="00187384" w:rsidRPr="00187384">
              <w:rPr>
                <w:b/>
                <w:sz w:val="24"/>
                <w:u w:val="single"/>
                <w:lang w:eastAsia="en-US"/>
              </w:rPr>
              <w:t>(Ö Q Z – 2 4)</w:t>
            </w:r>
          </w:p>
        </w:tc>
      </w:tr>
      <w:tr w:rsidR="00C22FDE" w:rsidRPr="009859F5" w14:paraId="23B107A7" w14:textId="77777777">
        <w:trPr>
          <w:trHeight w:val="530"/>
        </w:trPr>
        <w:tc>
          <w:tcPr>
            <w:tcW w:w="10632" w:type="dxa"/>
            <w:gridSpan w:val="6"/>
            <w:shd w:val="clear" w:color="auto" w:fill="auto"/>
          </w:tcPr>
          <w:p w14:paraId="6FE0F201" w14:textId="77777777" w:rsidR="00C22FDE" w:rsidRPr="009859F5" w:rsidRDefault="007375D1">
            <w:pPr>
              <w:spacing w:before="120" w:after="120" w:line="240" w:lineRule="exact"/>
              <w:ind w:right="-75"/>
              <w:rPr>
                <w:sz w:val="18"/>
              </w:rPr>
            </w:pPr>
            <w:r w:rsidRPr="009859F5">
              <w:rPr>
                <w:sz w:val="18"/>
              </w:rPr>
              <w:t>dane dotyczące osoby wymagającej opieki:</w:t>
            </w:r>
          </w:p>
        </w:tc>
      </w:tr>
      <w:tr w:rsidR="00C22FDE" w:rsidRPr="009859F5" w14:paraId="489D8E4E" w14:textId="77777777">
        <w:trPr>
          <w:trHeight w:val="723"/>
        </w:trPr>
        <w:tc>
          <w:tcPr>
            <w:tcW w:w="4910" w:type="dxa"/>
            <w:gridSpan w:val="5"/>
            <w:shd w:val="clear" w:color="auto" w:fill="auto"/>
          </w:tcPr>
          <w:p w14:paraId="597F4BBC" w14:textId="77777777" w:rsidR="00C22FDE" w:rsidRPr="009859F5" w:rsidRDefault="007375D1">
            <w:pPr>
              <w:spacing w:before="120" w:after="120" w:line="240" w:lineRule="exact"/>
              <w:ind w:left="142" w:right="-75"/>
              <w:rPr>
                <w:sz w:val="18"/>
              </w:rPr>
            </w:pPr>
            <w:r w:rsidRPr="009859F5">
              <w:rPr>
                <w:sz w:val="18"/>
              </w:rPr>
              <w:t>Imię i nazwisko:</w:t>
            </w:r>
          </w:p>
        </w:tc>
        <w:tc>
          <w:tcPr>
            <w:tcW w:w="5722" w:type="dxa"/>
            <w:shd w:val="clear" w:color="auto" w:fill="auto"/>
          </w:tcPr>
          <w:p w14:paraId="038962BD" w14:textId="77777777" w:rsidR="00C22FDE" w:rsidRPr="009859F5" w:rsidRDefault="007375D1">
            <w:pPr>
              <w:spacing w:before="120" w:after="120" w:line="240" w:lineRule="exact"/>
              <w:ind w:left="142" w:right="-75"/>
              <w:rPr>
                <w:sz w:val="18"/>
              </w:rPr>
            </w:pPr>
            <w:r w:rsidRPr="009859F5">
              <w:rPr>
                <w:sz w:val="18"/>
              </w:rPr>
              <w:t>Adres:</w:t>
            </w:r>
          </w:p>
        </w:tc>
      </w:tr>
      <w:tr w:rsidR="00C22FDE" w:rsidRPr="009859F5" w14:paraId="76432406" w14:textId="77777777">
        <w:trPr>
          <w:trHeight w:val="555"/>
        </w:trPr>
        <w:tc>
          <w:tcPr>
            <w:tcW w:w="4910" w:type="dxa"/>
            <w:gridSpan w:val="5"/>
            <w:shd w:val="clear" w:color="auto" w:fill="auto"/>
          </w:tcPr>
          <w:p w14:paraId="5F690F2A" w14:textId="77777777" w:rsidR="00C22FDE" w:rsidRPr="009859F5" w:rsidRDefault="007375D1">
            <w:pPr>
              <w:spacing w:before="120" w:after="120" w:line="240" w:lineRule="exact"/>
              <w:ind w:left="142" w:right="-75"/>
              <w:rPr>
                <w:sz w:val="18"/>
              </w:rPr>
            </w:pPr>
            <w:r w:rsidRPr="009859F5">
              <w:rPr>
                <w:sz w:val="18"/>
              </w:rPr>
              <w:t>Data urodzenia:</w:t>
            </w:r>
          </w:p>
        </w:tc>
        <w:tc>
          <w:tcPr>
            <w:tcW w:w="5722" w:type="dxa"/>
            <w:shd w:val="clear" w:color="auto" w:fill="auto"/>
          </w:tcPr>
          <w:p w14:paraId="5C77AD60" w14:textId="77777777" w:rsidR="00C22FDE" w:rsidRPr="009859F5" w:rsidRDefault="007375D1">
            <w:pPr>
              <w:spacing w:before="120" w:after="120" w:line="240" w:lineRule="exact"/>
              <w:ind w:left="142" w:right="-75"/>
              <w:rPr>
                <w:sz w:val="18"/>
              </w:rPr>
            </w:pPr>
            <w:r w:rsidRPr="009859F5">
              <w:rPr>
                <w:sz w:val="18"/>
              </w:rPr>
              <w:t>E-mail:</w:t>
            </w:r>
          </w:p>
        </w:tc>
      </w:tr>
      <w:tr w:rsidR="00C22FDE" w:rsidRPr="009859F5" w14:paraId="7E3B56C5" w14:textId="77777777">
        <w:trPr>
          <w:trHeight w:val="549"/>
        </w:trPr>
        <w:tc>
          <w:tcPr>
            <w:tcW w:w="4910" w:type="dxa"/>
            <w:gridSpan w:val="5"/>
            <w:tcBorders>
              <w:top w:val="single" w:sz="4" w:space="0" w:color="auto"/>
              <w:left w:val="single" w:sz="4" w:space="0" w:color="auto"/>
              <w:right w:val="single" w:sz="4" w:space="0" w:color="auto"/>
            </w:tcBorders>
          </w:tcPr>
          <w:p w14:paraId="08C9E674" w14:textId="77777777" w:rsidR="00C22FDE" w:rsidRPr="009859F5" w:rsidRDefault="007375D1">
            <w:pPr>
              <w:spacing w:before="120" w:after="120" w:line="240" w:lineRule="exact"/>
              <w:ind w:left="142" w:right="-75"/>
              <w:rPr>
                <w:sz w:val="18"/>
              </w:rPr>
            </w:pPr>
            <w:r w:rsidRPr="009859F5">
              <w:rPr>
                <w:sz w:val="18"/>
              </w:rPr>
              <w:t>Numer telefonu:</w:t>
            </w:r>
          </w:p>
        </w:tc>
        <w:tc>
          <w:tcPr>
            <w:tcW w:w="5722" w:type="dxa"/>
            <w:tcBorders>
              <w:top w:val="single" w:sz="4" w:space="0" w:color="auto"/>
              <w:left w:val="single" w:sz="4" w:space="0" w:color="auto"/>
              <w:right w:val="single" w:sz="4" w:space="0" w:color="auto"/>
            </w:tcBorders>
          </w:tcPr>
          <w:p w14:paraId="449AB5C0" w14:textId="77777777" w:rsidR="00C22FDE" w:rsidRPr="009859F5" w:rsidRDefault="007375D1">
            <w:pPr>
              <w:spacing w:before="120" w:after="120" w:line="240" w:lineRule="exact"/>
              <w:ind w:left="142" w:right="-75"/>
              <w:rPr>
                <w:sz w:val="18"/>
              </w:rPr>
            </w:pPr>
            <w:r w:rsidRPr="009859F5">
              <w:rPr>
                <w:sz w:val="18"/>
              </w:rPr>
              <w:t>Faks:</w:t>
            </w:r>
          </w:p>
        </w:tc>
      </w:tr>
      <w:tr w:rsidR="00C22FDE" w:rsidRPr="009859F5" w14:paraId="5E63AED4" w14:textId="77777777">
        <w:trPr>
          <w:trHeight w:val="564"/>
        </w:trPr>
        <w:tc>
          <w:tcPr>
            <w:tcW w:w="10632" w:type="dxa"/>
            <w:gridSpan w:val="6"/>
            <w:shd w:val="clear" w:color="auto" w:fill="auto"/>
          </w:tcPr>
          <w:p w14:paraId="457CC378" w14:textId="77777777" w:rsidR="00C22FDE" w:rsidRPr="009859F5" w:rsidRDefault="007375D1">
            <w:pPr>
              <w:numPr>
                <w:ilvl w:val="0"/>
                <w:numId w:val="25"/>
              </w:numPr>
              <w:spacing w:before="120" w:after="120" w:line="240" w:lineRule="exact"/>
              <w:ind w:right="-75"/>
              <w:rPr>
                <w:b/>
              </w:rPr>
            </w:pPr>
            <w:r w:rsidRPr="009859F5">
              <w:rPr>
                <w:b/>
              </w:rPr>
              <w:t>Dane osobowe strony umowy</w:t>
            </w:r>
          </w:p>
        </w:tc>
      </w:tr>
      <w:tr w:rsidR="00C22FDE" w:rsidRPr="009859F5" w14:paraId="23031F88" w14:textId="77777777">
        <w:trPr>
          <w:trHeight w:val="417"/>
        </w:trPr>
        <w:tc>
          <w:tcPr>
            <w:tcW w:w="10632" w:type="dxa"/>
            <w:gridSpan w:val="6"/>
            <w:shd w:val="clear" w:color="auto" w:fill="auto"/>
          </w:tcPr>
          <w:p w14:paraId="3136EBDC" w14:textId="77777777" w:rsidR="00C22FDE" w:rsidRPr="009859F5" w:rsidRDefault="007375D1">
            <w:pPr>
              <w:numPr>
                <w:ilvl w:val="1"/>
                <w:numId w:val="25"/>
              </w:numPr>
              <w:spacing w:before="120" w:after="120" w:line="240" w:lineRule="exact"/>
              <w:ind w:right="-75" w:hanging="1430"/>
              <w:rPr>
                <w:b/>
                <w:sz w:val="18"/>
              </w:rPr>
            </w:pPr>
            <w:r w:rsidRPr="009859F5">
              <w:rPr>
                <w:b/>
                <w:sz w:val="18"/>
              </w:rPr>
              <w:t>Zleceniodawca</w:t>
            </w:r>
          </w:p>
        </w:tc>
      </w:tr>
      <w:tr w:rsidR="00C22FDE" w:rsidRPr="009859F5" w14:paraId="4BEC1407" w14:textId="77777777">
        <w:trPr>
          <w:trHeight w:val="1172"/>
        </w:trPr>
        <w:tc>
          <w:tcPr>
            <w:tcW w:w="10632" w:type="dxa"/>
            <w:gridSpan w:val="6"/>
            <w:shd w:val="clear" w:color="auto" w:fill="auto"/>
          </w:tcPr>
          <w:p w14:paraId="49DD5842" w14:textId="77777777" w:rsidR="00C22FDE" w:rsidRPr="009859F5" w:rsidRDefault="007375D1">
            <w:pPr>
              <w:numPr>
                <w:ilvl w:val="0"/>
                <w:numId w:val="30"/>
              </w:numPr>
              <w:spacing w:before="60" w:after="60" w:line="240" w:lineRule="exact"/>
              <w:ind w:left="714" w:right="-74" w:hanging="357"/>
              <w:rPr>
                <w:b/>
                <w:sz w:val="18"/>
              </w:rPr>
            </w:pPr>
            <w:r w:rsidRPr="009859F5">
              <w:rPr>
                <w:b/>
                <w:sz w:val="18"/>
              </w:rPr>
              <w:t>Osoba wymagająca opieki</w:t>
            </w:r>
          </w:p>
          <w:p w14:paraId="4B8FAA20" w14:textId="77777777" w:rsidR="00C22FDE" w:rsidRPr="009859F5" w:rsidRDefault="007375D1">
            <w:pPr>
              <w:numPr>
                <w:ilvl w:val="0"/>
                <w:numId w:val="30"/>
              </w:numPr>
              <w:spacing w:before="60" w:after="60" w:line="240" w:lineRule="exact"/>
              <w:ind w:left="714" w:right="-74" w:hanging="357"/>
              <w:rPr>
                <w:b/>
                <w:sz w:val="18"/>
              </w:rPr>
            </w:pPr>
            <w:r w:rsidRPr="009859F5">
              <w:rPr>
                <w:b/>
                <w:sz w:val="18"/>
              </w:rPr>
              <w:t xml:space="preserve"> Pełnomocnik działający w imieniu osoby wymagającej opieki </w:t>
            </w:r>
            <w:r w:rsidRPr="009859F5">
              <w:rPr>
                <w:sz w:val="18"/>
              </w:rPr>
              <w:t xml:space="preserve"> </w:t>
            </w:r>
            <w:r w:rsidRPr="009859F5">
              <w:rPr>
                <w:sz w:val="18"/>
              </w:rPr>
              <w:br/>
              <w:t>(np. zarządca, przedstawiciel prawny, osoba sprawująca kuratelę itp.)</w:t>
            </w:r>
          </w:p>
          <w:p w14:paraId="617E78C5" w14:textId="77777777" w:rsidR="00C22FDE" w:rsidRPr="009859F5" w:rsidRDefault="007375D1">
            <w:pPr>
              <w:numPr>
                <w:ilvl w:val="0"/>
                <w:numId w:val="30"/>
              </w:numPr>
              <w:spacing w:before="60" w:after="60" w:line="240" w:lineRule="exact"/>
              <w:ind w:left="714" w:right="-74" w:hanging="357"/>
              <w:rPr>
                <w:b/>
              </w:rPr>
            </w:pPr>
            <w:r w:rsidRPr="009859F5">
              <w:rPr>
                <w:b/>
                <w:sz w:val="18"/>
              </w:rPr>
              <w:t xml:space="preserve">Inna osoba działająca na rzecz osoby wymagającej opieki  </w:t>
            </w:r>
            <w:r w:rsidRPr="009859F5">
              <w:rPr>
                <w:sz w:val="18"/>
              </w:rPr>
              <w:t>(np. krewny, osoba zaufana)</w:t>
            </w:r>
          </w:p>
        </w:tc>
      </w:tr>
      <w:tr w:rsidR="00C22FDE" w:rsidRPr="009859F5" w14:paraId="61A9FE16" w14:textId="77777777">
        <w:trPr>
          <w:trHeight w:val="271"/>
        </w:trPr>
        <w:tc>
          <w:tcPr>
            <w:tcW w:w="4910" w:type="dxa"/>
            <w:gridSpan w:val="5"/>
            <w:shd w:val="clear" w:color="auto" w:fill="auto"/>
          </w:tcPr>
          <w:p w14:paraId="3AC9310D" w14:textId="77777777" w:rsidR="00C22FDE" w:rsidRPr="009859F5" w:rsidRDefault="007375D1">
            <w:pPr>
              <w:spacing w:before="120" w:after="120" w:line="240" w:lineRule="exact"/>
              <w:ind w:left="142" w:right="-75"/>
              <w:rPr>
                <w:sz w:val="18"/>
              </w:rPr>
            </w:pPr>
            <w:r w:rsidRPr="009859F5">
              <w:rPr>
                <w:sz w:val="18"/>
              </w:rPr>
              <w:t>Imię i nazwisko:</w:t>
            </w:r>
          </w:p>
        </w:tc>
        <w:tc>
          <w:tcPr>
            <w:tcW w:w="5722" w:type="dxa"/>
            <w:shd w:val="clear" w:color="auto" w:fill="auto"/>
          </w:tcPr>
          <w:p w14:paraId="536B97C3" w14:textId="77777777" w:rsidR="00C22FDE" w:rsidRPr="009859F5" w:rsidRDefault="007375D1">
            <w:pPr>
              <w:spacing w:before="120" w:after="120" w:line="240" w:lineRule="exact"/>
              <w:ind w:left="142" w:right="-75"/>
              <w:rPr>
                <w:sz w:val="18"/>
              </w:rPr>
            </w:pPr>
            <w:r w:rsidRPr="009859F5">
              <w:rPr>
                <w:sz w:val="18"/>
              </w:rPr>
              <w:t>Data urodzenia:</w:t>
            </w:r>
          </w:p>
        </w:tc>
      </w:tr>
      <w:tr w:rsidR="00C22FDE" w:rsidRPr="009859F5" w14:paraId="60E16C67" w14:textId="77777777">
        <w:trPr>
          <w:trHeight w:val="878"/>
        </w:trPr>
        <w:tc>
          <w:tcPr>
            <w:tcW w:w="4910" w:type="dxa"/>
            <w:gridSpan w:val="5"/>
            <w:shd w:val="clear" w:color="auto" w:fill="auto"/>
          </w:tcPr>
          <w:p w14:paraId="5185818F" w14:textId="77777777" w:rsidR="00C22FDE" w:rsidRPr="009859F5" w:rsidRDefault="007375D1">
            <w:pPr>
              <w:spacing w:before="120" w:after="120" w:line="240" w:lineRule="exact"/>
              <w:ind w:left="142" w:right="-75"/>
              <w:rPr>
                <w:sz w:val="18"/>
              </w:rPr>
            </w:pPr>
            <w:r w:rsidRPr="009859F5">
              <w:rPr>
                <w:sz w:val="18"/>
              </w:rPr>
              <w:t>Adres:</w:t>
            </w:r>
          </w:p>
        </w:tc>
        <w:tc>
          <w:tcPr>
            <w:tcW w:w="5722" w:type="dxa"/>
            <w:shd w:val="clear" w:color="auto" w:fill="auto"/>
          </w:tcPr>
          <w:p w14:paraId="09C8368D" w14:textId="77777777" w:rsidR="00C22FDE" w:rsidRPr="009859F5" w:rsidRDefault="007375D1">
            <w:pPr>
              <w:spacing w:before="120" w:after="120" w:line="240" w:lineRule="exact"/>
              <w:ind w:left="142" w:right="-75"/>
              <w:rPr>
                <w:sz w:val="18"/>
              </w:rPr>
            </w:pPr>
            <w:r w:rsidRPr="009859F5">
              <w:rPr>
                <w:sz w:val="18"/>
              </w:rPr>
              <w:t>W przypadku reprezentowania osoby wymagającej opieki – dowód upoważnienia (kuratela/postanowienie sądu opiekuńczego (np. ustanowienie zarządcy): (wymagana kopia dowodu)</w:t>
            </w:r>
          </w:p>
        </w:tc>
      </w:tr>
      <w:tr w:rsidR="00C22FDE" w:rsidRPr="009859F5" w14:paraId="34AF0011" w14:textId="77777777">
        <w:trPr>
          <w:trHeight w:val="481"/>
        </w:trPr>
        <w:tc>
          <w:tcPr>
            <w:tcW w:w="4910" w:type="dxa"/>
            <w:gridSpan w:val="5"/>
            <w:tcBorders>
              <w:top w:val="single" w:sz="4" w:space="0" w:color="auto"/>
              <w:left w:val="single" w:sz="4" w:space="0" w:color="auto"/>
              <w:bottom w:val="single" w:sz="4" w:space="0" w:color="auto"/>
              <w:right w:val="single" w:sz="4" w:space="0" w:color="auto"/>
            </w:tcBorders>
          </w:tcPr>
          <w:p w14:paraId="43089990" w14:textId="77777777" w:rsidR="00C22FDE" w:rsidRPr="009859F5" w:rsidRDefault="007375D1">
            <w:pPr>
              <w:spacing w:before="120" w:after="120" w:line="240" w:lineRule="exact"/>
              <w:ind w:left="142" w:right="-75"/>
              <w:rPr>
                <w:sz w:val="18"/>
              </w:rPr>
            </w:pPr>
            <w:r w:rsidRPr="009859F5">
              <w:rPr>
                <w:sz w:val="18"/>
              </w:rPr>
              <w:t>Numer telefonu:</w:t>
            </w:r>
          </w:p>
        </w:tc>
        <w:tc>
          <w:tcPr>
            <w:tcW w:w="5722" w:type="dxa"/>
            <w:vMerge w:val="restart"/>
            <w:tcBorders>
              <w:top w:val="single" w:sz="4" w:space="0" w:color="auto"/>
              <w:left w:val="single" w:sz="4" w:space="0" w:color="auto"/>
              <w:right w:val="single" w:sz="4" w:space="0" w:color="auto"/>
            </w:tcBorders>
          </w:tcPr>
          <w:p w14:paraId="3BF8039A" w14:textId="77777777" w:rsidR="00C22FDE" w:rsidRPr="009859F5" w:rsidRDefault="007375D1">
            <w:pPr>
              <w:spacing w:before="120" w:after="120" w:line="240" w:lineRule="exact"/>
              <w:ind w:left="142" w:right="-75"/>
              <w:rPr>
                <w:sz w:val="18"/>
              </w:rPr>
            </w:pPr>
            <w:r w:rsidRPr="009859F5">
              <w:rPr>
                <w:sz w:val="18"/>
              </w:rPr>
              <w:t>E-mail:</w:t>
            </w:r>
          </w:p>
        </w:tc>
      </w:tr>
      <w:tr w:rsidR="00C22FDE" w:rsidRPr="009859F5" w14:paraId="27389EC1" w14:textId="77777777">
        <w:trPr>
          <w:trHeight w:val="477"/>
        </w:trPr>
        <w:tc>
          <w:tcPr>
            <w:tcW w:w="4910" w:type="dxa"/>
            <w:gridSpan w:val="5"/>
            <w:tcBorders>
              <w:top w:val="single" w:sz="4" w:space="0" w:color="auto"/>
              <w:left w:val="single" w:sz="4" w:space="0" w:color="auto"/>
              <w:bottom w:val="single" w:sz="4" w:space="0" w:color="auto"/>
              <w:right w:val="single" w:sz="4" w:space="0" w:color="auto"/>
            </w:tcBorders>
          </w:tcPr>
          <w:p w14:paraId="38A24CD7" w14:textId="77777777" w:rsidR="00C22FDE" w:rsidRPr="009859F5" w:rsidRDefault="007375D1">
            <w:pPr>
              <w:spacing w:before="120" w:after="120" w:line="240" w:lineRule="exact"/>
              <w:ind w:left="142" w:right="-75"/>
              <w:rPr>
                <w:sz w:val="18"/>
              </w:rPr>
            </w:pPr>
            <w:r w:rsidRPr="009859F5">
              <w:rPr>
                <w:sz w:val="18"/>
              </w:rPr>
              <w:t>Faks:</w:t>
            </w:r>
          </w:p>
        </w:tc>
        <w:tc>
          <w:tcPr>
            <w:tcW w:w="5722" w:type="dxa"/>
            <w:vMerge/>
            <w:tcBorders>
              <w:left w:val="single" w:sz="4" w:space="0" w:color="auto"/>
              <w:bottom w:val="single" w:sz="4" w:space="0" w:color="auto"/>
              <w:right w:val="single" w:sz="4" w:space="0" w:color="auto"/>
            </w:tcBorders>
          </w:tcPr>
          <w:p w14:paraId="456AA494" w14:textId="77777777" w:rsidR="00C22FDE" w:rsidRPr="009859F5" w:rsidRDefault="00C22FDE">
            <w:pPr>
              <w:spacing w:before="120" w:after="120" w:line="240" w:lineRule="exact"/>
              <w:ind w:left="142" w:right="-75"/>
              <w:rPr>
                <w:sz w:val="18"/>
              </w:rPr>
            </w:pPr>
          </w:p>
        </w:tc>
      </w:tr>
      <w:tr w:rsidR="00C22FDE" w:rsidRPr="009859F5" w14:paraId="235A87FC" w14:textId="77777777">
        <w:trPr>
          <w:trHeight w:val="562"/>
        </w:trPr>
        <w:tc>
          <w:tcPr>
            <w:tcW w:w="10632" w:type="dxa"/>
            <w:gridSpan w:val="6"/>
            <w:tcBorders>
              <w:top w:val="single" w:sz="4" w:space="0" w:color="auto"/>
              <w:left w:val="single" w:sz="4" w:space="0" w:color="auto"/>
              <w:bottom w:val="single" w:sz="4" w:space="0" w:color="auto"/>
              <w:right w:val="single" w:sz="4" w:space="0" w:color="auto"/>
            </w:tcBorders>
            <w:hideMark/>
          </w:tcPr>
          <w:p w14:paraId="422F158D" w14:textId="77777777" w:rsidR="00C22FDE" w:rsidRPr="009859F5" w:rsidRDefault="007375D1">
            <w:pPr>
              <w:numPr>
                <w:ilvl w:val="1"/>
                <w:numId w:val="25"/>
              </w:numPr>
              <w:spacing w:before="120" w:after="120" w:line="240" w:lineRule="exact"/>
              <w:ind w:left="284" w:right="-75" w:hanging="284"/>
              <w:textAlignment w:val="auto"/>
              <w:rPr>
                <w:b/>
                <w:sz w:val="18"/>
              </w:rPr>
            </w:pPr>
            <w:r w:rsidRPr="009859F5">
              <w:rPr>
                <w:b/>
                <w:sz w:val="18"/>
              </w:rPr>
              <w:t xml:space="preserve">Zleceniobiorca, </w:t>
            </w:r>
            <w:r w:rsidRPr="009859F5">
              <w:rPr>
                <w:sz w:val="18"/>
              </w:rPr>
              <w:t>zwany dalej</w:t>
            </w:r>
            <w:r w:rsidRPr="009859F5">
              <w:rPr>
                <w:b/>
                <w:sz w:val="18"/>
              </w:rPr>
              <w:t xml:space="preserve"> „agencją pośrednictwa“ </w:t>
            </w:r>
          </w:p>
        </w:tc>
      </w:tr>
      <w:tr w:rsidR="00C22FDE" w:rsidRPr="009859F5" w14:paraId="3E2AD192" w14:textId="77777777">
        <w:trPr>
          <w:trHeight w:val="713"/>
        </w:trPr>
        <w:tc>
          <w:tcPr>
            <w:tcW w:w="4458" w:type="dxa"/>
            <w:gridSpan w:val="3"/>
            <w:tcBorders>
              <w:top w:val="single" w:sz="4" w:space="0" w:color="auto"/>
              <w:left w:val="single" w:sz="4" w:space="0" w:color="auto"/>
              <w:bottom w:val="single" w:sz="4" w:space="0" w:color="auto"/>
              <w:right w:val="single" w:sz="4" w:space="0" w:color="auto"/>
            </w:tcBorders>
            <w:hideMark/>
          </w:tcPr>
          <w:p w14:paraId="631F8624" w14:textId="77777777" w:rsidR="00C22FDE" w:rsidRPr="009859F5" w:rsidRDefault="007375D1">
            <w:pPr>
              <w:spacing w:before="120" w:after="120" w:line="240" w:lineRule="exact"/>
              <w:ind w:left="142"/>
              <w:rPr>
                <w:sz w:val="18"/>
              </w:rPr>
            </w:pPr>
            <w:r w:rsidRPr="009859F5">
              <w:rPr>
                <w:sz w:val="18"/>
              </w:rPr>
              <w:t>Imię i nazwisko/Nazwa firmy:</w:t>
            </w:r>
          </w:p>
        </w:tc>
        <w:tc>
          <w:tcPr>
            <w:tcW w:w="6174" w:type="dxa"/>
            <w:gridSpan w:val="3"/>
            <w:tcBorders>
              <w:top w:val="single" w:sz="4" w:space="0" w:color="auto"/>
              <w:left w:val="single" w:sz="4" w:space="0" w:color="auto"/>
              <w:bottom w:val="single" w:sz="4" w:space="0" w:color="auto"/>
              <w:right w:val="single" w:sz="4" w:space="0" w:color="auto"/>
            </w:tcBorders>
            <w:hideMark/>
          </w:tcPr>
          <w:p w14:paraId="4B6A0ABD" w14:textId="77777777" w:rsidR="00C22FDE" w:rsidRPr="009859F5" w:rsidRDefault="007375D1">
            <w:pPr>
              <w:spacing w:before="120" w:after="120" w:line="240" w:lineRule="exact"/>
              <w:ind w:left="142"/>
              <w:rPr>
                <w:sz w:val="18"/>
              </w:rPr>
            </w:pPr>
            <w:r w:rsidRPr="009859F5">
              <w:rPr>
                <w:sz w:val="18"/>
              </w:rPr>
              <w:t>Data urodzenia/Numer rejestru handlowego:</w:t>
            </w:r>
          </w:p>
        </w:tc>
      </w:tr>
      <w:tr w:rsidR="00C22FDE" w:rsidRPr="009859F5" w14:paraId="39101C6A" w14:textId="77777777">
        <w:trPr>
          <w:trHeight w:val="964"/>
        </w:trPr>
        <w:tc>
          <w:tcPr>
            <w:tcW w:w="4458" w:type="dxa"/>
            <w:gridSpan w:val="3"/>
            <w:tcBorders>
              <w:top w:val="single" w:sz="4" w:space="0" w:color="auto"/>
              <w:left w:val="single" w:sz="4" w:space="0" w:color="auto"/>
              <w:bottom w:val="single" w:sz="4" w:space="0" w:color="auto"/>
              <w:right w:val="single" w:sz="4" w:space="0" w:color="auto"/>
            </w:tcBorders>
          </w:tcPr>
          <w:p w14:paraId="0BB6B0DF" w14:textId="77777777" w:rsidR="00C22FDE" w:rsidRPr="009859F5" w:rsidRDefault="007375D1">
            <w:pPr>
              <w:spacing w:before="120" w:after="120" w:line="240" w:lineRule="exact"/>
              <w:ind w:left="142"/>
              <w:rPr>
                <w:sz w:val="18"/>
              </w:rPr>
            </w:pPr>
            <w:r w:rsidRPr="009859F5">
              <w:rPr>
                <w:sz w:val="18"/>
              </w:rPr>
              <w:t>Adres/siedziba:</w:t>
            </w:r>
          </w:p>
        </w:tc>
        <w:tc>
          <w:tcPr>
            <w:tcW w:w="6174" w:type="dxa"/>
            <w:gridSpan w:val="3"/>
            <w:tcBorders>
              <w:top w:val="single" w:sz="4" w:space="0" w:color="auto"/>
              <w:left w:val="single" w:sz="4" w:space="0" w:color="auto"/>
              <w:right w:val="single" w:sz="4" w:space="0" w:color="auto"/>
            </w:tcBorders>
          </w:tcPr>
          <w:p w14:paraId="7AAC24E3" w14:textId="77777777" w:rsidR="00C22FDE" w:rsidRPr="009859F5" w:rsidRDefault="007375D1">
            <w:pPr>
              <w:spacing w:before="120" w:after="120" w:line="240" w:lineRule="exact"/>
              <w:ind w:left="142"/>
              <w:rPr>
                <w:sz w:val="18"/>
              </w:rPr>
            </w:pPr>
            <w:r w:rsidRPr="009859F5">
              <w:rPr>
                <w:sz w:val="18"/>
              </w:rPr>
              <w:t>E-mail:</w:t>
            </w:r>
          </w:p>
        </w:tc>
      </w:tr>
      <w:tr w:rsidR="00C22FDE" w:rsidRPr="009859F5" w14:paraId="72E262F7" w14:textId="77777777">
        <w:trPr>
          <w:trHeight w:val="794"/>
        </w:trPr>
        <w:tc>
          <w:tcPr>
            <w:tcW w:w="4458" w:type="dxa"/>
            <w:gridSpan w:val="3"/>
            <w:tcBorders>
              <w:top w:val="single" w:sz="4" w:space="0" w:color="auto"/>
              <w:left w:val="single" w:sz="4" w:space="0" w:color="auto"/>
              <w:bottom w:val="single" w:sz="4" w:space="0" w:color="auto"/>
              <w:right w:val="single" w:sz="4" w:space="0" w:color="auto"/>
            </w:tcBorders>
          </w:tcPr>
          <w:p w14:paraId="3A1EE367" w14:textId="77777777" w:rsidR="00C22FDE" w:rsidRPr="009859F5" w:rsidRDefault="007375D1">
            <w:pPr>
              <w:spacing w:before="120" w:after="120" w:line="240" w:lineRule="exact"/>
              <w:ind w:left="142"/>
              <w:rPr>
                <w:sz w:val="18"/>
              </w:rPr>
            </w:pPr>
            <w:r w:rsidRPr="009859F5">
              <w:rPr>
                <w:sz w:val="18"/>
              </w:rPr>
              <w:t>Faks:</w:t>
            </w:r>
          </w:p>
        </w:tc>
        <w:tc>
          <w:tcPr>
            <w:tcW w:w="6174" w:type="dxa"/>
            <w:gridSpan w:val="3"/>
            <w:tcBorders>
              <w:left w:val="single" w:sz="4" w:space="0" w:color="auto"/>
              <w:bottom w:val="single" w:sz="4" w:space="0" w:color="auto"/>
              <w:right w:val="single" w:sz="4" w:space="0" w:color="auto"/>
            </w:tcBorders>
          </w:tcPr>
          <w:p w14:paraId="4E06B88A" w14:textId="77777777" w:rsidR="00C22FDE" w:rsidRPr="009859F5" w:rsidRDefault="007375D1">
            <w:pPr>
              <w:spacing w:before="120" w:after="120" w:line="240" w:lineRule="exact"/>
              <w:ind w:left="142"/>
              <w:rPr>
                <w:sz w:val="18"/>
              </w:rPr>
            </w:pPr>
            <w:r w:rsidRPr="009859F5">
              <w:rPr>
                <w:sz w:val="18"/>
              </w:rPr>
              <w:t>Numer telefonu:</w:t>
            </w:r>
          </w:p>
        </w:tc>
      </w:tr>
      <w:tr w:rsidR="00C22FDE" w:rsidRPr="009859F5" w14:paraId="5D344827" w14:textId="77777777">
        <w:trPr>
          <w:trHeight w:val="427"/>
        </w:trPr>
        <w:tc>
          <w:tcPr>
            <w:tcW w:w="10632" w:type="dxa"/>
            <w:gridSpan w:val="6"/>
            <w:tcBorders>
              <w:top w:val="single" w:sz="4" w:space="0" w:color="auto"/>
              <w:left w:val="single" w:sz="4" w:space="0" w:color="auto"/>
              <w:bottom w:val="single" w:sz="4" w:space="0" w:color="auto"/>
              <w:right w:val="single" w:sz="4" w:space="0" w:color="auto"/>
            </w:tcBorders>
            <w:hideMark/>
          </w:tcPr>
          <w:p w14:paraId="71FB9FF4" w14:textId="77777777" w:rsidR="00C22FDE" w:rsidRPr="009859F5" w:rsidRDefault="007375D1">
            <w:pPr>
              <w:numPr>
                <w:ilvl w:val="0"/>
                <w:numId w:val="25"/>
              </w:numPr>
              <w:spacing w:before="120" w:after="120" w:line="240" w:lineRule="exact"/>
              <w:ind w:right="-75"/>
              <w:textAlignment w:val="auto"/>
              <w:rPr>
                <w:b/>
              </w:rPr>
            </w:pPr>
            <w:r w:rsidRPr="009859F5">
              <w:rPr>
                <w:b/>
              </w:rPr>
              <w:t>Regularnie dostępna osoba kontaktowa w agencji pośrednictwa</w:t>
            </w:r>
          </w:p>
        </w:tc>
      </w:tr>
      <w:tr w:rsidR="00C22FDE" w:rsidRPr="009859F5" w14:paraId="30812914" w14:textId="77777777">
        <w:trPr>
          <w:trHeight w:val="309"/>
        </w:trPr>
        <w:tc>
          <w:tcPr>
            <w:tcW w:w="4910" w:type="dxa"/>
            <w:gridSpan w:val="5"/>
            <w:tcBorders>
              <w:top w:val="single" w:sz="4" w:space="0" w:color="auto"/>
              <w:left w:val="single" w:sz="4" w:space="0" w:color="auto"/>
              <w:bottom w:val="single" w:sz="4" w:space="0" w:color="auto"/>
              <w:right w:val="single" w:sz="4" w:space="0" w:color="auto"/>
            </w:tcBorders>
          </w:tcPr>
          <w:p w14:paraId="39C0EB64" w14:textId="77777777" w:rsidR="00C22FDE" w:rsidRPr="009859F5" w:rsidRDefault="007375D1">
            <w:pPr>
              <w:spacing w:before="120" w:after="120" w:line="240" w:lineRule="exact"/>
              <w:ind w:left="142" w:right="-75"/>
              <w:rPr>
                <w:sz w:val="18"/>
              </w:rPr>
            </w:pPr>
            <w:r w:rsidRPr="009859F5">
              <w:rPr>
                <w:sz w:val="18"/>
              </w:rPr>
              <w:t>Imię i nazwisko:</w:t>
            </w:r>
          </w:p>
        </w:tc>
        <w:tc>
          <w:tcPr>
            <w:tcW w:w="5722" w:type="dxa"/>
            <w:tcBorders>
              <w:top w:val="single" w:sz="4" w:space="0" w:color="auto"/>
              <w:left w:val="single" w:sz="4" w:space="0" w:color="auto"/>
              <w:bottom w:val="single" w:sz="4" w:space="0" w:color="auto"/>
              <w:right w:val="single" w:sz="4" w:space="0" w:color="auto"/>
            </w:tcBorders>
            <w:hideMark/>
          </w:tcPr>
          <w:p w14:paraId="39133265" w14:textId="77777777" w:rsidR="00C22FDE" w:rsidRPr="009859F5" w:rsidRDefault="007375D1">
            <w:pPr>
              <w:spacing w:before="120" w:after="120" w:line="240" w:lineRule="exact"/>
              <w:ind w:left="142" w:right="-75"/>
              <w:rPr>
                <w:sz w:val="18"/>
              </w:rPr>
            </w:pPr>
            <w:r w:rsidRPr="009859F5">
              <w:rPr>
                <w:sz w:val="18"/>
              </w:rPr>
              <w:t>Adres:</w:t>
            </w:r>
          </w:p>
        </w:tc>
      </w:tr>
      <w:tr w:rsidR="00C22FDE" w:rsidRPr="009859F5" w14:paraId="4107E327" w14:textId="77777777">
        <w:trPr>
          <w:trHeight w:val="529"/>
        </w:trPr>
        <w:tc>
          <w:tcPr>
            <w:tcW w:w="4910" w:type="dxa"/>
            <w:gridSpan w:val="5"/>
            <w:tcBorders>
              <w:top w:val="single" w:sz="4" w:space="0" w:color="auto"/>
              <w:left w:val="single" w:sz="4" w:space="0" w:color="auto"/>
              <w:bottom w:val="single" w:sz="4" w:space="0" w:color="auto"/>
              <w:right w:val="single" w:sz="4" w:space="0" w:color="auto"/>
            </w:tcBorders>
            <w:hideMark/>
          </w:tcPr>
          <w:p w14:paraId="6611BCAE" w14:textId="77777777" w:rsidR="00C22FDE" w:rsidRPr="009859F5" w:rsidRDefault="007375D1">
            <w:pPr>
              <w:spacing w:before="120" w:after="120" w:line="240" w:lineRule="exact"/>
              <w:ind w:left="142" w:right="-75"/>
              <w:rPr>
                <w:sz w:val="18"/>
              </w:rPr>
            </w:pPr>
            <w:r w:rsidRPr="009859F5">
              <w:rPr>
                <w:sz w:val="18"/>
              </w:rPr>
              <w:t>E-mail:</w:t>
            </w:r>
          </w:p>
        </w:tc>
        <w:tc>
          <w:tcPr>
            <w:tcW w:w="5722" w:type="dxa"/>
            <w:tcBorders>
              <w:top w:val="single" w:sz="4" w:space="0" w:color="auto"/>
              <w:left w:val="single" w:sz="4" w:space="0" w:color="auto"/>
              <w:bottom w:val="single" w:sz="4" w:space="0" w:color="auto"/>
              <w:right w:val="single" w:sz="4" w:space="0" w:color="auto"/>
            </w:tcBorders>
            <w:hideMark/>
          </w:tcPr>
          <w:p w14:paraId="518045F0" w14:textId="77777777" w:rsidR="00C22FDE" w:rsidRPr="009859F5" w:rsidRDefault="007375D1">
            <w:pPr>
              <w:spacing w:before="120" w:after="120" w:line="240" w:lineRule="exact"/>
              <w:ind w:left="142" w:right="-75"/>
              <w:rPr>
                <w:sz w:val="18"/>
              </w:rPr>
            </w:pPr>
            <w:r w:rsidRPr="009859F5">
              <w:rPr>
                <w:sz w:val="18"/>
              </w:rPr>
              <w:t>Numer telefonu:</w:t>
            </w:r>
          </w:p>
        </w:tc>
      </w:tr>
      <w:tr w:rsidR="00C22FDE" w:rsidRPr="009859F5" w14:paraId="733D63BA" w14:textId="77777777">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66A21646" w14:textId="77777777" w:rsidR="00C22FDE" w:rsidRPr="009859F5" w:rsidRDefault="007375D1">
            <w:pPr>
              <w:numPr>
                <w:ilvl w:val="0"/>
                <w:numId w:val="25"/>
              </w:numPr>
              <w:spacing w:before="120" w:line="240" w:lineRule="exact"/>
              <w:ind w:left="357" w:hanging="357"/>
              <w:rPr>
                <w:b/>
              </w:rPr>
            </w:pPr>
            <w:r w:rsidRPr="009859F5">
              <w:rPr>
                <w:b/>
              </w:rPr>
              <w:t>Założenia umowy pośrednictwa</w:t>
            </w:r>
          </w:p>
        </w:tc>
      </w:tr>
      <w:tr w:rsidR="00C22FDE" w:rsidRPr="009859F5" w14:paraId="4BB95448" w14:textId="77777777">
        <w:trPr>
          <w:trHeight w:val="552"/>
        </w:trPr>
        <w:tc>
          <w:tcPr>
            <w:tcW w:w="10632" w:type="dxa"/>
            <w:gridSpan w:val="6"/>
            <w:tcBorders>
              <w:top w:val="single" w:sz="4" w:space="0" w:color="auto"/>
              <w:left w:val="single" w:sz="4" w:space="0" w:color="auto"/>
              <w:bottom w:val="single" w:sz="4" w:space="0" w:color="auto"/>
              <w:right w:val="single" w:sz="4" w:space="0" w:color="auto"/>
            </w:tcBorders>
          </w:tcPr>
          <w:p w14:paraId="1527D0C8" w14:textId="77777777" w:rsidR="00C22FDE" w:rsidRPr="009859F5" w:rsidRDefault="007375D1">
            <w:pPr>
              <w:spacing w:before="60" w:after="60" w:line="240" w:lineRule="exact"/>
              <w:ind w:right="-75"/>
              <w:rPr>
                <w:sz w:val="18"/>
              </w:rPr>
            </w:pPr>
            <w:r w:rsidRPr="009859F5">
              <w:rPr>
                <w:sz w:val="18"/>
              </w:rPr>
              <w:t>Przedmiotem umowy jest pośrednictwo w zawarciu umowy o sprawowanie opieki, jak również wsparcie</w:t>
            </w:r>
            <w:r w:rsidRPr="009859F5">
              <w:rPr>
                <w:b/>
                <w:sz w:val="18"/>
              </w:rPr>
              <w:t xml:space="preserve"> </w:t>
            </w:r>
            <w:r w:rsidR="0002030B">
              <w:rPr>
                <w:b/>
                <w:sz w:val="18"/>
              </w:rPr>
              <w:t xml:space="preserve">zleceniodawcy lub </w:t>
            </w:r>
            <w:r w:rsidRPr="009859F5">
              <w:rPr>
                <w:b/>
                <w:sz w:val="18"/>
              </w:rPr>
              <w:t>osoby wymagającej opieki</w:t>
            </w:r>
            <w:r w:rsidRPr="009859F5">
              <w:rPr>
                <w:sz w:val="18"/>
              </w:rPr>
              <w:t xml:space="preserve"> w trakcie realizacji umowy w Austrii. </w:t>
            </w:r>
          </w:p>
          <w:p w14:paraId="33814606" w14:textId="77777777" w:rsidR="00C22FDE" w:rsidRPr="009859F5" w:rsidRDefault="007375D1">
            <w:pPr>
              <w:numPr>
                <w:ilvl w:val="1"/>
                <w:numId w:val="25"/>
              </w:numPr>
              <w:spacing w:before="60" w:after="60" w:line="240" w:lineRule="exact"/>
              <w:ind w:left="709" w:right="-75" w:hanging="567"/>
              <w:textAlignment w:val="auto"/>
              <w:rPr>
                <w:sz w:val="18"/>
              </w:rPr>
            </w:pPr>
            <w:r w:rsidRPr="009859F5">
              <w:rPr>
                <w:sz w:val="18"/>
              </w:rPr>
              <w:t>Agencja pośrednictwa</w:t>
            </w:r>
            <w:r w:rsidRPr="009859F5">
              <w:rPr>
                <w:b/>
                <w:sz w:val="18"/>
              </w:rPr>
              <w:t xml:space="preserve"> </w:t>
            </w:r>
            <w:r w:rsidRPr="009859F5">
              <w:rPr>
                <w:sz w:val="18"/>
              </w:rPr>
              <w:t xml:space="preserve">oświadcza, że zgłosiła działalność w zakresie </w:t>
            </w:r>
            <w:r w:rsidRPr="009859F5">
              <w:rPr>
                <w:b/>
                <w:sz w:val="18"/>
              </w:rPr>
              <w:t xml:space="preserve">organizacji opieki nad osobami </w:t>
            </w:r>
            <w:r w:rsidRPr="009859F5">
              <w:rPr>
                <w:sz w:val="18"/>
              </w:rPr>
              <w:t xml:space="preserve">właściwym </w:t>
            </w:r>
            <w:r w:rsidRPr="009859F5">
              <w:rPr>
                <w:sz w:val="18"/>
              </w:rPr>
              <w:lastRenderedPageBreak/>
              <w:t xml:space="preserve">władzom austriackim oraz że przez cały okres świadczenia usług nie zawiesiła i nie zaprzestała działalności. </w:t>
            </w:r>
            <w:r w:rsidRPr="009859F5">
              <w:rPr>
                <w:b/>
                <w:sz w:val="18"/>
                <w:u w:val="single"/>
              </w:rPr>
              <w:t>Załącznik./V 1</w:t>
            </w:r>
            <w:r w:rsidRPr="009859F5">
              <w:rPr>
                <w:sz w:val="18"/>
                <w:u w:val="single"/>
              </w:rPr>
              <w:t xml:space="preserve"> (dodatkowy wykaz obowiązków)</w:t>
            </w:r>
            <w:r w:rsidRPr="009859F5">
              <w:rPr>
                <w:sz w:val="18"/>
              </w:rPr>
              <w:t xml:space="preserve"> </w:t>
            </w:r>
            <w:r w:rsidRPr="009859F5">
              <w:rPr>
                <w:b/>
                <w:sz w:val="18"/>
              </w:rPr>
              <w:t>stanowi integralną część umowy.</w:t>
            </w:r>
          </w:p>
          <w:p w14:paraId="016824F5" w14:textId="77777777" w:rsidR="00C22FDE" w:rsidRPr="009859F5" w:rsidRDefault="007375D1">
            <w:pPr>
              <w:numPr>
                <w:ilvl w:val="1"/>
                <w:numId w:val="25"/>
              </w:numPr>
              <w:spacing w:before="60" w:after="60" w:line="240" w:lineRule="exact"/>
              <w:ind w:left="709" w:right="-75" w:hanging="567"/>
              <w:textAlignment w:val="auto"/>
              <w:rPr>
                <w:sz w:val="18"/>
              </w:rPr>
            </w:pPr>
            <w:r w:rsidRPr="009859F5">
              <w:rPr>
                <w:sz w:val="18"/>
              </w:rPr>
              <w:t xml:space="preserve">Agencja pośrednictwa wskazuje, że może ona działać jednocześnie jako firma opiekuńcza i w związku z tym pobierać wynagrodzenie za swoją działalność w ramach tego pośrednictwa. </w:t>
            </w:r>
            <w:r w:rsidRPr="009859F5">
              <w:rPr>
                <w:sz w:val="18"/>
              </w:rPr>
              <w:br/>
            </w:r>
            <w:r w:rsidR="00C20CE6">
              <w:rPr>
                <w:sz w:val="18"/>
              </w:rPr>
              <w:t>Zleceniodawca</w:t>
            </w:r>
            <w:r w:rsidRPr="009859F5">
              <w:rPr>
                <w:sz w:val="18"/>
              </w:rPr>
              <w:t xml:space="preserve"> oświadcza, </w:t>
            </w:r>
          </w:p>
          <w:p w14:paraId="135E7724" w14:textId="77777777" w:rsidR="00C22FDE" w:rsidRPr="009859F5" w:rsidRDefault="007375D1">
            <w:pPr>
              <w:numPr>
                <w:ilvl w:val="0"/>
                <w:numId w:val="35"/>
              </w:numPr>
              <w:spacing w:before="60" w:after="60" w:line="240" w:lineRule="exact"/>
              <w:ind w:right="-75"/>
              <w:textAlignment w:val="auto"/>
              <w:rPr>
                <w:sz w:val="18"/>
              </w:rPr>
            </w:pPr>
            <w:r w:rsidRPr="009859F5">
              <w:rPr>
                <w:sz w:val="18"/>
              </w:rPr>
              <w:t>że wyraża zgodę.</w:t>
            </w:r>
          </w:p>
          <w:p w14:paraId="2A0D5308" w14:textId="77777777" w:rsidR="00C22FDE" w:rsidRPr="009859F5" w:rsidRDefault="007375D1">
            <w:pPr>
              <w:numPr>
                <w:ilvl w:val="0"/>
                <w:numId w:val="35"/>
              </w:numPr>
              <w:spacing w:before="60" w:after="60" w:line="240" w:lineRule="exact"/>
              <w:ind w:right="-75"/>
              <w:textAlignment w:val="auto"/>
              <w:rPr>
                <w:sz w:val="18"/>
              </w:rPr>
            </w:pPr>
            <w:r w:rsidRPr="009859F5">
              <w:rPr>
                <w:sz w:val="18"/>
              </w:rPr>
              <w:t xml:space="preserve">że </w:t>
            </w:r>
            <w:r w:rsidRPr="009859F5">
              <w:rPr>
                <w:sz w:val="18"/>
                <w:u w:val="single"/>
              </w:rPr>
              <w:t>nie</w:t>
            </w:r>
            <w:r w:rsidRPr="009859F5">
              <w:rPr>
                <w:sz w:val="18"/>
              </w:rPr>
              <w:t xml:space="preserve"> wyraża zgody.</w:t>
            </w:r>
          </w:p>
          <w:p w14:paraId="5C372CAA" w14:textId="77777777" w:rsidR="00C22FDE" w:rsidRPr="009859F5" w:rsidRDefault="007375D1">
            <w:pPr>
              <w:numPr>
                <w:ilvl w:val="1"/>
                <w:numId w:val="25"/>
              </w:numPr>
              <w:spacing w:before="60" w:after="60" w:line="240" w:lineRule="exact"/>
              <w:ind w:left="709" w:right="-75" w:hanging="567"/>
              <w:textAlignment w:val="auto"/>
              <w:rPr>
                <w:sz w:val="18"/>
              </w:rPr>
            </w:pPr>
            <w:r w:rsidRPr="009859F5">
              <w:rPr>
                <w:sz w:val="18"/>
              </w:rPr>
              <w:t xml:space="preserve">Agencja pośrednictwa nie jest uprawniona do pobierania prowizji za pośrednictwo w zawarciu umowy o opiekę, jeżeli transakcja zawarta z firmą świadczącą usługi opiekuńcze jest ekonomicznie równorzędna z transakcją samej agencji pośrednictwa. Analogicznie nie pobiera się prowizji w przypadku bliskich relacji rodzinnych lub ekonomicznych pomiędzy agencją pośrednictwa a obsługiwaną przez nią firmą opiekuńczą, jeżeli </w:t>
            </w:r>
            <w:r w:rsidR="00C20CE6">
              <w:rPr>
                <w:sz w:val="18"/>
              </w:rPr>
              <w:t xml:space="preserve">zleceniodawca </w:t>
            </w:r>
            <w:r w:rsidRPr="009859F5">
              <w:rPr>
                <w:sz w:val="18"/>
              </w:rPr>
              <w:t>nie został bezzwłocznie poinformowana o tej relacji.</w:t>
            </w:r>
          </w:p>
        </w:tc>
      </w:tr>
      <w:tr w:rsidR="00C22FDE" w:rsidRPr="009859F5" w14:paraId="666E6B3B" w14:textId="77777777">
        <w:tc>
          <w:tcPr>
            <w:tcW w:w="10632" w:type="dxa"/>
            <w:gridSpan w:val="6"/>
            <w:tcBorders>
              <w:top w:val="nil"/>
              <w:left w:val="single" w:sz="4" w:space="0" w:color="auto"/>
              <w:bottom w:val="single" w:sz="4" w:space="0" w:color="auto"/>
              <w:right w:val="single" w:sz="4" w:space="0" w:color="auto"/>
            </w:tcBorders>
            <w:hideMark/>
          </w:tcPr>
          <w:p w14:paraId="1FE31A23" w14:textId="77777777" w:rsidR="00C22FDE" w:rsidRPr="009859F5" w:rsidRDefault="007375D1">
            <w:pPr>
              <w:numPr>
                <w:ilvl w:val="0"/>
                <w:numId w:val="25"/>
              </w:numPr>
              <w:spacing w:before="60" w:after="60" w:line="240" w:lineRule="exact"/>
              <w:ind w:right="-75"/>
              <w:textAlignment w:val="auto"/>
              <w:rPr>
                <w:b/>
                <w:sz w:val="18"/>
              </w:rPr>
            </w:pPr>
            <w:r w:rsidRPr="009859F5">
              <w:rPr>
                <w:b/>
              </w:rPr>
              <w:lastRenderedPageBreak/>
              <w:t>Zakres usług, cena i płatność</w:t>
            </w:r>
          </w:p>
        </w:tc>
      </w:tr>
      <w:tr w:rsidR="00C22FDE" w:rsidRPr="009859F5" w14:paraId="00D347BA" w14:textId="77777777">
        <w:trPr>
          <w:trHeight w:val="8787"/>
        </w:trPr>
        <w:tc>
          <w:tcPr>
            <w:tcW w:w="10632" w:type="dxa"/>
            <w:gridSpan w:val="6"/>
            <w:tcBorders>
              <w:top w:val="single" w:sz="4" w:space="0" w:color="auto"/>
              <w:left w:val="single" w:sz="4" w:space="0" w:color="auto"/>
              <w:bottom w:val="single" w:sz="4" w:space="0" w:color="auto"/>
              <w:right w:val="single" w:sz="4" w:space="0" w:color="auto"/>
            </w:tcBorders>
            <w:hideMark/>
          </w:tcPr>
          <w:p w14:paraId="3514B151" w14:textId="77777777" w:rsidR="00C22FDE" w:rsidRPr="009859F5" w:rsidRDefault="007375D1">
            <w:pPr>
              <w:numPr>
                <w:ilvl w:val="1"/>
                <w:numId w:val="25"/>
              </w:numPr>
              <w:spacing w:before="60" w:line="240" w:lineRule="exact"/>
              <w:ind w:left="600" w:right="-74" w:hanging="426"/>
              <w:rPr>
                <w:sz w:val="18"/>
              </w:rPr>
            </w:pPr>
            <w:r w:rsidRPr="009859F5">
              <w:rPr>
                <w:b/>
                <w:sz w:val="18"/>
              </w:rPr>
              <w:t>Pośrednictwo:</w:t>
            </w:r>
            <w:r w:rsidRPr="009859F5">
              <w:rPr>
                <w:sz w:val="18"/>
              </w:rPr>
              <w:br/>
              <w:t>Czynności pośrednictwa obejmują następujące usługi przygotowujące do podpisania umowy, dlatego nie wymagają dodatkowego wynagrodzenia:</w:t>
            </w:r>
          </w:p>
          <w:p w14:paraId="75E34611" w14:textId="77777777" w:rsidR="00C22FDE" w:rsidRPr="009859F5" w:rsidRDefault="00C22FDE">
            <w:pPr>
              <w:spacing w:before="60" w:line="240" w:lineRule="exact"/>
              <w:ind w:left="600" w:right="-74"/>
              <w:rPr>
                <w:sz w:val="18"/>
              </w:rPr>
            </w:pPr>
          </w:p>
          <w:p w14:paraId="2B03EB9E" w14:textId="38154E7E" w:rsidR="00C22FDE" w:rsidRPr="009859F5" w:rsidRDefault="007375D1">
            <w:pPr>
              <w:numPr>
                <w:ilvl w:val="0"/>
                <w:numId w:val="31"/>
              </w:numPr>
              <w:spacing w:before="60" w:line="240" w:lineRule="exact"/>
              <w:ind w:left="1310" w:right="-74" w:hanging="357"/>
              <w:rPr>
                <w:sz w:val="18"/>
              </w:rPr>
            </w:pPr>
            <w:r w:rsidRPr="009859F5">
              <w:rPr>
                <w:sz w:val="18"/>
              </w:rPr>
              <w:t>Pośrednictwo odpowiedniej firmy świadczącej usługi opiekuńcze</w:t>
            </w:r>
            <w:r w:rsidR="00187384">
              <w:t xml:space="preserve"> </w:t>
            </w:r>
            <w:r w:rsidR="00187384" w:rsidRPr="00187384">
              <w:rPr>
                <w:sz w:val="18"/>
              </w:rPr>
              <w:t>która zatrudnia wyłącznie osoby do realizacji opieki, które</w:t>
            </w:r>
          </w:p>
          <w:p w14:paraId="2471009B" w14:textId="77777777" w:rsidR="00187384" w:rsidRDefault="00187384" w:rsidP="00187384">
            <w:pPr>
              <w:numPr>
                <w:ilvl w:val="0"/>
                <w:numId w:val="39"/>
              </w:numPr>
              <w:spacing w:before="60" w:line="240" w:lineRule="exact"/>
              <w:ind w:right="-74"/>
              <w:rPr>
                <w:sz w:val="18"/>
              </w:rPr>
            </w:pPr>
            <w:r w:rsidRPr="00187384">
              <w:rPr>
                <w:sz w:val="18"/>
              </w:rPr>
              <w:t>przesz</w:t>
            </w:r>
            <w:r>
              <w:rPr>
                <w:sz w:val="18"/>
              </w:rPr>
              <w:t>ły</w:t>
            </w:r>
            <w:r w:rsidRPr="00187384">
              <w:rPr>
                <w:sz w:val="18"/>
              </w:rPr>
              <w:t xml:space="preserve"> szkolenie teoretyczne, które jest zasadniczo równoważne ze szkoleniem dla </w:t>
            </w:r>
            <w:r>
              <w:rPr>
                <w:sz w:val="18"/>
              </w:rPr>
              <w:t>asystentów</w:t>
            </w:r>
            <w:r w:rsidRPr="00187384">
              <w:rPr>
                <w:sz w:val="18"/>
              </w:rPr>
              <w:t xml:space="preserve"> domowych (lub któr</w:t>
            </w:r>
            <w:r>
              <w:rPr>
                <w:sz w:val="18"/>
              </w:rPr>
              <w:t>e</w:t>
            </w:r>
            <w:r w:rsidRPr="00187384">
              <w:rPr>
                <w:sz w:val="18"/>
              </w:rPr>
              <w:t xml:space="preserve"> mo</w:t>
            </w:r>
            <w:r>
              <w:rPr>
                <w:sz w:val="18"/>
              </w:rPr>
              <w:t>gą</w:t>
            </w:r>
            <w:r w:rsidRPr="00187384">
              <w:rPr>
                <w:sz w:val="18"/>
              </w:rPr>
              <w:t xml:space="preserve"> przedstawić dowód uczestnictwa w co najmniej jednym kursie pielęgniarskim prowadzonym przez instytucję szkoleniową obejmującym co najmniej 200 godzin teorii i praktyki) lub</w:t>
            </w:r>
          </w:p>
          <w:p w14:paraId="1E310311" w14:textId="77777777" w:rsidR="00187384" w:rsidRDefault="00187384" w:rsidP="00187384">
            <w:pPr>
              <w:numPr>
                <w:ilvl w:val="0"/>
                <w:numId w:val="39"/>
              </w:numPr>
              <w:spacing w:before="60" w:line="240" w:lineRule="exact"/>
              <w:ind w:right="-74"/>
              <w:rPr>
                <w:sz w:val="18"/>
              </w:rPr>
            </w:pPr>
            <w:r w:rsidRPr="00187384">
              <w:rPr>
                <w:sz w:val="18"/>
              </w:rPr>
              <w:t>spraw</w:t>
            </w:r>
            <w:r>
              <w:rPr>
                <w:sz w:val="18"/>
              </w:rPr>
              <w:t>ują</w:t>
            </w:r>
            <w:r w:rsidRPr="00187384">
              <w:rPr>
                <w:sz w:val="18"/>
              </w:rPr>
              <w:t xml:space="preserve"> właściwą opiekę nad osobą, która ma być objęta opieką przez co najmniej sześć miesięcy (w rozumieniu ustawy o opiece domowej lub zgodnie z § 159 kodeksu pracy z 1994 r. Gewerbeordnung) lub</w:t>
            </w:r>
          </w:p>
          <w:p w14:paraId="594F64F6" w14:textId="77777777" w:rsidR="00187384" w:rsidRPr="009859F5" w:rsidRDefault="00187384" w:rsidP="00187384">
            <w:pPr>
              <w:numPr>
                <w:ilvl w:val="0"/>
                <w:numId w:val="39"/>
              </w:numPr>
              <w:spacing w:before="60" w:line="240" w:lineRule="exact"/>
              <w:ind w:right="-74"/>
              <w:rPr>
                <w:sz w:val="18"/>
              </w:rPr>
            </w:pPr>
            <w:r>
              <w:rPr>
                <w:sz w:val="18"/>
              </w:rPr>
              <w:t xml:space="preserve">wykonują </w:t>
            </w:r>
            <w:r w:rsidRPr="00187384">
              <w:rPr>
                <w:sz w:val="18"/>
              </w:rPr>
              <w:t>określon</w:t>
            </w:r>
            <w:r>
              <w:rPr>
                <w:sz w:val="18"/>
              </w:rPr>
              <w:t>e</w:t>
            </w:r>
            <w:r w:rsidRPr="00187384">
              <w:rPr>
                <w:sz w:val="18"/>
              </w:rPr>
              <w:t xml:space="preserve"> czynności pielęgniarski</w:t>
            </w:r>
            <w:r>
              <w:rPr>
                <w:sz w:val="18"/>
              </w:rPr>
              <w:t>e</w:t>
            </w:r>
            <w:r w:rsidRPr="00187384">
              <w:rPr>
                <w:sz w:val="18"/>
              </w:rPr>
              <w:t xml:space="preserve"> i/lub medyczn</w:t>
            </w:r>
            <w:r>
              <w:rPr>
                <w:sz w:val="18"/>
              </w:rPr>
              <w:t>e</w:t>
            </w:r>
            <w:r w:rsidRPr="00187384">
              <w:rPr>
                <w:sz w:val="18"/>
              </w:rPr>
              <w:t xml:space="preserve"> na zlecenie, zgodnie z instrukcjami i pod nadzorem wykwalifikowanej pielęgniarki odpowiedzialnej za opiekę zdrowotną, lub lekarz</w:t>
            </w:r>
            <w:r>
              <w:rPr>
                <w:sz w:val="18"/>
              </w:rPr>
              <w:t>a</w:t>
            </w:r>
            <w:r w:rsidRPr="00187384">
              <w:rPr>
                <w:sz w:val="18"/>
              </w:rPr>
              <w:t xml:space="preserve"> (upoważnienie zgodnie z § 3b lub § 15 ust. 7 ustawy o opiece zdrowotnej i pielęgniarstwie lub zgodnie z art. 50b ustawy o lekarzach medycyny z 1998 r.)</w:t>
            </w:r>
          </w:p>
          <w:p w14:paraId="5072E689" w14:textId="383AE21D" w:rsidR="00C22FDE" w:rsidRPr="009859F5" w:rsidRDefault="007375D1">
            <w:pPr>
              <w:numPr>
                <w:ilvl w:val="0"/>
                <w:numId w:val="31"/>
              </w:numPr>
              <w:spacing w:before="60" w:line="240" w:lineRule="exact"/>
              <w:ind w:left="1310" w:right="-74" w:hanging="357"/>
              <w:rPr>
                <w:sz w:val="18"/>
              </w:rPr>
            </w:pPr>
            <w:r w:rsidRPr="009859F5">
              <w:rPr>
                <w:sz w:val="18"/>
              </w:rPr>
              <w:t xml:space="preserve">Doradztwo w zakresie </w:t>
            </w:r>
            <w:r w:rsidR="00187384">
              <w:rPr>
                <w:sz w:val="18"/>
              </w:rPr>
              <w:t xml:space="preserve">konieczności i </w:t>
            </w:r>
            <w:r w:rsidRPr="009859F5">
              <w:rPr>
                <w:sz w:val="18"/>
              </w:rPr>
              <w:t xml:space="preserve">podstaw umów o opiekę (wyjaśnienie: </w:t>
            </w:r>
            <w:r w:rsidR="00187384">
              <w:rPr>
                <w:sz w:val="18"/>
              </w:rPr>
              <w:t>obszaru działalności opieki osobistej, możliwości pozyskania wsparcia,</w:t>
            </w:r>
            <w:r w:rsidRPr="009859F5">
              <w:rPr>
                <w:sz w:val="18"/>
              </w:rPr>
              <w:t xml:space="preserve"> zakresu obsługi, jej przebiegu, wyjaśnienie konieczności uzyskania zaleceń pracowników służby zdrowia itp.)</w:t>
            </w:r>
          </w:p>
          <w:p w14:paraId="46013B97" w14:textId="77777777" w:rsidR="00187384" w:rsidRPr="009859F5" w:rsidRDefault="00187384">
            <w:pPr>
              <w:numPr>
                <w:ilvl w:val="0"/>
                <w:numId w:val="31"/>
              </w:numPr>
              <w:spacing w:before="60" w:line="240" w:lineRule="exact"/>
              <w:ind w:left="1310" w:right="-74" w:hanging="357"/>
              <w:rPr>
                <w:sz w:val="18"/>
              </w:rPr>
            </w:pPr>
            <w:r w:rsidRPr="00187384">
              <w:rPr>
                <w:sz w:val="18"/>
              </w:rPr>
              <w:t>Wsparcie administracyjne przy zawieraniu umowy pomiędzy osobą, która ma być objęta opieką, a firmą opiekuńczą</w:t>
            </w:r>
          </w:p>
          <w:p w14:paraId="63030350" w14:textId="1FF4ACC1" w:rsidR="00C22FDE" w:rsidRPr="009859F5" w:rsidRDefault="007375D1">
            <w:pPr>
              <w:numPr>
                <w:ilvl w:val="0"/>
                <w:numId w:val="31"/>
              </w:numPr>
              <w:spacing w:before="60" w:line="240" w:lineRule="exact"/>
              <w:ind w:left="1310" w:right="-74" w:hanging="357"/>
              <w:rPr>
                <w:sz w:val="18"/>
              </w:rPr>
            </w:pPr>
            <w:r w:rsidRPr="009859F5">
              <w:rPr>
                <w:sz w:val="18"/>
              </w:rPr>
              <w:t xml:space="preserve">Pozyskanie po raz pierwszy danych i dokumentacji dotyczącej potrzeb w zakresie opieki i pielęgnacji osoby wymagającej opieki </w:t>
            </w:r>
            <w:r w:rsidR="00C20CE6">
              <w:rPr>
                <w:sz w:val="18"/>
              </w:rPr>
              <w:t xml:space="preserve">na miejscu </w:t>
            </w:r>
            <w:r w:rsidRPr="009859F5">
              <w:rPr>
                <w:sz w:val="18"/>
              </w:rPr>
              <w:t>(</w:t>
            </w:r>
            <w:r w:rsidR="00187384" w:rsidRPr="00187384">
              <w:rPr>
                <w:sz w:val="18"/>
              </w:rPr>
              <w:t>włączając w to anemezjologię pielęgniarską z pomocą wykwalifikowanego pracownika służby zdrowia i pielęgniarki uprawnione</w:t>
            </w:r>
            <w:r w:rsidR="00613363">
              <w:rPr>
                <w:sz w:val="18"/>
              </w:rPr>
              <w:t>j</w:t>
            </w:r>
            <w:r w:rsidR="00187384" w:rsidRPr="00187384">
              <w:rPr>
                <w:sz w:val="18"/>
              </w:rPr>
              <w:t xml:space="preserve"> do wykonywania zawodu w Austrii, najpóźniej w dniu rozpoczęcia opieki</w:t>
            </w:r>
            <w:r w:rsidRPr="009859F5">
              <w:rPr>
                <w:sz w:val="18"/>
              </w:rPr>
              <w:t>)</w:t>
            </w:r>
          </w:p>
          <w:p w14:paraId="203FBCBE" w14:textId="77777777" w:rsidR="00613363" w:rsidRPr="009859F5" w:rsidRDefault="00613363">
            <w:pPr>
              <w:numPr>
                <w:ilvl w:val="0"/>
                <w:numId w:val="31"/>
              </w:numPr>
              <w:spacing w:before="60" w:line="240" w:lineRule="exact"/>
              <w:ind w:left="1310" w:right="-74" w:hanging="357"/>
              <w:rPr>
                <w:sz w:val="18"/>
              </w:rPr>
            </w:pPr>
            <w:r w:rsidRPr="00613363">
              <w:rPr>
                <w:sz w:val="18"/>
              </w:rPr>
              <w:t>Upewnienie się, że jest on świadomy wszelkich zidentyfikowanych potrzeb w zakresie opieki i pielęgniarstwa, lub wynikające z tego wymogi są wyraźnie określone i zaakceptowane przez dostawcę usług opieki i osobę, która ma być objęta opieką</w:t>
            </w:r>
          </w:p>
          <w:p w14:paraId="05A30356" w14:textId="77777777" w:rsidR="00C22FDE" w:rsidRPr="00C20CE6" w:rsidRDefault="007375D1" w:rsidP="00C20CE6">
            <w:pPr>
              <w:numPr>
                <w:ilvl w:val="0"/>
                <w:numId w:val="31"/>
              </w:numPr>
              <w:spacing w:before="60" w:line="240" w:lineRule="exact"/>
              <w:ind w:left="1310" w:right="-74" w:hanging="357"/>
              <w:rPr>
                <w:sz w:val="18"/>
              </w:rPr>
            </w:pPr>
            <w:r w:rsidRPr="009859F5">
              <w:rPr>
                <w:sz w:val="18"/>
              </w:rPr>
              <w:t>Dokumentacja i kontrola warunków lokalowych (np. informacje o: braku barier, potrzebie środków pomocniczych i lekarskich, przydatności lokalu jako zakwaterowania dla opiekuna itp.), jak również dokumentacja aktualnie wykonywanych usług z zakresu czynności pośredniczących</w:t>
            </w:r>
            <w:r w:rsidR="00C20CE6">
              <w:rPr>
                <w:sz w:val="18"/>
              </w:rPr>
              <w:t xml:space="preserve"> (d</w:t>
            </w:r>
            <w:r w:rsidR="00C20CE6" w:rsidRPr="009859F5">
              <w:rPr>
                <w:sz w:val="18"/>
              </w:rPr>
              <w:t>okumentację należy udostępnić lub wydać na piśmie na żądanie osoby wymagającej opieki lub strony umowy</w:t>
            </w:r>
            <w:r w:rsidR="00C20CE6">
              <w:rPr>
                <w:sz w:val="18"/>
              </w:rPr>
              <w:t>)</w:t>
            </w:r>
          </w:p>
          <w:p w14:paraId="59C3A39A" w14:textId="77777777" w:rsidR="00C22FDE" w:rsidRDefault="007375D1">
            <w:pPr>
              <w:numPr>
                <w:ilvl w:val="0"/>
                <w:numId w:val="31"/>
              </w:numPr>
              <w:spacing w:before="60" w:line="240" w:lineRule="exact"/>
              <w:ind w:left="1310" w:right="-74" w:hanging="357"/>
              <w:rPr>
                <w:sz w:val="18"/>
              </w:rPr>
            </w:pPr>
            <w:r w:rsidRPr="009859F5">
              <w:rPr>
                <w:sz w:val="18"/>
              </w:rPr>
              <w:t>Opracowanie profilu wymagań usług w zakresie opieki lub firmy świadczącej usługi opiekuńcze (kwalifikacje, dyspozycyjność, cena, mobilność, znajomość języków, referencje)</w:t>
            </w:r>
          </w:p>
          <w:p w14:paraId="48388C0E" w14:textId="77777777" w:rsidR="00214421" w:rsidRDefault="00214421">
            <w:pPr>
              <w:numPr>
                <w:ilvl w:val="0"/>
                <w:numId w:val="31"/>
              </w:numPr>
              <w:spacing w:before="60" w:line="240" w:lineRule="exact"/>
              <w:ind w:left="1310" w:right="-74" w:hanging="357"/>
              <w:rPr>
                <w:sz w:val="18"/>
              </w:rPr>
            </w:pPr>
            <w:r w:rsidRPr="00214421">
              <w:rPr>
                <w:sz w:val="18"/>
              </w:rPr>
              <w:t xml:space="preserve">Gwarancja zorganizowania zastępczego stanowiska/przedstawienia w przypadku, gdy </w:t>
            </w:r>
            <w:r>
              <w:rPr>
                <w:sz w:val="18"/>
              </w:rPr>
              <w:t>firma</w:t>
            </w:r>
            <w:r w:rsidRPr="00214421">
              <w:rPr>
                <w:sz w:val="18"/>
              </w:rPr>
              <w:t xml:space="preserve"> świadcząca opiekę nie może uczestniczyć w spotkaniu w ciągu trzech dni (należy to odpowiednio odnotować w planie </w:t>
            </w:r>
            <w:r>
              <w:rPr>
                <w:sz w:val="18"/>
              </w:rPr>
              <w:t>awaryjnym</w:t>
            </w:r>
            <w:r w:rsidRPr="00214421">
              <w:rPr>
                <w:sz w:val="18"/>
              </w:rPr>
              <w:t xml:space="preserve">). Niniejsza gwarancja lub </w:t>
            </w:r>
            <w:r>
              <w:rPr>
                <w:sz w:val="18"/>
              </w:rPr>
              <w:t>w</w:t>
            </w:r>
            <w:r w:rsidRPr="00214421">
              <w:rPr>
                <w:sz w:val="18"/>
              </w:rPr>
              <w:t xml:space="preserve">ykonanie wymaga jednak, aby </w:t>
            </w:r>
            <w:r>
              <w:rPr>
                <w:sz w:val="18"/>
              </w:rPr>
              <w:t>zleceniodawca</w:t>
            </w:r>
            <w:r w:rsidRPr="00214421">
              <w:rPr>
                <w:sz w:val="18"/>
              </w:rPr>
              <w:t xml:space="preserve"> i firma opiekuńcza uzgodnili w umowie opiekuńczej, że firma opiekuńcza zapewni opiekę zastępczą.</w:t>
            </w:r>
          </w:p>
          <w:p w14:paraId="41682EFA" w14:textId="77777777" w:rsidR="00C20CE6" w:rsidRPr="009859F5" w:rsidRDefault="00C20CE6" w:rsidP="00C20CE6">
            <w:pPr>
              <w:spacing w:before="60" w:line="240" w:lineRule="exact"/>
              <w:ind w:left="1310" w:right="-74"/>
              <w:rPr>
                <w:sz w:val="18"/>
              </w:rPr>
            </w:pPr>
          </w:p>
          <w:p w14:paraId="54DEF31A" w14:textId="77777777" w:rsidR="00C22FDE" w:rsidRPr="009859F5" w:rsidRDefault="007375D1">
            <w:pPr>
              <w:spacing w:before="60" w:line="240" w:lineRule="exact"/>
              <w:ind w:left="709" w:right="-74"/>
              <w:rPr>
                <w:sz w:val="18"/>
              </w:rPr>
            </w:pPr>
            <w:r w:rsidRPr="009859F5">
              <w:rPr>
                <w:sz w:val="18"/>
              </w:rPr>
              <w:lastRenderedPageBreak/>
              <w:t>Honorarium za pośrednictwo (prowizja) powstaje w wyniku uprawomocnienia zawartej transakcji (umowy o opiekę), jego wysokość uzgadnia się na: ________________ euro plus VAT i jest należne bezpośrednio po wystawieniu rachunku.</w:t>
            </w:r>
          </w:p>
          <w:p w14:paraId="082114D3" w14:textId="77777777" w:rsidR="00C22FDE" w:rsidRPr="009859F5" w:rsidRDefault="00C22FDE">
            <w:pPr>
              <w:spacing w:before="60" w:line="240" w:lineRule="exact"/>
              <w:ind w:right="-74"/>
              <w:rPr>
                <w:sz w:val="18"/>
              </w:rPr>
            </w:pPr>
          </w:p>
          <w:p w14:paraId="78289719" w14:textId="77777777" w:rsidR="00C22FDE" w:rsidRPr="00C20CE6" w:rsidRDefault="00C20CE6">
            <w:pPr>
              <w:spacing w:before="60" w:line="240" w:lineRule="exact"/>
              <w:ind w:left="709" w:right="-74"/>
              <w:rPr>
                <w:b/>
                <w:bCs/>
                <w:sz w:val="18"/>
              </w:rPr>
            </w:pPr>
            <w:r w:rsidRPr="00C20CE6">
              <w:rPr>
                <w:b/>
                <w:bCs/>
                <w:sz w:val="18"/>
              </w:rPr>
              <w:t>UWAGA</w:t>
            </w:r>
            <w:r w:rsidR="007375D1" w:rsidRPr="00C20CE6">
              <w:rPr>
                <w:b/>
                <w:bCs/>
                <w:sz w:val="18"/>
              </w:rPr>
              <w:t xml:space="preserve">: wyraźnie ustala się, że w następujących przypadkach braku poprawnej realizacji usługi pośrednictwa należne jest odszkodowanie lub zwrot wydatków i rekompensata za nakłady w wysokości wyżej wymienionej prowizji zapłaconej </w:t>
            </w:r>
            <w:r w:rsidRPr="00C20CE6">
              <w:rPr>
                <w:b/>
                <w:bCs/>
                <w:sz w:val="18"/>
              </w:rPr>
              <w:t>firmie pośredniczącej</w:t>
            </w:r>
            <w:r w:rsidR="007375D1" w:rsidRPr="00C20CE6">
              <w:rPr>
                <w:b/>
                <w:bCs/>
                <w:sz w:val="18"/>
              </w:rPr>
              <w:t>, gdy</w:t>
            </w:r>
          </w:p>
          <w:p w14:paraId="48399FFB" w14:textId="77777777" w:rsidR="00C20CE6" w:rsidRDefault="007375D1" w:rsidP="00C20CE6">
            <w:pPr>
              <w:numPr>
                <w:ilvl w:val="0"/>
                <w:numId w:val="38"/>
              </w:numPr>
              <w:spacing w:before="60" w:line="240" w:lineRule="exact"/>
              <w:ind w:right="-74"/>
              <w:rPr>
                <w:sz w:val="18"/>
              </w:rPr>
            </w:pPr>
            <w:r w:rsidRPr="009859F5">
              <w:rPr>
                <w:sz w:val="18"/>
              </w:rPr>
              <w:t>Zawarta w złej wierze transakcja określona w umowie nie doszła do skutku tylko dlatego, że osoba wymagająca opieki lub zleceniodawca wbrew wcześniejszym negocjacjom nie</w:t>
            </w:r>
            <w:r w:rsidR="00C20CE6">
              <w:rPr>
                <w:sz w:val="18"/>
              </w:rPr>
              <w:t xml:space="preserve"> </w:t>
            </w:r>
            <w:r w:rsidRPr="009859F5">
              <w:rPr>
                <w:sz w:val="18"/>
              </w:rPr>
              <w:t>przedłożył bez ważnych przyczyn aktu prawnego wymaganego do zawarcia transakcji;</w:t>
            </w:r>
          </w:p>
          <w:p w14:paraId="65BB2A70" w14:textId="77777777" w:rsidR="00C20CE6" w:rsidRDefault="00C20CE6" w:rsidP="00C20CE6">
            <w:pPr>
              <w:numPr>
                <w:ilvl w:val="0"/>
                <w:numId w:val="38"/>
              </w:numPr>
              <w:spacing w:before="60" w:line="240" w:lineRule="exact"/>
              <w:ind w:right="-74"/>
              <w:rPr>
                <w:sz w:val="18"/>
              </w:rPr>
            </w:pPr>
            <w:r w:rsidRPr="00C20CE6">
              <w:rPr>
                <w:sz w:val="18"/>
              </w:rPr>
              <w:t>Z</w:t>
            </w:r>
            <w:r w:rsidR="007375D1" w:rsidRPr="00C20CE6">
              <w:rPr>
                <w:sz w:val="18"/>
              </w:rPr>
              <w:t xml:space="preserve"> określoną przez </w:t>
            </w:r>
            <w:r w:rsidRPr="00C20CE6">
              <w:rPr>
                <w:sz w:val="18"/>
              </w:rPr>
              <w:t>firmę pośredniczącą</w:t>
            </w:r>
            <w:r w:rsidR="007375D1" w:rsidRPr="00C20CE6">
              <w:rPr>
                <w:sz w:val="18"/>
              </w:rPr>
              <w:t xml:space="preserve"> osobą trzecią zawarta zostanie transakcja inna niż równoważna ze względu na uzyskanie tego samego celu;</w:t>
            </w:r>
            <w:r w:rsidRPr="00C20CE6">
              <w:rPr>
                <w:sz w:val="18"/>
              </w:rPr>
              <w:t xml:space="preserve"> (o ile pośrednictwo w transakcji wchodzi w zakres działalności firmy pośredniczącej);</w:t>
            </w:r>
          </w:p>
          <w:p w14:paraId="5857E4C0" w14:textId="77777777" w:rsidR="00C22FDE" w:rsidRPr="009859F5" w:rsidRDefault="007375D1" w:rsidP="00C20CE6">
            <w:pPr>
              <w:spacing w:before="60" w:line="240" w:lineRule="exact"/>
              <w:ind w:left="709" w:right="-74"/>
              <w:rPr>
                <w:sz w:val="18"/>
              </w:rPr>
            </w:pPr>
            <w:r w:rsidRPr="009859F5">
              <w:rPr>
                <w:sz w:val="18"/>
              </w:rPr>
              <w:t>3</w:t>
            </w:r>
            <w:r w:rsidR="00C20CE6">
              <w:rPr>
                <w:sz w:val="18"/>
              </w:rPr>
              <w:t>. T</w:t>
            </w:r>
            <w:r w:rsidRPr="009859F5">
              <w:rPr>
                <w:sz w:val="18"/>
              </w:rPr>
              <w:t xml:space="preserve">ransakcja określona w umowie pośrednictwa nie zostanie zawarta z osobą wymagającą opieki/zleceniodawcą, lecz z inną osobą, gdyż zleceniodawca poinformował o przekazanej mu przez </w:t>
            </w:r>
            <w:r w:rsidR="00C20CE6">
              <w:rPr>
                <w:sz w:val="18"/>
              </w:rPr>
              <w:t>firmę pośredniczącą</w:t>
            </w:r>
            <w:r w:rsidRPr="009859F5">
              <w:rPr>
                <w:sz w:val="18"/>
              </w:rPr>
              <w:t xml:space="preserve"> możliwości zawarcia umowy lub transakcja nie została zawarta z obsługiwaną przez pośrednika osobą trzecią, lecz z inną osobą, ponieważ obsługiwana przez pośrednika osoba trzecia przekazała tej osobie informacje o możliwości zawarcia transakcji.</w:t>
            </w:r>
          </w:p>
          <w:p w14:paraId="3EEF8054" w14:textId="77777777" w:rsidR="00C22FDE" w:rsidRPr="009859F5" w:rsidRDefault="00C22FDE">
            <w:pPr>
              <w:spacing w:before="60" w:line="240" w:lineRule="exact"/>
              <w:ind w:left="709" w:right="-74"/>
              <w:rPr>
                <w:sz w:val="18"/>
              </w:rPr>
            </w:pPr>
          </w:p>
          <w:p w14:paraId="051AE38C" w14:textId="77777777" w:rsidR="00C22FDE" w:rsidRPr="009859F5" w:rsidRDefault="007375D1">
            <w:pPr>
              <w:numPr>
                <w:ilvl w:val="1"/>
                <w:numId w:val="25"/>
              </w:numPr>
              <w:spacing w:before="60" w:line="240" w:lineRule="exact"/>
              <w:ind w:right="-74" w:hanging="1255"/>
              <w:rPr>
                <w:b/>
                <w:sz w:val="18"/>
              </w:rPr>
            </w:pPr>
            <w:r w:rsidRPr="009859F5">
              <w:rPr>
                <w:b/>
                <w:sz w:val="18"/>
              </w:rPr>
              <w:t>Inne usługi:</w:t>
            </w:r>
          </w:p>
          <w:p w14:paraId="3C61D66B" w14:textId="77777777" w:rsidR="00214421" w:rsidRPr="009859F5" w:rsidRDefault="00214421" w:rsidP="00214421">
            <w:pPr>
              <w:spacing w:before="60" w:line="240" w:lineRule="exact"/>
              <w:ind w:left="1430" w:right="-74"/>
              <w:rPr>
                <w:b/>
                <w:sz w:val="18"/>
              </w:rPr>
            </w:pPr>
          </w:p>
          <w:p w14:paraId="757D09A2" w14:textId="77777777" w:rsidR="00C22FDE" w:rsidRPr="009859F5" w:rsidRDefault="007375D1">
            <w:pPr>
              <w:numPr>
                <w:ilvl w:val="0"/>
                <w:numId w:val="16"/>
              </w:numPr>
              <w:spacing w:before="60" w:line="240" w:lineRule="exact"/>
              <w:ind w:left="1418" w:right="-74" w:hanging="284"/>
              <w:rPr>
                <w:sz w:val="18"/>
              </w:rPr>
            </w:pPr>
            <w:r w:rsidRPr="009859F5">
              <w:rPr>
                <w:sz w:val="18"/>
              </w:rPr>
              <w:t xml:space="preserve">Pomoc przy przeniesieniu </w:t>
            </w:r>
            <w:r w:rsidRPr="009859F5">
              <w:rPr>
                <w:sz w:val="18"/>
              </w:rPr>
              <w:br/>
            </w:r>
            <w:r w:rsidRPr="009859F5">
              <w:rPr>
                <w:sz w:val="18"/>
              </w:rPr>
              <w:br/>
              <w:t>Jednorazowy koszt w euro (z VAT): _______</w:t>
            </w:r>
          </w:p>
          <w:p w14:paraId="58E77008" w14:textId="77777777" w:rsidR="00C22FDE" w:rsidRPr="009859F5" w:rsidRDefault="00C22FDE">
            <w:pPr>
              <w:spacing w:before="60" w:line="240" w:lineRule="exact"/>
              <w:ind w:left="1418" w:right="-74"/>
              <w:rPr>
                <w:sz w:val="18"/>
              </w:rPr>
            </w:pPr>
          </w:p>
          <w:p w14:paraId="41C1B733" w14:textId="77777777" w:rsidR="00C22FDE" w:rsidRPr="009859F5" w:rsidRDefault="007375D1">
            <w:pPr>
              <w:numPr>
                <w:ilvl w:val="0"/>
                <w:numId w:val="32"/>
              </w:numPr>
              <w:spacing w:before="60" w:line="240" w:lineRule="exact"/>
              <w:ind w:right="-74"/>
              <w:rPr>
                <w:sz w:val="18"/>
              </w:rPr>
            </w:pPr>
            <w:r w:rsidRPr="009859F5">
              <w:rPr>
                <w:sz w:val="18"/>
              </w:rPr>
              <w:t xml:space="preserve">Wsparcie </w:t>
            </w:r>
            <w:r w:rsidR="00A77F38">
              <w:rPr>
                <w:sz w:val="18"/>
              </w:rPr>
              <w:t xml:space="preserve">administracyjne </w:t>
            </w:r>
            <w:r w:rsidRPr="009859F5">
              <w:rPr>
                <w:sz w:val="18"/>
              </w:rPr>
              <w:t>podczas składania wniosków o dotację z funduszy wsparcia zgodnie z przepisami federalnymi w zakresie opieki</w:t>
            </w:r>
            <w:r w:rsidRPr="009859F5">
              <w:rPr>
                <w:sz w:val="18"/>
              </w:rPr>
              <w:br/>
            </w:r>
            <w:r w:rsidRPr="009859F5">
              <w:rPr>
                <w:sz w:val="18"/>
              </w:rPr>
              <w:br/>
              <w:t>Jednorazowy koszt w euro (z VAT): _______</w:t>
            </w:r>
          </w:p>
          <w:p w14:paraId="3F9E06A1" w14:textId="77777777" w:rsidR="00C22FDE" w:rsidRPr="009859F5" w:rsidRDefault="007375D1">
            <w:pPr>
              <w:spacing w:before="60" w:line="240" w:lineRule="exact"/>
              <w:ind w:left="1418" w:right="-74"/>
              <w:rPr>
                <w:sz w:val="18"/>
              </w:rPr>
            </w:pPr>
            <w:r w:rsidRPr="009859F5">
              <w:rPr>
                <w:sz w:val="18"/>
              </w:rPr>
              <w:t xml:space="preserve">Niniejszym osoba wymagająca opieki </w:t>
            </w:r>
            <w:r w:rsidR="00A77F38">
              <w:rPr>
                <w:sz w:val="18"/>
              </w:rPr>
              <w:t xml:space="preserve">lub jej przedstawiciel </w:t>
            </w:r>
            <w:r w:rsidRPr="009859F5">
              <w:rPr>
                <w:sz w:val="18"/>
              </w:rPr>
              <w:t xml:space="preserve">udziela firmie pośredniczącej </w:t>
            </w:r>
            <w:r w:rsidRPr="009859F5">
              <w:rPr>
                <w:b/>
                <w:sz w:val="18"/>
                <w:u w:val="single"/>
              </w:rPr>
              <w:t>pośrednictwa</w:t>
            </w:r>
            <w:r w:rsidRPr="009859F5">
              <w:rPr>
                <w:sz w:val="18"/>
              </w:rPr>
              <w:t>na złożenie do odpowiednich organów wniosku o dotację z funduszu wsparcia osób niepełnosprawnych:</w:t>
            </w:r>
            <w:r w:rsidRPr="009859F5">
              <w:rPr>
                <w:sz w:val="18"/>
              </w:rPr>
              <w:br/>
            </w:r>
            <w:r w:rsidRPr="009859F5">
              <w:rPr>
                <w:sz w:val="18"/>
              </w:rPr>
              <w:br/>
              <w:t>Miejscowość, data ____________________________.    Podpis _____________________________.</w:t>
            </w:r>
            <w:r w:rsidRPr="009859F5">
              <w:rPr>
                <w:sz w:val="18"/>
              </w:rPr>
              <w:br/>
              <w:t xml:space="preserve">                                                                                                                 (Mocodawca)</w:t>
            </w:r>
          </w:p>
          <w:p w14:paraId="2C7125EE" w14:textId="77777777" w:rsidR="00C22FDE" w:rsidRPr="009859F5" w:rsidRDefault="007375D1">
            <w:pPr>
              <w:spacing w:before="60" w:after="60" w:line="240" w:lineRule="exact"/>
              <w:ind w:left="709" w:right="-74"/>
              <w:rPr>
                <w:sz w:val="18"/>
              </w:rPr>
            </w:pPr>
            <w:r w:rsidRPr="009859F5">
              <w:rPr>
                <w:sz w:val="18"/>
              </w:rPr>
              <w:t>Cena tych pozostałych usług podana jest w euro (z VAT): ________________ , a płatność należy uregulować bezpośrednio po wystawieniu rachunku.</w:t>
            </w:r>
          </w:p>
          <w:p w14:paraId="0BC8F454" w14:textId="77777777" w:rsidR="00C22FDE" w:rsidRPr="009859F5" w:rsidRDefault="007375D1">
            <w:pPr>
              <w:numPr>
                <w:ilvl w:val="1"/>
                <w:numId w:val="25"/>
              </w:numPr>
              <w:spacing w:before="60" w:after="60" w:line="240" w:lineRule="exact"/>
              <w:ind w:left="709" w:right="-74" w:hanging="567"/>
              <w:rPr>
                <w:b/>
                <w:sz w:val="18"/>
              </w:rPr>
            </w:pPr>
            <w:r w:rsidRPr="009859F5">
              <w:rPr>
                <w:b/>
                <w:sz w:val="18"/>
              </w:rPr>
              <w:t>Usługi towarzyszące:</w:t>
            </w:r>
          </w:p>
          <w:p w14:paraId="3751FE54" w14:textId="02492989" w:rsidR="00C22FDE" w:rsidRPr="009859F5" w:rsidRDefault="007375D1">
            <w:pPr>
              <w:pStyle w:val="ColorfulList-Accent11"/>
              <w:numPr>
                <w:ilvl w:val="0"/>
                <w:numId w:val="15"/>
              </w:numPr>
              <w:spacing w:before="60" w:after="60" w:line="240" w:lineRule="exact"/>
              <w:ind w:left="1418" w:right="-74" w:hanging="284"/>
              <w:contextualSpacing/>
              <w:textAlignment w:val="baseline"/>
              <w:rPr>
                <w:sz w:val="18"/>
              </w:rPr>
            </w:pPr>
            <w:r w:rsidRPr="009859F5">
              <w:rPr>
                <w:sz w:val="18"/>
              </w:rPr>
              <w:t>Bieżąca kontrola jakości: weryfikacja / monitorowanie usług opieki i zapewnienie jakości (</w:t>
            </w:r>
            <w:r w:rsidR="00214421" w:rsidRPr="00214421">
              <w:rPr>
                <w:sz w:val="18"/>
              </w:rPr>
              <w:t>poprzez organizowanie wizyt domowych w regularnych odstępach czasu (co najmniej raz na kwartał) przez wykwalifikowanego pracownika służby zdrowia i pielęgniarki uprawnionego do wykonywania zawodu w Austrii</w:t>
            </w:r>
            <w:r w:rsidRPr="009859F5">
              <w:rPr>
                <w:sz w:val="18"/>
              </w:rPr>
              <w:t>)</w:t>
            </w:r>
            <w:r w:rsidRPr="009859F5">
              <w:rPr>
                <w:sz w:val="18"/>
              </w:rPr>
              <w:br/>
            </w:r>
            <w:r w:rsidRPr="009859F5">
              <w:rPr>
                <w:sz w:val="18"/>
              </w:rPr>
              <w:br/>
              <w:t>miesięcznie: _______euro (z VAT)</w:t>
            </w:r>
          </w:p>
          <w:p w14:paraId="5F969EC0" w14:textId="77777777" w:rsidR="00C22FDE" w:rsidRPr="009859F5" w:rsidRDefault="007375D1">
            <w:pPr>
              <w:pStyle w:val="ColorfulList-Accent11"/>
              <w:numPr>
                <w:ilvl w:val="0"/>
                <w:numId w:val="15"/>
              </w:numPr>
              <w:spacing w:before="60" w:after="60" w:line="240" w:lineRule="exact"/>
              <w:ind w:left="1418" w:right="-74" w:hanging="284"/>
              <w:contextualSpacing/>
              <w:textAlignment w:val="baseline"/>
              <w:rPr>
                <w:sz w:val="18"/>
              </w:rPr>
            </w:pPr>
            <w:r w:rsidRPr="009859F5">
              <w:rPr>
                <w:sz w:val="18"/>
              </w:rPr>
              <w:t>Bieżące konsultacje i pomoc w kwestiach dotyczących realizacji i wdrażania opieki</w:t>
            </w:r>
            <w:r w:rsidRPr="009859F5">
              <w:rPr>
                <w:sz w:val="18"/>
              </w:rPr>
              <w:br/>
            </w:r>
            <w:r w:rsidRPr="009859F5">
              <w:rPr>
                <w:sz w:val="18"/>
              </w:rPr>
              <w:br/>
              <w:t>miesięcznie: _______euro (z VAT)</w:t>
            </w:r>
          </w:p>
          <w:p w14:paraId="30551B78" w14:textId="0BB95B07" w:rsidR="00C22FDE" w:rsidRPr="009859F5" w:rsidRDefault="007375D1">
            <w:pPr>
              <w:pStyle w:val="ColorfulList-Accent11"/>
              <w:numPr>
                <w:ilvl w:val="0"/>
                <w:numId w:val="15"/>
              </w:numPr>
              <w:spacing w:before="60" w:after="60" w:line="240" w:lineRule="exact"/>
              <w:ind w:left="1418" w:right="-74" w:hanging="284"/>
              <w:contextualSpacing/>
              <w:textAlignment w:val="baseline"/>
              <w:rPr>
                <w:sz w:val="18"/>
              </w:rPr>
            </w:pPr>
            <w:r w:rsidRPr="009859F5">
              <w:rPr>
                <w:sz w:val="18"/>
              </w:rPr>
              <w:t>Całodobowa pomoc w nagłych wypadkach (pomoc telefoniczna)</w:t>
            </w:r>
            <w:r w:rsidR="00214421">
              <w:rPr>
                <w:sz w:val="18"/>
              </w:rPr>
              <w:t xml:space="preserve"> oraz udostępnienie lub pomoc w sporządzeniu planu awaryjnego</w:t>
            </w:r>
            <w:r w:rsidRPr="009859F5">
              <w:rPr>
                <w:sz w:val="18"/>
              </w:rPr>
              <w:br/>
            </w:r>
            <w:r w:rsidRPr="009859F5">
              <w:rPr>
                <w:sz w:val="18"/>
              </w:rPr>
              <w:br/>
              <w:t>miesięcznie: _______euro (z VAT)</w:t>
            </w:r>
          </w:p>
          <w:p w14:paraId="4C0B9DC4" w14:textId="60E5C281" w:rsidR="00C22FDE" w:rsidRPr="009859F5" w:rsidRDefault="007375D1">
            <w:pPr>
              <w:pStyle w:val="ColorfulList-Accent11"/>
              <w:numPr>
                <w:ilvl w:val="0"/>
                <w:numId w:val="15"/>
              </w:numPr>
              <w:spacing w:before="60" w:after="60" w:line="240" w:lineRule="exact"/>
              <w:ind w:left="1418" w:right="-74" w:hanging="284"/>
              <w:contextualSpacing/>
              <w:textAlignment w:val="baseline"/>
              <w:rPr>
                <w:sz w:val="18"/>
              </w:rPr>
            </w:pPr>
            <w:r w:rsidRPr="009859F5">
              <w:rPr>
                <w:sz w:val="18"/>
              </w:rPr>
              <w:t xml:space="preserve">Pomoc w rozwiązywaniu konfliktów </w:t>
            </w:r>
            <w:r w:rsidR="00214421">
              <w:rPr>
                <w:sz w:val="18"/>
              </w:rPr>
              <w:t>i różnicy zdań</w:t>
            </w:r>
            <w:r w:rsidRPr="009859F5">
              <w:rPr>
                <w:sz w:val="18"/>
              </w:rPr>
              <w:t xml:space="preserve"> pomiędzy firmą świadczącą usługi opiekuńcze a osobą wymagającą opieki</w:t>
            </w:r>
            <w:r w:rsidR="00A77F38">
              <w:rPr>
                <w:sz w:val="18"/>
              </w:rPr>
              <w:t xml:space="preserve"> lub jej krewnymi</w:t>
            </w:r>
            <w:r w:rsidRPr="009859F5">
              <w:rPr>
                <w:sz w:val="18"/>
              </w:rPr>
              <w:br/>
            </w:r>
            <w:r w:rsidRPr="009859F5">
              <w:rPr>
                <w:sz w:val="18"/>
              </w:rPr>
              <w:br/>
              <w:t>miesięcznie: _______euro (z VAT)</w:t>
            </w:r>
          </w:p>
          <w:p w14:paraId="74B03381" w14:textId="77777777" w:rsidR="00C22FDE" w:rsidRPr="009859F5" w:rsidRDefault="007375D1" w:rsidP="00F31BB6">
            <w:pPr>
              <w:spacing w:before="60" w:after="60" w:line="240" w:lineRule="exact"/>
              <w:ind w:right="-74"/>
              <w:rPr>
                <w:sz w:val="18"/>
              </w:rPr>
            </w:pPr>
            <w:r w:rsidRPr="009859F5">
              <w:rPr>
                <w:sz w:val="18"/>
              </w:rPr>
              <w:t xml:space="preserve">Należność za powyższe usługi towarzyszące należy regulować co miesiąc do (np. dnia 1., 5. lub ostatniego) </w:t>
            </w:r>
            <w:r w:rsidRPr="009859F5">
              <w:rPr>
                <w:sz w:val="18"/>
              </w:rPr>
              <w:br/>
            </w:r>
            <w:r w:rsidRPr="009859F5">
              <w:rPr>
                <w:sz w:val="18"/>
              </w:rPr>
              <w:lastRenderedPageBreak/>
              <w:br/>
              <w:t>_______dnia każdego miesiąca (ew. zlecenie stałe) i wynosi ona ____ euro (z VAT) _________.</w:t>
            </w:r>
          </w:p>
          <w:p w14:paraId="6963BA15" w14:textId="77777777" w:rsidR="00C22FDE" w:rsidRDefault="007375D1" w:rsidP="0081370A">
            <w:pPr>
              <w:spacing w:before="60" w:after="60" w:line="240" w:lineRule="exact"/>
              <w:ind w:left="709" w:right="-74"/>
              <w:rPr>
                <w:b/>
                <w:bCs/>
                <w:sz w:val="18"/>
              </w:rPr>
            </w:pPr>
            <w:r w:rsidRPr="00A77F38">
              <w:rPr>
                <w:b/>
                <w:bCs/>
                <w:sz w:val="18"/>
              </w:rPr>
              <w:t>Pozostałe informacje:</w:t>
            </w:r>
          </w:p>
          <w:p w14:paraId="31E6B50F" w14:textId="77777777" w:rsidR="0081370A" w:rsidRPr="008A2F66" w:rsidRDefault="0081370A" w:rsidP="0081370A">
            <w:pPr>
              <w:spacing w:before="60" w:after="60" w:line="200" w:lineRule="exact"/>
              <w:ind w:left="747" w:right="-74"/>
              <w:rPr>
                <w:sz w:val="18"/>
                <w:szCs w:val="18"/>
              </w:rPr>
            </w:pPr>
            <w:r w:rsidRPr="008A2F66">
              <w:rPr>
                <w:sz w:val="18"/>
                <w:szCs w:val="18"/>
              </w:rPr>
              <w:t>_____________________________________________________________________________</w:t>
            </w:r>
          </w:p>
          <w:p w14:paraId="7ABCDCD5" w14:textId="77777777" w:rsidR="0081370A" w:rsidRPr="008A2F66" w:rsidRDefault="0081370A" w:rsidP="0081370A">
            <w:pPr>
              <w:spacing w:before="60" w:after="60" w:line="200" w:lineRule="exact"/>
              <w:ind w:left="747" w:right="-74"/>
              <w:rPr>
                <w:sz w:val="18"/>
                <w:szCs w:val="18"/>
              </w:rPr>
            </w:pPr>
            <w:r w:rsidRPr="008A2F66">
              <w:rPr>
                <w:sz w:val="18"/>
                <w:szCs w:val="18"/>
              </w:rPr>
              <w:t>_____________________________________________________________________________</w:t>
            </w:r>
          </w:p>
          <w:p w14:paraId="26B4CAC2" w14:textId="3A70D629" w:rsidR="00C22FDE" w:rsidRPr="00A77F38" w:rsidRDefault="00C22FDE" w:rsidP="00F31BB6">
            <w:pPr>
              <w:spacing w:before="60" w:after="60" w:line="240" w:lineRule="exact"/>
              <w:ind w:left="709" w:right="-74"/>
              <w:rPr>
                <w:b/>
                <w:bCs/>
                <w:sz w:val="18"/>
              </w:rPr>
            </w:pPr>
          </w:p>
        </w:tc>
      </w:tr>
      <w:tr w:rsidR="00C22FDE" w:rsidRPr="009859F5" w14:paraId="6AADDF45" w14:textId="77777777">
        <w:trPr>
          <w:trHeight w:val="3259"/>
        </w:trPr>
        <w:tc>
          <w:tcPr>
            <w:tcW w:w="10632" w:type="dxa"/>
            <w:gridSpan w:val="6"/>
            <w:tcBorders>
              <w:top w:val="single" w:sz="4" w:space="0" w:color="auto"/>
              <w:left w:val="single" w:sz="4" w:space="0" w:color="auto"/>
              <w:bottom w:val="single" w:sz="4" w:space="0" w:color="auto"/>
              <w:right w:val="single" w:sz="4" w:space="0" w:color="auto"/>
            </w:tcBorders>
            <w:hideMark/>
          </w:tcPr>
          <w:p w14:paraId="4473567A" w14:textId="77777777" w:rsidR="00C22FDE" w:rsidRPr="009859F5" w:rsidRDefault="007375D1">
            <w:pPr>
              <w:numPr>
                <w:ilvl w:val="1"/>
                <w:numId w:val="25"/>
              </w:numPr>
              <w:spacing w:before="60" w:after="60" w:line="240" w:lineRule="exact"/>
              <w:ind w:left="426" w:right="-75" w:hanging="426"/>
              <w:textAlignment w:val="auto"/>
              <w:rPr>
                <w:sz w:val="18"/>
              </w:rPr>
            </w:pPr>
            <w:r w:rsidRPr="009859F5">
              <w:rPr>
                <w:sz w:val="18"/>
              </w:rPr>
              <w:lastRenderedPageBreak/>
              <w:t>W dniu płatności, ewentualnie po upływie 5-dniowej prolongaty, należność należy uregulować w następujący sposób (proszę zaznaczyć):</w:t>
            </w:r>
          </w:p>
          <w:p w14:paraId="17C97119" w14:textId="77777777" w:rsidR="00C22FDE" w:rsidRPr="009859F5" w:rsidRDefault="007375D1">
            <w:pPr>
              <w:numPr>
                <w:ilvl w:val="0"/>
                <w:numId w:val="7"/>
              </w:numPr>
              <w:spacing w:before="60" w:after="60" w:line="240" w:lineRule="exact"/>
              <w:ind w:right="-75"/>
              <w:textAlignment w:val="auto"/>
              <w:rPr>
                <w:sz w:val="18"/>
              </w:rPr>
            </w:pPr>
            <w:r w:rsidRPr="009859F5">
              <w:rPr>
                <w:sz w:val="18"/>
              </w:rPr>
              <w:t>agencji pośrednictwa – gotówką, za wydaniem potwierdzenia płatności lub</w:t>
            </w:r>
          </w:p>
          <w:p w14:paraId="260484CE" w14:textId="77777777" w:rsidR="00C22FDE" w:rsidRPr="009859F5" w:rsidRDefault="007375D1">
            <w:pPr>
              <w:numPr>
                <w:ilvl w:val="0"/>
                <w:numId w:val="7"/>
              </w:numPr>
              <w:spacing w:before="60" w:after="60" w:line="240" w:lineRule="exact"/>
              <w:ind w:right="-75"/>
              <w:textAlignment w:val="auto"/>
              <w:rPr>
                <w:sz w:val="18"/>
              </w:rPr>
            </w:pPr>
            <w:r w:rsidRPr="009859F5">
              <w:rPr>
                <w:sz w:val="18"/>
              </w:rPr>
              <w:t>ze skutkiem zwalniającym z zadłużenia płatne wyłącznie na następujące konto bankowe:</w:t>
            </w:r>
          </w:p>
          <w:p w14:paraId="16679992" w14:textId="77777777" w:rsidR="00C22FDE" w:rsidRPr="009859F5" w:rsidRDefault="007375D1">
            <w:pPr>
              <w:spacing w:before="60" w:after="60" w:line="240" w:lineRule="exact"/>
              <w:ind w:left="1185" w:right="-75"/>
              <w:rPr>
                <w:sz w:val="18"/>
              </w:rPr>
            </w:pPr>
            <w:r w:rsidRPr="009859F5">
              <w:rPr>
                <w:sz w:val="18"/>
              </w:rPr>
              <w:t>Właściciel konta: ________________________________________</w:t>
            </w:r>
            <w:r w:rsidRPr="009859F5">
              <w:rPr>
                <w:sz w:val="18"/>
              </w:rPr>
              <w:br/>
            </w:r>
            <w:r w:rsidRPr="009859F5">
              <w:rPr>
                <w:sz w:val="18"/>
              </w:rPr>
              <w:br/>
              <w:t>IBAN: ________________________________________________________</w:t>
            </w:r>
          </w:p>
          <w:p w14:paraId="1F7B3B80" w14:textId="77777777" w:rsidR="00C22FDE" w:rsidRPr="009859F5" w:rsidRDefault="007375D1">
            <w:pPr>
              <w:spacing w:before="60" w:after="60" w:line="240" w:lineRule="exact"/>
              <w:ind w:left="1185" w:right="-75"/>
              <w:rPr>
                <w:sz w:val="18"/>
              </w:rPr>
            </w:pPr>
            <w:r w:rsidRPr="009859F5">
              <w:rPr>
                <w:sz w:val="18"/>
              </w:rPr>
              <w:t>BIC: ________________________________________________________.</w:t>
            </w:r>
          </w:p>
          <w:p w14:paraId="55A65F96" w14:textId="77777777" w:rsidR="00C22FDE" w:rsidRPr="009859F5" w:rsidRDefault="007375D1">
            <w:pPr>
              <w:numPr>
                <w:ilvl w:val="1"/>
                <w:numId w:val="25"/>
              </w:numPr>
              <w:spacing w:before="60" w:after="60" w:line="240" w:lineRule="exact"/>
              <w:ind w:left="426" w:right="-75" w:hanging="426"/>
              <w:rPr>
                <w:sz w:val="18"/>
              </w:rPr>
            </w:pPr>
            <w:r w:rsidRPr="009859F5">
              <w:rPr>
                <w:sz w:val="18"/>
              </w:rPr>
              <w:t>W przypadku opóźnienia w płatności zastosowanie mają odsetki za zwłokę w wysokości 4% rocznie. Przelewy wykonane do dnia wymagalności są uważane za terminowe.</w:t>
            </w:r>
          </w:p>
        </w:tc>
      </w:tr>
      <w:tr w:rsidR="00C22FDE" w:rsidRPr="009859F5" w14:paraId="10750DC2" w14:textId="77777777">
        <w:tc>
          <w:tcPr>
            <w:tcW w:w="10632" w:type="dxa"/>
            <w:gridSpan w:val="6"/>
            <w:tcBorders>
              <w:top w:val="single" w:sz="4" w:space="0" w:color="auto"/>
              <w:left w:val="single" w:sz="4" w:space="0" w:color="auto"/>
              <w:bottom w:val="single" w:sz="4" w:space="0" w:color="auto"/>
              <w:right w:val="single" w:sz="4" w:space="0" w:color="auto"/>
            </w:tcBorders>
            <w:hideMark/>
          </w:tcPr>
          <w:p w14:paraId="2B5B5BD8" w14:textId="77777777" w:rsidR="00C22FDE" w:rsidRPr="009859F5" w:rsidRDefault="007375D1">
            <w:pPr>
              <w:numPr>
                <w:ilvl w:val="1"/>
                <w:numId w:val="25"/>
              </w:numPr>
              <w:spacing w:before="60" w:after="60" w:line="240" w:lineRule="exact"/>
              <w:ind w:left="426" w:right="-75" w:hanging="426"/>
              <w:textAlignment w:val="auto"/>
              <w:rPr>
                <w:sz w:val="18"/>
              </w:rPr>
            </w:pPr>
            <w:r w:rsidRPr="009859F5">
              <w:rPr>
                <w:sz w:val="18"/>
              </w:rPr>
              <w:t xml:space="preserve">Wszystkie podatki wynikające z pobieranych należności </w:t>
            </w:r>
            <w:r w:rsidRPr="009859F5">
              <w:rPr>
                <w:b/>
                <w:sz w:val="18"/>
              </w:rPr>
              <w:t>płacone są przez samą firmę pośredniczącą.</w:t>
            </w:r>
          </w:p>
          <w:p w14:paraId="6ADF3805" w14:textId="77777777" w:rsidR="00C22FDE" w:rsidRPr="009859F5" w:rsidRDefault="007375D1">
            <w:pPr>
              <w:spacing w:before="60" w:after="60" w:line="240" w:lineRule="exact"/>
              <w:ind w:left="426" w:right="-75"/>
              <w:textAlignment w:val="auto"/>
              <w:rPr>
                <w:sz w:val="18"/>
              </w:rPr>
            </w:pPr>
            <w:r w:rsidRPr="009859F5">
              <w:rPr>
                <w:sz w:val="18"/>
              </w:rPr>
              <w:t xml:space="preserve">Wyraźnie ustala się, że </w:t>
            </w:r>
            <w:r w:rsidRPr="009859F5">
              <w:rPr>
                <w:b/>
                <w:sz w:val="18"/>
              </w:rPr>
              <w:t>koszty ogólne i wydatki ponoszone przez firmę pośredniczącą nie podlegają zwrotowi</w:t>
            </w:r>
            <w:r w:rsidRPr="009859F5">
              <w:rPr>
                <w:sz w:val="18"/>
              </w:rPr>
              <w:t>.</w:t>
            </w:r>
            <w:r w:rsidR="00A77F38">
              <w:rPr>
                <w:sz w:val="18"/>
              </w:rPr>
              <w:t xml:space="preserve"> </w:t>
            </w:r>
            <w:r w:rsidRPr="009859F5">
              <w:rPr>
                <w:sz w:val="18"/>
              </w:rPr>
              <w:t>Koszty ponoszone przez firmę pośredniczącą z tytułu dodatkowych zleceń podlegają zwrotowi tylko wtedy, gdy obowiązek ich zrekompensowania został wyraźnie uzgodniony. W przypadku uzgodnionych kwot chodzi o ryczałty już obejmujące koszty i wydatki (np. dojazd, honorarium lekarskie itp.).</w:t>
            </w:r>
          </w:p>
        </w:tc>
      </w:tr>
      <w:tr w:rsidR="00C22FDE" w:rsidRPr="009859F5" w14:paraId="35922E85" w14:textId="77777777">
        <w:tc>
          <w:tcPr>
            <w:tcW w:w="10632" w:type="dxa"/>
            <w:gridSpan w:val="6"/>
            <w:tcBorders>
              <w:top w:val="single" w:sz="4" w:space="0" w:color="auto"/>
              <w:left w:val="single" w:sz="4" w:space="0" w:color="auto"/>
              <w:bottom w:val="single" w:sz="4" w:space="0" w:color="auto"/>
              <w:right w:val="single" w:sz="4" w:space="0" w:color="auto"/>
            </w:tcBorders>
            <w:hideMark/>
          </w:tcPr>
          <w:p w14:paraId="759D7B5A" w14:textId="77777777" w:rsidR="00C22FDE" w:rsidRPr="009859F5" w:rsidRDefault="007375D1">
            <w:pPr>
              <w:numPr>
                <w:ilvl w:val="0"/>
                <w:numId w:val="25"/>
              </w:numPr>
              <w:spacing w:before="60" w:after="60" w:line="240" w:lineRule="exact"/>
              <w:ind w:right="-75"/>
              <w:textAlignment w:val="auto"/>
            </w:pPr>
            <w:r w:rsidRPr="009859F5">
              <w:rPr>
                <w:b/>
              </w:rPr>
              <w:t>Okres świadczenia usługi/zakończenie umowy</w:t>
            </w:r>
          </w:p>
        </w:tc>
      </w:tr>
      <w:tr w:rsidR="00C22FDE" w:rsidRPr="009859F5" w14:paraId="22420C60" w14:textId="77777777">
        <w:trPr>
          <w:trHeight w:val="330"/>
        </w:trPr>
        <w:tc>
          <w:tcPr>
            <w:tcW w:w="10632" w:type="dxa"/>
            <w:gridSpan w:val="6"/>
            <w:tcBorders>
              <w:bottom w:val="single" w:sz="4" w:space="0" w:color="auto"/>
            </w:tcBorders>
            <w:shd w:val="clear" w:color="auto" w:fill="auto"/>
          </w:tcPr>
          <w:p w14:paraId="440F83DA" w14:textId="77777777" w:rsidR="00C22FDE" w:rsidRPr="009859F5" w:rsidRDefault="007375D1">
            <w:pPr>
              <w:numPr>
                <w:ilvl w:val="1"/>
                <w:numId w:val="25"/>
              </w:numPr>
              <w:spacing w:before="120" w:after="60" w:line="240" w:lineRule="exact"/>
              <w:ind w:left="425" w:right="-74" w:hanging="425"/>
              <w:rPr>
                <w:sz w:val="18"/>
              </w:rPr>
            </w:pPr>
            <w:r w:rsidRPr="009859F5">
              <w:rPr>
                <w:sz w:val="18"/>
              </w:rPr>
              <w:t>Rozpoczęcie świadczenia usług nastąpi dnia ______________________________________ (dd.mm.rrrr).</w:t>
            </w:r>
          </w:p>
        </w:tc>
      </w:tr>
      <w:tr w:rsidR="00C22FDE" w:rsidRPr="009859F5" w14:paraId="25E4FCED" w14:textId="77777777">
        <w:trPr>
          <w:trHeight w:val="1344"/>
        </w:trPr>
        <w:tc>
          <w:tcPr>
            <w:tcW w:w="10632" w:type="dxa"/>
            <w:gridSpan w:val="6"/>
            <w:tcBorders>
              <w:bottom w:val="single" w:sz="4" w:space="0" w:color="auto"/>
            </w:tcBorders>
            <w:shd w:val="clear" w:color="auto" w:fill="auto"/>
          </w:tcPr>
          <w:p w14:paraId="5AE191F8" w14:textId="77777777" w:rsidR="00C22FDE" w:rsidRPr="009859F5" w:rsidRDefault="007375D1">
            <w:pPr>
              <w:numPr>
                <w:ilvl w:val="1"/>
                <w:numId w:val="25"/>
              </w:numPr>
              <w:spacing w:before="60" w:after="60" w:line="240" w:lineRule="exact"/>
              <w:ind w:left="426" w:right="-75" w:hanging="426"/>
              <w:rPr>
                <w:sz w:val="18"/>
              </w:rPr>
            </w:pPr>
            <w:r w:rsidRPr="009859F5">
              <w:rPr>
                <w:sz w:val="18"/>
              </w:rPr>
              <w:t xml:space="preserve">Czas trwania umowy: </w:t>
            </w:r>
            <w:r w:rsidRPr="009859F5">
              <w:rPr>
                <w:sz w:val="18"/>
              </w:rPr>
              <w:br/>
              <w:t xml:space="preserve">(zaznaczyć właściwą opcję) </w:t>
            </w:r>
          </w:p>
          <w:p w14:paraId="1AA9C1CB" w14:textId="77777777" w:rsidR="00C22FDE" w:rsidRPr="009859F5" w:rsidRDefault="007375D1">
            <w:pPr>
              <w:numPr>
                <w:ilvl w:val="0"/>
                <w:numId w:val="29"/>
              </w:numPr>
              <w:spacing w:before="60" w:after="60" w:line="240" w:lineRule="exact"/>
              <w:ind w:left="709" w:right="-75" w:hanging="283"/>
              <w:rPr>
                <w:sz w:val="18"/>
              </w:rPr>
            </w:pPr>
            <w:r w:rsidRPr="009859F5">
              <w:rPr>
                <w:sz w:val="18"/>
              </w:rPr>
              <w:t>Termin realizacji umowy jest ograniczony do _____________________________ (dd.mm.rrrr) i kończy się bez konieczności wypowiedzenia.</w:t>
            </w:r>
          </w:p>
          <w:p w14:paraId="7D7C5565" w14:textId="77777777" w:rsidR="00C22FDE" w:rsidRPr="009859F5" w:rsidRDefault="007375D1">
            <w:pPr>
              <w:numPr>
                <w:ilvl w:val="0"/>
                <w:numId w:val="29"/>
              </w:numPr>
              <w:spacing w:before="60" w:after="60" w:line="240" w:lineRule="exact"/>
              <w:ind w:left="709" w:right="-75" w:hanging="283"/>
              <w:rPr>
                <w:sz w:val="18"/>
              </w:rPr>
            </w:pPr>
            <w:r w:rsidRPr="009859F5">
              <w:rPr>
                <w:sz w:val="18"/>
              </w:rPr>
              <w:t>Umowa zostaje zawarta na czas nieokreślony (bezterminowo).</w:t>
            </w:r>
          </w:p>
        </w:tc>
      </w:tr>
      <w:tr w:rsidR="00C22FDE" w:rsidRPr="009859F5" w14:paraId="2C00FC52" w14:textId="77777777">
        <w:trPr>
          <w:trHeight w:val="1820"/>
        </w:trPr>
        <w:tc>
          <w:tcPr>
            <w:tcW w:w="10632" w:type="dxa"/>
            <w:gridSpan w:val="6"/>
            <w:tcBorders>
              <w:top w:val="single" w:sz="4" w:space="0" w:color="auto"/>
            </w:tcBorders>
            <w:shd w:val="clear" w:color="auto" w:fill="auto"/>
          </w:tcPr>
          <w:p w14:paraId="5CC7E60A" w14:textId="77777777" w:rsidR="00C22FDE" w:rsidRPr="009859F5" w:rsidRDefault="007375D1">
            <w:pPr>
              <w:numPr>
                <w:ilvl w:val="1"/>
                <w:numId w:val="25"/>
              </w:numPr>
              <w:spacing w:before="60" w:after="60" w:line="240" w:lineRule="exact"/>
              <w:ind w:left="426" w:right="-75" w:hanging="426"/>
              <w:rPr>
                <w:sz w:val="18"/>
              </w:rPr>
            </w:pPr>
            <w:r w:rsidRPr="009859F5">
              <w:rPr>
                <w:sz w:val="18"/>
              </w:rPr>
              <w:t>Zakończenie umowy w inny sposób:</w:t>
            </w:r>
          </w:p>
          <w:p w14:paraId="7BD0F495" w14:textId="77777777" w:rsidR="00C22FDE" w:rsidRPr="009859F5" w:rsidRDefault="007375D1">
            <w:pPr>
              <w:spacing w:before="60" w:after="60" w:line="240" w:lineRule="exact"/>
              <w:ind w:left="426" w:right="-75"/>
              <w:rPr>
                <w:sz w:val="18"/>
              </w:rPr>
            </w:pPr>
            <w:r w:rsidRPr="009859F5">
              <w:rPr>
                <w:sz w:val="18"/>
              </w:rPr>
              <w:t xml:space="preserve">Umowa pośrednictwa kończy się każdorazowo wraz ze śmiercią osoby wymagającej opieki, a agencja pośrednictwa zobowiązana jest do proporcjonalnego zwrotu należności pobranej z góry. </w:t>
            </w:r>
          </w:p>
          <w:p w14:paraId="1A43E800" w14:textId="77777777" w:rsidR="00C22FDE" w:rsidRPr="009859F5" w:rsidRDefault="007375D1">
            <w:pPr>
              <w:spacing w:before="60" w:after="60" w:line="240" w:lineRule="exact"/>
              <w:ind w:left="426" w:right="-75"/>
              <w:textAlignment w:val="auto"/>
              <w:rPr>
                <w:sz w:val="18"/>
              </w:rPr>
            </w:pPr>
            <w:r w:rsidRPr="009859F5">
              <w:rPr>
                <w:sz w:val="18"/>
              </w:rPr>
              <w:t>Umowa pośrednictwa kończy się również w przypadku upadłości lub rozwiązania agencji pośrednictwa.</w:t>
            </w:r>
          </w:p>
          <w:p w14:paraId="3A2802D2" w14:textId="77777777" w:rsidR="00C22FDE" w:rsidRPr="009859F5" w:rsidRDefault="007375D1">
            <w:pPr>
              <w:spacing w:before="60" w:after="60" w:line="240" w:lineRule="exact"/>
              <w:ind w:left="426" w:right="-75"/>
              <w:rPr>
                <w:sz w:val="18"/>
              </w:rPr>
            </w:pPr>
            <w:r w:rsidRPr="009859F5">
              <w:rPr>
                <w:sz w:val="18"/>
              </w:rPr>
              <w:t xml:space="preserve">Umowa może zostać rozwiązana przez każdą ze stron (również w przypadku umowy na czas nieokreślony) z </w:t>
            </w:r>
            <w:r w:rsidRPr="009859F5">
              <w:rPr>
                <w:b/>
                <w:sz w:val="18"/>
              </w:rPr>
              <w:t xml:space="preserve">zachowaniem dwutygodniowego okresu wypowiedzenia </w:t>
            </w:r>
            <w:r w:rsidRPr="009859F5">
              <w:rPr>
                <w:sz w:val="18"/>
              </w:rPr>
              <w:t xml:space="preserve"> </w:t>
            </w:r>
            <w:r w:rsidRPr="009859F5">
              <w:rPr>
                <w:b/>
                <w:sz w:val="18"/>
              </w:rPr>
              <w:t>do końca miesiąca kalendarzowego</w:t>
            </w:r>
            <w:r w:rsidRPr="009859F5">
              <w:rPr>
                <w:sz w:val="18"/>
              </w:rPr>
              <w:t>.</w:t>
            </w:r>
          </w:p>
        </w:tc>
      </w:tr>
      <w:tr w:rsidR="00C22FDE" w:rsidRPr="009859F5" w14:paraId="763128DA" w14:textId="77777777">
        <w:trPr>
          <w:trHeight w:val="179"/>
        </w:trPr>
        <w:tc>
          <w:tcPr>
            <w:tcW w:w="10632" w:type="dxa"/>
            <w:gridSpan w:val="6"/>
            <w:tcBorders>
              <w:top w:val="single" w:sz="4" w:space="0" w:color="auto"/>
              <w:left w:val="single" w:sz="4" w:space="0" w:color="auto"/>
              <w:bottom w:val="single" w:sz="4" w:space="0" w:color="auto"/>
              <w:right w:val="single" w:sz="4" w:space="0" w:color="auto"/>
            </w:tcBorders>
          </w:tcPr>
          <w:p w14:paraId="3CDC9AF3" w14:textId="77777777" w:rsidR="00C22FDE" w:rsidRPr="009859F5" w:rsidRDefault="007375D1">
            <w:pPr>
              <w:numPr>
                <w:ilvl w:val="0"/>
                <w:numId w:val="25"/>
              </w:numPr>
              <w:spacing w:before="60" w:after="60" w:line="240" w:lineRule="exact"/>
              <w:textAlignment w:val="auto"/>
              <w:rPr>
                <w:b/>
              </w:rPr>
            </w:pPr>
            <w:r w:rsidRPr="009859F5">
              <w:rPr>
                <w:b/>
              </w:rPr>
              <w:t>Obowiązki informacyjne leżące po stronie agencji pośrednictwa</w:t>
            </w:r>
          </w:p>
        </w:tc>
      </w:tr>
      <w:tr w:rsidR="00C22FDE" w:rsidRPr="009859F5" w14:paraId="47A5248A" w14:textId="77777777">
        <w:trPr>
          <w:trHeight w:val="1866"/>
        </w:trPr>
        <w:tc>
          <w:tcPr>
            <w:tcW w:w="10632" w:type="dxa"/>
            <w:gridSpan w:val="6"/>
            <w:tcBorders>
              <w:top w:val="single" w:sz="4" w:space="0" w:color="auto"/>
              <w:left w:val="single" w:sz="4" w:space="0" w:color="auto"/>
              <w:right w:val="single" w:sz="4" w:space="0" w:color="auto"/>
            </w:tcBorders>
          </w:tcPr>
          <w:p w14:paraId="56F92576" w14:textId="77777777" w:rsidR="00C22FDE" w:rsidRPr="009859F5" w:rsidRDefault="007375D1" w:rsidP="00A77F38">
            <w:pPr>
              <w:spacing w:before="60" w:after="60" w:line="240" w:lineRule="exact"/>
              <w:ind w:left="426"/>
              <w:textAlignment w:val="auto"/>
              <w:rPr>
                <w:sz w:val="18"/>
              </w:rPr>
            </w:pPr>
            <w:r w:rsidRPr="009859F5">
              <w:rPr>
                <w:sz w:val="18"/>
              </w:rPr>
              <w:t>Przed podpisaniem umowy firma pośrednicząca zobowiązana jest w każdym przypadku do objaśnienia osobie wymagającej opieki</w:t>
            </w:r>
            <w:r w:rsidR="00A77F38">
              <w:rPr>
                <w:sz w:val="18"/>
              </w:rPr>
              <w:t xml:space="preserve"> lub zleceniodawcy</w:t>
            </w:r>
          </w:p>
          <w:p w14:paraId="2F1EF9DC" w14:textId="77777777" w:rsidR="00C22FDE" w:rsidRPr="009859F5" w:rsidRDefault="007375D1">
            <w:pPr>
              <w:numPr>
                <w:ilvl w:val="0"/>
                <w:numId w:val="24"/>
              </w:numPr>
              <w:spacing w:before="60" w:after="60" w:line="240" w:lineRule="exact"/>
              <w:ind w:left="709" w:hanging="284"/>
              <w:textAlignment w:val="auto"/>
              <w:rPr>
                <w:sz w:val="18"/>
              </w:rPr>
            </w:pPr>
            <w:r w:rsidRPr="009859F5">
              <w:rPr>
                <w:sz w:val="18"/>
              </w:rPr>
              <w:t>dozwolonych czynności w zakresie opieki nad osobą;</w:t>
            </w:r>
          </w:p>
          <w:p w14:paraId="5264262B" w14:textId="77777777" w:rsidR="00C22FDE" w:rsidRPr="009859F5" w:rsidRDefault="007375D1">
            <w:pPr>
              <w:numPr>
                <w:ilvl w:val="0"/>
                <w:numId w:val="24"/>
              </w:numPr>
              <w:spacing w:before="60" w:after="60" w:line="240" w:lineRule="exact"/>
              <w:ind w:left="709" w:hanging="284"/>
              <w:textAlignment w:val="auto"/>
              <w:rPr>
                <w:sz w:val="18"/>
              </w:rPr>
            </w:pPr>
            <w:r w:rsidRPr="009859F5">
              <w:rPr>
                <w:sz w:val="18"/>
              </w:rPr>
              <w:t>obowiązków firmy świadczącej usługi opiekuńcze (takich jak np. zobowiązanie do samodzielnego składania deklaracji i odprowadzania podatków oraz składek na ubezpieczenie społeczne wynikających z umowy o opiekę nad osobą);</w:t>
            </w:r>
          </w:p>
          <w:p w14:paraId="671910C4" w14:textId="77777777" w:rsidR="00C22FDE" w:rsidRPr="009859F5" w:rsidRDefault="007375D1">
            <w:pPr>
              <w:numPr>
                <w:ilvl w:val="0"/>
                <w:numId w:val="24"/>
              </w:numPr>
              <w:spacing w:before="60" w:after="60" w:line="240" w:lineRule="exact"/>
              <w:ind w:left="709" w:hanging="284"/>
              <w:textAlignment w:val="auto"/>
              <w:rPr>
                <w:sz w:val="18"/>
              </w:rPr>
            </w:pPr>
            <w:r w:rsidRPr="009859F5">
              <w:rPr>
                <w:sz w:val="18"/>
              </w:rPr>
              <w:t xml:space="preserve">usług oferowanych przez </w:t>
            </w:r>
            <w:r w:rsidRPr="009859F5">
              <w:rPr>
                <w:b/>
                <w:sz w:val="18"/>
              </w:rPr>
              <w:t>firmę pośredniczącą</w:t>
            </w:r>
            <w:r w:rsidRPr="009859F5">
              <w:rPr>
                <w:sz w:val="18"/>
              </w:rPr>
              <w:t xml:space="preserve"> z podaniem kosztów, na życzenie również na piśmie;</w:t>
            </w:r>
          </w:p>
        </w:tc>
      </w:tr>
      <w:tr w:rsidR="00C22FDE" w:rsidRPr="009859F5" w14:paraId="7B3C9361" w14:textId="77777777">
        <w:trPr>
          <w:trHeight w:val="296"/>
        </w:trPr>
        <w:tc>
          <w:tcPr>
            <w:tcW w:w="10632" w:type="dxa"/>
            <w:gridSpan w:val="6"/>
            <w:tcBorders>
              <w:bottom w:val="nil"/>
            </w:tcBorders>
            <w:shd w:val="clear" w:color="auto" w:fill="auto"/>
          </w:tcPr>
          <w:p w14:paraId="2577AD35" w14:textId="77777777" w:rsidR="00C22FDE" w:rsidRPr="009859F5" w:rsidRDefault="007375D1">
            <w:pPr>
              <w:numPr>
                <w:ilvl w:val="0"/>
                <w:numId w:val="25"/>
              </w:numPr>
              <w:spacing w:before="60" w:after="60" w:line="240" w:lineRule="exact"/>
              <w:rPr>
                <w:b/>
              </w:rPr>
            </w:pPr>
            <w:r w:rsidRPr="009859F5">
              <w:rPr>
                <w:b/>
              </w:rPr>
              <w:t>Informacje i zadania ważne z punktu widzenia opieki/dofinansowania</w:t>
            </w:r>
          </w:p>
        </w:tc>
      </w:tr>
      <w:tr w:rsidR="00C22FDE" w:rsidRPr="009859F5" w14:paraId="5AFB736F" w14:textId="77777777">
        <w:trPr>
          <w:trHeight w:val="424"/>
        </w:trPr>
        <w:tc>
          <w:tcPr>
            <w:tcW w:w="10632" w:type="dxa"/>
            <w:gridSpan w:val="6"/>
            <w:tcBorders>
              <w:bottom w:val="single" w:sz="4" w:space="0" w:color="auto"/>
            </w:tcBorders>
            <w:shd w:val="clear" w:color="auto" w:fill="auto"/>
          </w:tcPr>
          <w:p w14:paraId="5DEEFB3B" w14:textId="77777777" w:rsidR="00C22FDE" w:rsidRPr="009859F5" w:rsidRDefault="007375D1" w:rsidP="00CA082D">
            <w:pPr>
              <w:numPr>
                <w:ilvl w:val="1"/>
                <w:numId w:val="25"/>
              </w:numPr>
              <w:spacing w:before="60" w:after="60" w:line="220" w:lineRule="atLeast"/>
              <w:rPr>
                <w:sz w:val="18"/>
              </w:rPr>
            </w:pPr>
            <w:r w:rsidRPr="009859F5">
              <w:rPr>
                <w:sz w:val="18"/>
              </w:rPr>
              <w:t xml:space="preserve">Osoba wymagająca opieki -  o ile spełnia wymienione poniżej warunki - ma prawo do dofinansowania, jeżeli wymaga całodobowej opieki, otrzymuje </w:t>
            </w:r>
            <w:hyperlink r:id="rId8" w:history="1">
              <w:r w:rsidRPr="009859F5">
                <w:rPr>
                  <w:rStyle w:val="Link"/>
                  <w:rFonts w:cs="Arial"/>
                  <w:color w:val="auto"/>
                  <w:sz w:val="18"/>
                  <w:u w:val="none"/>
                </w:rPr>
                <w:t>zasiłek pielęgnacyjny</w:t>
              </w:r>
            </w:hyperlink>
            <w:r w:rsidRPr="009859F5">
              <w:rPr>
                <w:sz w:val="18"/>
              </w:rPr>
              <w:t xml:space="preserve"> zgodnie z krajowymi przepisami od stopnia  3 i nie przekracza miesięcznego dochodu 2500 euro netto (wartość graniczna przychodów ulega podwyższeniu w przypadku zamieszkujących w tym samym gospodarstwie domowym krewnych uprawnionych do otrzymywania zapomogi). Do przychodów nie zalicza się między innymi  </w:t>
            </w:r>
            <w:hyperlink r:id="rId9" w:history="1">
              <w:r w:rsidRPr="009859F5">
                <w:rPr>
                  <w:rStyle w:val="Link"/>
                  <w:rFonts w:cs="Arial"/>
                  <w:color w:val="auto"/>
                  <w:sz w:val="18"/>
                  <w:u w:val="none"/>
                </w:rPr>
                <w:t>zasiłku opiekuńczego</w:t>
              </w:r>
            </w:hyperlink>
            <w:r w:rsidRPr="009859F5">
              <w:rPr>
                <w:sz w:val="18"/>
              </w:rPr>
              <w:t xml:space="preserve">, bonusów specjalnych, </w:t>
            </w:r>
            <w:hyperlink r:id="rId10" w:history="1">
              <w:r w:rsidRPr="009859F5">
                <w:rPr>
                  <w:rStyle w:val="Link"/>
                  <w:rFonts w:cs="Arial"/>
                  <w:color w:val="auto"/>
                  <w:sz w:val="18"/>
                  <w:u w:val="none"/>
                </w:rPr>
                <w:t>dodatku rodzinnego</w:t>
              </w:r>
            </w:hyperlink>
            <w:r w:rsidRPr="009859F5">
              <w:rPr>
                <w:sz w:val="18"/>
              </w:rPr>
              <w:t xml:space="preserve">, </w:t>
            </w:r>
            <w:hyperlink r:id="rId11" w:history="1">
              <w:r w:rsidRPr="009859F5">
                <w:rPr>
                  <w:rStyle w:val="Link"/>
                  <w:rFonts w:cs="Arial"/>
                  <w:color w:val="auto"/>
                  <w:sz w:val="18"/>
                  <w:u w:val="none"/>
                </w:rPr>
                <w:t>zasiłku wychowawczego na dziecko</w:t>
              </w:r>
            </w:hyperlink>
            <w:r w:rsidRPr="009859F5">
              <w:rPr>
                <w:sz w:val="18"/>
              </w:rPr>
              <w:t xml:space="preserve">, </w:t>
            </w:r>
            <w:hyperlink r:id="rId12" w:history="1">
              <w:r w:rsidRPr="009859F5">
                <w:rPr>
                  <w:rStyle w:val="Link"/>
                  <w:rFonts w:cs="Arial"/>
                  <w:color w:val="auto"/>
                  <w:sz w:val="18"/>
                  <w:u w:val="none"/>
                </w:rPr>
                <w:t>dodatku mieszkaniowego</w:t>
              </w:r>
            </w:hyperlink>
            <w:r w:rsidRPr="009859F5">
              <w:rPr>
                <w:sz w:val="18"/>
              </w:rPr>
              <w:t xml:space="preserve"> i majątku osoby wymagającej opieki.</w:t>
            </w:r>
          </w:p>
          <w:p w14:paraId="3428DE2D" w14:textId="77777777" w:rsidR="00C22FDE" w:rsidRPr="009859F5" w:rsidRDefault="007375D1">
            <w:pPr>
              <w:spacing w:before="60" w:after="60" w:line="220" w:lineRule="atLeast"/>
              <w:ind w:left="360"/>
              <w:rPr>
                <w:sz w:val="18"/>
              </w:rPr>
            </w:pPr>
            <w:r w:rsidRPr="009859F5">
              <w:rPr>
                <w:sz w:val="18"/>
              </w:rPr>
              <w:t>Aby móc uwzględnić wniosek o dotację, należy dodatkowo udowodnić, że firma świadcząca usługi opiekuńcze</w:t>
            </w:r>
            <w:r w:rsidR="00A77F38">
              <w:rPr>
                <w:sz w:val="18"/>
              </w:rPr>
              <w:t xml:space="preserve"> lub osoba zatrudniona do sprawowania opieki</w:t>
            </w:r>
            <w:r w:rsidRPr="009859F5">
              <w:rPr>
                <w:sz w:val="18"/>
              </w:rPr>
              <w:t>:</w:t>
            </w:r>
          </w:p>
          <w:p w14:paraId="1EE032BA" w14:textId="77777777" w:rsidR="00C22FDE" w:rsidRPr="009859F5" w:rsidRDefault="007375D1">
            <w:pPr>
              <w:numPr>
                <w:ilvl w:val="0"/>
                <w:numId w:val="28"/>
              </w:numPr>
              <w:spacing w:before="60" w:after="60" w:line="220" w:lineRule="atLeast"/>
              <w:rPr>
                <w:sz w:val="18"/>
              </w:rPr>
            </w:pPr>
            <w:r w:rsidRPr="009859F5">
              <w:rPr>
                <w:sz w:val="18"/>
              </w:rPr>
              <w:t xml:space="preserve">posiada teoretyczne wykształcenie odpowiadające w istotnym zakresie wykształceniu </w:t>
            </w:r>
            <w:r w:rsidR="00A77F38" w:rsidRPr="002F576F">
              <w:rPr>
                <w:sz w:val="18"/>
              </w:rPr>
              <w:t xml:space="preserve">asystenta domowego (lub </w:t>
            </w:r>
            <w:r w:rsidR="00A77F38">
              <w:rPr>
                <w:sz w:val="18"/>
              </w:rPr>
              <w:t>d</w:t>
            </w:r>
            <w:r w:rsidR="00A77F38" w:rsidRPr="002F576F">
              <w:rPr>
                <w:sz w:val="18"/>
              </w:rPr>
              <w:t>owód z jednostki szkoleniowej potwierdzający ukończenie kursu pielęgniarskiego obejmującego co najmniej 200 godzin teorii i praktyki</w:t>
            </w:r>
            <w:r w:rsidR="00A77F38" w:rsidRPr="009859F5">
              <w:rPr>
                <w:sz w:val="18"/>
              </w:rPr>
              <w:t xml:space="preserve"> </w:t>
            </w:r>
            <w:r w:rsidRPr="009859F5">
              <w:rPr>
                <w:sz w:val="18"/>
              </w:rPr>
              <w:t>lub</w:t>
            </w:r>
          </w:p>
          <w:p w14:paraId="1A06BCE6" w14:textId="77777777" w:rsidR="00C22FDE" w:rsidRPr="009859F5" w:rsidRDefault="007375D1">
            <w:pPr>
              <w:numPr>
                <w:ilvl w:val="0"/>
                <w:numId w:val="28"/>
              </w:numPr>
              <w:spacing w:before="60" w:after="60" w:line="220" w:lineRule="atLeast"/>
              <w:rPr>
                <w:sz w:val="18"/>
              </w:rPr>
            </w:pPr>
            <w:r w:rsidRPr="009859F5">
              <w:rPr>
                <w:sz w:val="18"/>
              </w:rPr>
              <w:t>od co najmniej sześciu miesięcy prawidłowo opiekowała się osobą wymagającą opieki (w myśl</w:t>
            </w:r>
            <w:r w:rsidR="00A77F38">
              <w:rPr>
                <w:sz w:val="18"/>
              </w:rPr>
              <w:t xml:space="preserve"> </w:t>
            </w:r>
            <w:r w:rsidR="00F31BB6">
              <w:fldChar w:fldCharType="begin"/>
            </w:r>
            <w:r w:rsidR="00F31BB6">
              <w:instrText xml:space="preserve"> HYPERLINK "https://www.help.gv.at/linkaufloesung/applikation-flow?flow=LO&amp;quelle=HELP&amp;leistung=LA-HP-GL-Hausbetreuung" \t "_blank" \o "Öffnet in einem neuen Fenster" </w:instrText>
            </w:r>
            <w:r w:rsidR="00F31BB6">
              <w:fldChar w:fldCharType="separate"/>
            </w:r>
            <w:r w:rsidRPr="009859F5">
              <w:rPr>
                <w:rStyle w:val="Link"/>
                <w:rFonts w:cs="Arial"/>
                <w:color w:val="auto"/>
                <w:sz w:val="18"/>
                <w:u w:val="none"/>
              </w:rPr>
              <w:t>ustawy o opiece domowej</w:t>
            </w:r>
            <w:r w:rsidR="00F31BB6">
              <w:rPr>
                <w:rStyle w:val="Link"/>
                <w:rFonts w:cs="Arial"/>
                <w:color w:val="auto"/>
                <w:sz w:val="18"/>
                <w:u w:val="none"/>
              </w:rPr>
              <w:fldChar w:fldCharType="end"/>
            </w:r>
            <w:r w:rsidRPr="009859F5">
              <w:rPr>
                <w:sz w:val="18"/>
              </w:rPr>
              <w:t xml:space="preserve"> lub </w:t>
            </w:r>
            <w:r w:rsidR="00F31BB6">
              <w:fldChar w:fldCharType="begin"/>
            </w:r>
            <w:r w:rsidR="00F31BB6">
              <w:instrText xml:space="preserve"> HYPERLINK "https://www.help.gv.at/linkaufloesung/applikation-flow?flow=LO&amp;quelle=HELP&amp;leistung=LA-HP-GL-GewO" \t "_blank" \o "Öffnet in einem neuen Fenster" </w:instrText>
            </w:r>
            <w:r w:rsidR="00F31BB6">
              <w:fldChar w:fldCharType="separate"/>
            </w:r>
            <w:r w:rsidRPr="009859F5">
              <w:rPr>
                <w:rStyle w:val="Link"/>
                <w:rFonts w:cs="Arial"/>
                <w:color w:val="auto"/>
                <w:sz w:val="18"/>
                <w:u w:val="none"/>
              </w:rPr>
              <w:t>ustawy o prowadzeniu działalności gospodarczej</w:t>
            </w:r>
            <w:r w:rsidR="00F31BB6">
              <w:rPr>
                <w:rStyle w:val="Link"/>
                <w:rFonts w:cs="Arial"/>
                <w:color w:val="auto"/>
                <w:sz w:val="18"/>
                <w:u w:val="none"/>
              </w:rPr>
              <w:fldChar w:fldCharType="end"/>
            </w:r>
            <w:r w:rsidRPr="009859F5">
              <w:rPr>
                <w:sz w:val="18"/>
              </w:rPr>
              <w:t>) lub</w:t>
            </w:r>
          </w:p>
          <w:p w14:paraId="0F89874B" w14:textId="77777777" w:rsidR="00C22FDE" w:rsidRPr="009859F5" w:rsidRDefault="007375D1">
            <w:pPr>
              <w:numPr>
                <w:ilvl w:val="0"/>
                <w:numId w:val="28"/>
              </w:numPr>
              <w:spacing w:before="60" w:after="60" w:line="220" w:lineRule="atLeast"/>
              <w:rPr>
                <w:sz w:val="18"/>
              </w:rPr>
            </w:pPr>
            <w:r w:rsidRPr="009859F5">
              <w:rPr>
                <w:sz w:val="18"/>
              </w:rPr>
              <w:t>wykonuje określone czynności pielęgnacyjne lub medyczne</w:t>
            </w:r>
            <w:r w:rsidR="00A77F38">
              <w:rPr>
                <w:sz w:val="18"/>
              </w:rPr>
              <w:t xml:space="preserve"> </w:t>
            </w:r>
            <w:r w:rsidR="00A77F38" w:rsidRPr="00C62341">
              <w:rPr>
                <w:sz w:val="18"/>
              </w:rPr>
              <w:t>zgodnie z instrukcjami i pod nadzorem wykwalifikowanej pielęgniarki odpowiedzialnej za opiekę ogólną lub lekarz</w:t>
            </w:r>
            <w:r w:rsidR="00A77F38">
              <w:rPr>
                <w:sz w:val="18"/>
              </w:rPr>
              <w:t>a</w:t>
            </w:r>
            <w:r w:rsidR="00A77F38" w:rsidRPr="00C62341">
              <w:rPr>
                <w:sz w:val="18"/>
              </w:rPr>
              <w:t xml:space="preserve"> (zezwolenie zgodnie z § 3b lub § 15 ust. 7 ustawy o opiece zdrowotnej i pielęgniarstwie lub zgodnie z art. 50b ustawy o lekarzach z 1998 r.).</w:t>
            </w:r>
          </w:p>
          <w:p w14:paraId="2A180384" w14:textId="77777777" w:rsidR="00C22FDE" w:rsidRPr="009859F5" w:rsidRDefault="007375D1">
            <w:pPr>
              <w:spacing w:before="60" w:after="60" w:line="220" w:lineRule="atLeast"/>
              <w:ind w:left="360"/>
              <w:rPr>
                <w:sz w:val="18"/>
              </w:rPr>
            </w:pPr>
            <w:r w:rsidRPr="009859F5">
              <w:rPr>
                <w:sz w:val="18"/>
              </w:rPr>
              <w:t xml:space="preserve">Poniższe </w:t>
            </w:r>
            <w:r w:rsidR="00A77F38">
              <w:rPr>
                <w:sz w:val="18"/>
              </w:rPr>
              <w:t>wymogi</w:t>
            </w:r>
            <w:r w:rsidRPr="009859F5">
              <w:rPr>
                <w:sz w:val="18"/>
              </w:rPr>
              <w:t xml:space="preserve"> powinny zostać spełnione zwłaszcza przez osobę wymagającą opieki lub jej przedstawiciela, ewentualnie powinny występować w chwili składania wniosku:</w:t>
            </w:r>
          </w:p>
          <w:p w14:paraId="764BAC6D" w14:textId="77777777" w:rsidR="00C22FDE" w:rsidRPr="009859F5" w:rsidRDefault="007375D1">
            <w:pPr>
              <w:numPr>
                <w:ilvl w:val="0"/>
                <w:numId w:val="28"/>
              </w:numPr>
              <w:spacing w:before="60" w:after="60" w:line="220" w:lineRule="atLeast"/>
              <w:ind w:left="714" w:hanging="357"/>
              <w:rPr>
                <w:sz w:val="18"/>
              </w:rPr>
            </w:pPr>
            <w:r w:rsidRPr="009859F5">
              <w:rPr>
                <w:sz w:val="18"/>
              </w:rPr>
              <w:t xml:space="preserve">w przypadku dwóch firm świadczących usługi opiekuńcze deklaracja, że w okresie pobierania dodatków nie będzie się korzystać z żadnych zabezpieczeń przewidzianych przez przepisy o zabezpieczeniu społecznym przyznawanych krewnym opiekunom w myśl przepisów ogólnej ustawy o zabezpieczeniu społecznym (ASVS), ustawy o zabezpieczeniu społecznym związanym z działalnością gospodarczą (GSVG) lub ustawy o zabezpieczeniu społecznym rolników (BSVG). </w:t>
            </w:r>
          </w:p>
          <w:p w14:paraId="5022CAC2" w14:textId="77777777" w:rsidR="00C22FDE" w:rsidRPr="009859F5" w:rsidRDefault="007375D1">
            <w:pPr>
              <w:numPr>
                <w:ilvl w:val="0"/>
                <w:numId w:val="28"/>
              </w:numPr>
              <w:spacing w:before="60" w:after="60" w:line="220" w:lineRule="atLeast"/>
              <w:ind w:left="714" w:hanging="357"/>
              <w:rPr>
                <w:sz w:val="18"/>
              </w:rPr>
            </w:pPr>
            <w:r w:rsidRPr="009859F5">
              <w:rPr>
                <w:sz w:val="18"/>
              </w:rPr>
              <w:t>prawnie wiążąca decyzja/orzeczenie o przyznaniu zasiłku opiekuńczego,</w:t>
            </w:r>
          </w:p>
          <w:p w14:paraId="61C94360" w14:textId="77777777" w:rsidR="00C22FDE" w:rsidRPr="009859F5" w:rsidRDefault="007375D1">
            <w:pPr>
              <w:numPr>
                <w:ilvl w:val="0"/>
                <w:numId w:val="28"/>
              </w:numPr>
              <w:spacing w:before="60" w:after="60" w:line="220" w:lineRule="atLeast"/>
              <w:ind w:left="714" w:hanging="357"/>
              <w:rPr>
                <w:sz w:val="18"/>
              </w:rPr>
            </w:pPr>
            <w:r w:rsidRPr="009859F5">
              <w:rPr>
                <w:sz w:val="18"/>
              </w:rPr>
              <w:t>w przypadku pobierania zasiłku pielęgnacyjnego stopnia 3 i 4 uzasadnione zaświadczenie lekarskie lub uzasadnione zaświadczenie wydane przez</w:t>
            </w:r>
            <w:r w:rsidRPr="009859F5">
              <w:rPr>
                <w:b/>
                <w:sz w:val="18"/>
              </w:rPr>
              <w:t xml:space="preserve"> </w:t>
            </w:r>
            <w:r w:rsidRPr="009859F5">
              <w:rPr>
                <w:sz w:val="18"/>
              </w:rPr>
              <w:t xml:space="preserve">innego kompetentnego do jego wystawienia pracownika służby zdrowia o konieczności zapewnienia opieki całodobowej, </w:t>
            </w:r>
          </w:p>
          <w:p w14:paraId="012A9DFC" w14:textId="77777777" w:rsidR="00C22FDE" w:rsidRPr="009859F5" w:rsidRDefault="007375D1">
            <w:pPr>
              <w:numPr>
                <w:ilvl w:val="0"/>
                <w:numId w:val="28"/>
              </w:numPr>
              <w:spacing w:before="60" w:after="60" w:line="220" w:lineRule="atLeast"/>
              <w:ind w:left="714" w:hanging="357"/>
              <w:rPr>
                <w:sz w:val="18"/>
              </w:rPr>
            </w:pPr>
            <w:r w:rsidRPr="009859F5">
              <w:rPr>
                <w:sz w:val="18"/>
              </w:rPr>
              <w:t>oświadczenie o dochodach i zobowiązaniach alimentacyjnych osoby wymagającej opieki</w:t>
            </w:r>
            <w:r w:rsidRPr="009859F5">
              <w:rPr>
                <w:b/>
                <w:sz w:val="18"/>
              </w:rPr>
              <w:t>;</w:t>
            </w:r>
          </w:p>
        </w:tc>
      </w:tr>
      <w:tr w:rsidR="00C22FDE" w:rsidRPr="009859F5" w14:paraId="37150D6B" w14:textId="77777777">
        <w:trPr>
          <w:trHeight w:val="558"/>
        </w:trPr>
        <w:tc>
          <w:tcPr>
            <w:tcW w:w="10632" w:type="dxa"/>
            <w:gridSpan w:val="6"/>
            <w:tcBorders>
              <w:bottom w:val="nil"/>
            </w:tcBorders>
            <w:shd w:val="clear" w:color="auto" w:fill="auto"/>
          </w:tcPr>
          <w:p w14:paraId="7B884D93" w14:textId="77777777" w:rsidR="00C22FDE" w:rsidRPr="009859F5" w:rsidRDefault="007375D1">
            <w:pPr>
              <w:numPr>
                <w:ilvl w:val="1"/>
                <w:numId w:val="25"/>
              </w:numPr>
              <w:spacing w:before="60" w:after="60" w:line="240" w:lineRule="exact"/>
              <w:ind w:left="426" w:hanging="426"/>
              <w:rPr>
                <w:sz w:val="18"/>
              </w:rPr>
            </w:pPr>
            <w:r w:rsidRPr="009859F5">
              <w:rPr>
                <w:sz w:val="18"/>
              </w:rPr>
              <w:t xml:space="preserve">Czy osoba wymagająca opieki pobiera </w:t>
            </w:r>
            <w:r w:rsidRPr="009859F5">
              <w:rPr>
                <w:b/>
                <w:sz w:val="18"/>
              </w:rPr>
              <w:t>zasiłek opiekuńczy</w:t>
            </w:r>
            <w:r w:rsidRPr="009859F5">
              <w:rPr>
                <w:sz w:val="18"/>
              </w:rPr>
              <w:t>?</w:t>
            </w:r>
          </w:p>
        </w:tc>
      </w:tr>
      <w:tr w:rsidR="00C22FDE" w:rsidRPr="009859F5" w14:paraId="2656BD15" w14:textId="77777777">
        <w:trPr>
          <w:trHeight w:val="1398"/>
        </w:trPr>
        <w:tc>
          <w:tcPr>
            <w:tcW w:w="4896" w:type="dxa"/>
            <w:gridSpan w:val="4"/>
            <w:tcBorders>
              <w:top w:val="nil"/>
              <w:bottom w:val="single" w:sz="4" w:space="0" w:color="auto"/>
              <w:right w:val="nil"/>
            </w:tcBorders>
            <w:shd w:val="clear" w:color="auto" w:fill="auto"/>
          </w:tcPr>
          <w:p w14:paraId="3DB09604" w14:textId="77777777" w:rsidR="00C22FDE" w:rsidRPr="009859F5" w:rsidRDefault="007375D1">
            <w:pPr>
              <w:numPr>
                <w:ilvl w:val="0"/>
                <w:numId w:val="27"/>
              </w:numPr>
              <w:spacing w:before="60" w:after="60" w:line="240" w:lineRule="exact"/>
              <w:ind w:left="709" w:hanging="283"/>
              <w:textAlignment w:val="auto"/>
              <w:rPr>
                <w:sz w:val="18"/>
              </w:rPr>
            </w:pPr>
            <w:r w:rsidRPr="009859F5">
              <w:rPr>
                <w:sz w:val="18"/>
              </w:rPr>
              <w:t>Tak, osobie wymagającej opieki</w:t>
            </w:r>
            <w:r w:rsidRPr="009859F5">
              <w:rPr>
                <w:sz w:val="18"/>
              </w:rPr>
              <w:br/>
              <w:t>decyzją  ____________________</w:t>
            </w:r>
            <w:r w:rsidRPr="009859F5">
              <w:rPr>
                <w:sz w:val="18"/>
              </w:rPr>
              <w:br/>
            </w:r>
            <w:r w:rsidRPr="009859F5">
              <w:rPr>
                <w:sz w:val="18"/>
              </w:rPr>
              <w:br/>
              <w:t>został przyznany zasiłek pielęgnacyjny poziomu ____ .</w:t>
            </w:r>
          </w:p>
        </w:tc>
        <w:tc>
          <w:tcPr>
            <w:tcW w:w="5736" w:type="dxa"/>
            <w:gridSpan w:val="2"/>
            <w:tcBorders>
              <w:top w:val="nil"/>
              <w:left w:val="nil"/>
              <w:bottom w:val="single" w:sz="4" w:space="0" w:color="auto"/>
            </w:tcBorders>
            <w:shd w:val="clear" w:color="auto" w:fill="auto"/>
          </w:tcPr>
          <w:p w14:paraId="3A77F09E" w14:textId="77777777" w:rsidR="00C22FDE" w:rsidRPr="009859F5" w:rsidRDefault="007375D1">
            <w:pPr>
              <w:numPr>
                <w:ilvl w:val="0"/>
                <w:numId w:val="27"/>
              </w:numPr>
              <w:spacing w:before="60" w:after="60" w:line="240" w:lineRule="exact"/>
              <w:ind w:hanging="266"/>
              <w:textAlignment w:val="auto"/>
              <w:rPr>
                <w:sz w:val="18"/>
              </w:rPr>
            </w:pPr>
            <w:r w:rsidRPr="009859F5">
              <w:rPr>
                <w:sz w:val="18"/>
              </w:rPr>
              <w:t xml:space="preserve">Nie </w:t>
            </w:r>
          </w:p>
        </w:tc>
      </w:tr>
      <w:tr w:rsidR="00C22FDE" w:rsidRPr="009859F5" w14:paraId="7629B83D" w14:textId="77777777">
        <w:trPr>
          <w:trHeight w:val="516"/>
        </w:trPr>
        <w:tc>
          <w:tcPr>
            <w:tcW w:w="10632" w:type="dxa"/>
            <w:gridSpan w:val="6"/>
            <w:tcBorders>
              <w:top w:val="single" w:sz="4" w:space="0" w:color="auto"/>
              <w:left w:val="single" w:sz="4" w:space="0" w:color="auto"/>
              <w:bottom w:val="nil"/>
              <w:right w:val="single" w:sz="4" w:space="0" w:color="auto"/>
            </w:tcBorders>
            <w:shd w:val="clear" w:color="auto" w:fill="auto"/>
          </w:tcPr>
          <w:p w14:paraId="68A0A6BE" w14:textId="77777777" w:rsidR="00C22FDE" w:rsidRPr="009859F5" w:rsidRDefault="007375D1">
            <w:pPr>
              <w:numPr>
                <w:ilvl w:val="1"/>
                <w:numId w:val="25"/>
              </w:numPr>
              <w:spacing w:before="60" w:after="60" w:line="240" w:lineRule="exact"/>
              <w:ind w:left="426" w:hanging="426"/>
              <w:textAlignment w:val="auto"/>
              <w:rPr>
                <w:sz w:val="18"/>
              </w:rPr>
            </w:pPr>
            <w:r w:rsidRPr="009859F5">
              <w:rPr>
                <w:sz w:val="18"/>
              </w:rPr>
              <w:t xml:space="preserve">Wydano </w:t>
            </w:r>
            <w:r w:rsidRPr="009859F5">
              <w:rPr>
                <w:b/>
                <w:sz w:val="18"/>
              </w:rPr>
              <w:t xml:space="preserve">zaświadczenie lekarskie </w:t>
            </w:r>
            <w:r w:rsidRPr="009859F5">
              <w:rPr>
                <w:sz w:val="18"/>
              </w:rPr>
              <w:t>lub</w:t>
            </w:r>
            <w:r w:rsidRPr="009859F5">
              <w:rPr>
                <w:b/>
                <w:sz w:val="18"/>
              </w:rPr>
              <w:t xml:space="preserve"> uzasadnione potwierdzenie </w:t>
            </w:r>
            <w:r w:rsidRPr="009859F5">
              <w:rPr>
                <w:sz w:val="18"/>
              </w:rPr>
              <w:t>wydane przez</w:t>
            </w:r>
            <w:r w:rsidRPr="009859F5">
              <w:rPr>
                <w:b/>
                <w:sz w:val="18"/>
              </w:rPr>
              <w:t xml:space="preserve"> </w:t>
            </w:r>
            <w:r w:rsidRPr="009859F5">
              <w:rPr>
                <w:sz w:val="18"/>
              </w:rPr>
              <w:t xml:space="preserve">inną instytucję określającą ocenę konieczności opieki ze strony specjalistycznego personelu medycznego o konieczności całodobowej opieki. </w:t>
            </w:r>
          </w:p>
        </w:tc>
      </w:tr>
      <w:tr w:rsidR="00C22FDE" w:rsidRPr="009859F5" w14:paraId="21D886EC" w14:textId="77777777">
        <w:trPr>
          <w:trHeight w:val="102"/>
        </w:trPr>
        <w:tc>
          <w:tcPr>
            <w:tcW w:w="2494" w:type="dxa"/>
            <w:tcBorders>
              <w:top w:val="nil"/>
              <w:left w:val="single" w:sz="4" w:space="0" w:color="auto"/>
              <w:bottom w:val="nil"/>
              <w:right w:val="nil"/>
            </w:tcBorders>
            <w:shd w:val="clear" w:color="auto" w:fill="auto"/>
          </w:tcPr>
          <w:p w14:paraId="15D4A343" w14:textId="77777777" w:rsidR="00C22FDE" w:rsidRDefault="007375D1">
            <w:pPr>
              <w:numPr>
                <w:ilvl w:val="0"/>
                <w:numId w:val="27"/>
              </w:numPr>
              <w:spacing w:before="60" w:after="60" w:line="240" w:lineRule="exact"/>
              <w:ind w:left="426" w:firstLine="425"/>
              <w:textAlignment w:val="auto"/>
              <w:rPr>
                <w:sz w:val="18"/>
              </w:rPr>
            </w:pPr>
            <w:r w:rsidRPr="009859F5">
              <w:rPr>
                <w:sz w:val="18"/>
              </w:rPr>
              <w:t>Tak</w:t>
            </w:r>
          </w:p>
          <w:p w14:paraId="398DE79C" w14:textId="1987F5F1" w:rsidR="00C22FDE" w:rsidRPr="009859F5" w:rsidRDefault="0081370A">
            <w:pPr>
              <w:numPr>
                <w:ilvl w:val="0"/>
                <w:numId w:val="27"/>
              </w:numPr>
              <w:spacing w:before="60" w:after="60" w:line="240" w:lineRule="exact"/>
              <w:ind w:left="426" w:firstLine="425"/>
              <w:textAlignment w:val="auto"/>
              <w:rPr>
                <w:sz w:val="18"/>
              </w:rPr>
            </w:pPr>
            <w:r>
              <w:rPr>
                <w:sz w:val="18"/>
              </w:rPr>
              <w:t>Nie</w:t>
            </w:r>
          </w:p>
        </w:tc>
        <w:tc>
          <w:tcPr>
            <w:tcW w:w="8138" w:type="dxa"/>
            <w:gridSpan w:val="5"/>
            <w:tcBorders>
              <w:top w:val="nil"/>
              <w:left w:val="nil"/>
              <w:bottom w:val="nil"/>
              <w:right w:val="single" w:sz="4" w:space="0" w:color="auto"/>
            </w:tcBorders>
            <w:shd w:val="clear" w:color="auto" w:fill="auto"/>
          </w:tcPr>
          <w:p w14:paraId="13FB116F" w14:textId="4BCB117C" w:rsidR="00C22FDE" w:rsidRPr="009859F5" w:rsidRDefault="00C22FDE" w:rsidP="00F31BB6">
            <w:pPr>
              <w:spacing w:before="60" w:after="60" w:line="240" w:lineRule="exact"/>
              <w:ind w:left="1571"/>
              <w:textAlignment w:val="auto"/>
              <w:rPr>
                <w:sz w:val="18"/>
              </w:rPr>
            </w:pPr>
          </w:p>
        </w:tc>
      </w:tr>
      <w:tr w:rsidR="00C22FDE" w:rsidRPr="009859F5" w14:paraId="0A7858D2" w14:textId="77777777">
        <w:trPr>
          <w:trHeight w:val="164"/>
        </w:trPr>
        <w:tc>
          <w:tcPr>
            <w:tcW w:w="10632" w:type="dxa"/>
            <w:gridSpan w:val="6"/>
            <w:tcBorders>
              <w:top w:val="nil"/>
              <w:left w:val="single" w:sz="4" w:space="0" w:color="auto"/>
              <w:bottom w:val="nil"/>
              <w:right w:val="single" w:sz="4" w:space="0" w:color="auto"/>
            </w:tcBorders>
            <w:shd w:val="clear" w:color="auto" w:fill="auto"/>
          </w:tcPr>
          <w:p w14:paraId="0ABCDD09" w14:textId="77777777" w:rsidR="00C22FDE" w:rsidRPr="009859F5" w:rsidRDefault="007375D1">
            <w:pPr>
              <w:tabs>
                <w:tab w:val="left" w:pos="0"/>
              </w:tabs>
              <w:spacing w:before="60" w:after="60" w:line="240" w:lineRule="exact"/>
              <w:ind w:left="426"/>
              <w:textAlignment w:val="auto"/>
              <w:rPr>
                <w:sz w:val="18"/>
              </w:rPr>
            </w:pPr>
            <w:r w:rsidRPr="009859F5">
              <w:rPr>
                <w:sz w:val="18"/>
              </w:rPr>
              <w:t xml:space="preserve">Jeśli nie, to czy istnieje </w:t>
            </w:r>
            <w:r w:rsidRPr="009859F5">
              <w:rPr>
                <w:b/>
                <w:sz w:val="18"/>
              </w:rPr>
              <w:t>potrzeba opieki całodobowej</w:t>
            </w:r>
            <w:r w:rsidRPr="009859F5">
              <w:rPr>
                <w:sz w:val="18"/>
              </w:rPr>
              <w:t>?</w:t>
            </w:r>
          </w:p>
        </w:tc>
      </w:tr>
      <w:tr w:rsidR="00C22FDE" w:rsidRPr="009859F5" w14:paraId="3529F8A5" w14:textId="77777777">
        <w:trPr>
          <w:trHeight w:val="201"/>
        </w:trPr>
        <w:tc>
          <w:tcPr>
            <w:tcW w:w="2494" w:type="dxa"/>
            <w:tcBorders>
              <w:top w:val="nil"/>
              <w:left w:val="single" w:sz="4" w:space="0" w:color="auto"/>
              <w:bottom w:val="single" w:sz="4" w:space="0" w:color="auto"/>
              <w:right w:val="nil"/>
            </w:tcBorders>
            <w:shd w:val="clear" w:color="auto" w:fill="auto"/>
          </w:tcPr>
          <w:p w14:paraId="0FF2E5A9" w14:textId="77777777" w:rsidR="00C22FDE" w:rsidRDefault="007375D1">
            <w:pPr>
              <w:numPr>
                <w:ilvl w:val="0"/>
                <w:numId w:val="27"/>
              </w:numPr>
              <w:spacing w:before="60" w:after="60" w:line="240" w:lineRule="exact"/>
              <w:ind w:left="426" w:firstLine="425"/>
              <w:textAlignment w:val="auto"/>
              <w:rPr>
                <w:sz w:val="18"/>
              </w:rPr>
            </w:pPr>
            <w:r w:rsidRPr="009859F5">
              <w:rPr>
                <w:sz w:val="18"/>
              </w:rPr>
              <w:t>Tak</w:t>
            </w:r>
          </w:p>
          <w:p w14:paraId="45F42CC2" w14:textId="74614654" w:rsidR="00C22FDE" w:rsidRPr="009859F5" w:rsidRDefault="0081370A">
            <w:pPr>
              <w:numPr>
                <w:ilvl w:val="0"/>
                <w:numId w:val="27"/>
              </w:numPr>
              <w:spacing w:before="60" w:after="60" w:line="240" w:lineRule="exact"/>
              <w:ind w:left="426" w:firstLine="425"/>
              <w:textAlignment w:val="auto"/>
              <w:rPr>
                <w:sz w:val="18"/>
              </w:rPr>
            </w:pPr>
            <w:r>
              <w:rPr>
                <w:sz w:val="18"/>
              </w:rPr>
              <w:t>Nie</w:t>
            </w:r>
          </w:p>
        </w:tc>
        <w:tc>
          <w:tcPr>
            <w:tcW w:w="8138" w:type="dxa"/>
            <w:gridSpan w:val="5"/>
            <w:tcBorders>
              <w:top w:val="nil"/>
              <w:left w:val="nil"/>
              <w:bottom w:val="single" w:sz="4" w:space="0" w:color="auto"/>
              <w:right w:val="single" w:sz="4" w:space="0" w:color="auto"/>
            </w:tcBorders>
            <w:shd w:val="clear" w:color="auto" w:fill="auto"/>
          </w:tcPr>
          <w:p w14:paraId="4365D85B" w14:textId="486A9C0A" w:rsidR="00C22FDE" w:rsidRPr="009859F5" w:rsidRDefault="00C22FDE" w:rsidP="00F31BB6">
            <w:pPr>
              <w:spacing w:before="60" w:after="60" w:line="240" w:lineRule="exact"/>
              <w:ind w:left="1571"/>
              <w:textAlignment w:val="auto"/>
              <w:rPr>
                <w:sz w:val="18"/>
              </w:rPr>
            </w:pPr>
          </w:p>
        </w:tc>
      </w:tr>
      <w:tr w:rsidR="00C22FDE" w:rsidRPr="009859F5" w14:paraId="4CEE51FE" w14:textId="77777777">
        <w:trPr>
          <w:trHeight w:val="516"/>
        </w:trPr>
        <w:tc>
          <w:tcPr>
            <w:tcW w:w="10632" w:type="dxa"/>
            <w:gridSpan w:val="6"/>
            <w:tcBorders>
              <w:top w:val="nil"/>
              <w:bottom w:val="nil"/>
            </w:tcBorders>
            <w:shd w:val="clear" w:color="auto" w:fill="auto"/>
          </w:tcPr>
          <w:p w14:paraId="2634A6C3" w14:textId="77777777" w:rsidR="00C22FDE" w:rsidRPr="009859F5" w:rsidRDefault="007375D1">
            <w:pPr>
              <w:spacing w:before="60" w:after="60" w:line="240" w:lineRule="exact"/>
              <w:ind w:left="142"/>
              <w:textAlignment w:val="auto"/>
              <w:rPr>
                <w:sz w:val="18"/>
              </w:rPr>
            </w:pPr>
            <w:r w:rsidRPr="009859F5">
              <w:rPr>
                <w:b/>
                <w:sz w:val="18"/>
              </w:rPr>
              <w:t>Jeżeli tak,</w:t>
            </w:r>
            <w:r w:rsidR="00CA082D">
              <w:rPr>
                <w:sz w:val="18"/>
              </w:rPr>
              <w:t xml:space="preserve"> </w:t>
            </w:r>
            <w:r w:rsidRPr="009859F5">
              <w:rPr>
                <w:sz w:val="18"/>
              </w:rPr>
              <w:t xml:space="preserve">to czy przez osobę wymagającą opieki lub </w:t>
            </w:r>
            <w:r w:rsidR="00CA082D">
              <w:rPr>
                <w:sz w:val="18"/>
              </w:rPr>
              <w:t>zleceniodawcę</w:t>
            </w:r>
            <w:r w:rsidRPr="009859F5">
              <w:rPr>
                <w:sz w:val="18"/>
              </w:rPr>
              <w:t xml:space="preserve"> został już złożony </w:t>
            </w:r>
            <w:r w:rsidRPr="009859F5">
              <w:rPr>
                <w:b/>
                <w:sz w:val="18"/>
              </w:rPr>
              <w:t>wniosek o dotację na opiekę całodobową</w:t>
            </w:r>
            <w:r w:rsidRPr="009859F5">
              <w:rPr>
                <w:sz w:val="18"/>
              </w:rPr>
              <w:t xml:space="preserve"> z funduszu wsparcia?</w:t>
            </w:r>
          </w:p>
        </w:tc>
      </w:tr>
      <w:tr w:rsidR="00C22FDE" w:rsidRPr="009859F5" w14:paraId="6359A754" w14:textId="77777777">
        <w:trPr>
          <w:trHeight w:val="217"/>
        </w:trPr>
        <w:tc>
          <w:tcPr>
            <w:tcW w:w="2519" w:type="dxa"/>
            <w:gridSpan w:val="2"/>
            <w:tcBorders>
              <w:top w:val="nil"/>
              <w:bottom w:val="nil"/>
              <w:right w:val="nil"/>
            </w:tcBorders>
            <w:shd w:val="clear" w:color="auto" w:fill="auto"/>
          </w:tcPr>
          <w:p w14:paraId="52D3FEB9" w14:textId="77777777" w:rsidR="00C22FDE" w:rsidRDefault="007375D1">
            <w:pPr>
              <w:numPr>
                <w:ilvl w:val="0"/>
                <w:numId w:val="27"/>
              </w:numPr>
              <w:spacing w:before="60" w:after="60" w:line="240" w:lineRule="exact"/>
              <w:ind w:left="426" w:firstLine="425"/>
              <w:textAlignment w:val="auto"/>
              <w:rPr>
                <w:sz w:val="18"/>
              </w:rPr>
            </w:pPr>
            <w:r w:rsidRPr="009859F5">
              <w:rPr>
                <w:sz w:val="18"/>
              </w:rPr>
              <w:t>Tak</w:t>
            </w:r>
          </w:p>
          <w:p w14:paraId="6DCC5E3A" w14:textId="29DFE2F0" w:rsidR="00C22FDE" w:rsidRPr="009859F5" w:rsidRDefault="0081370A">
            <w:pPr>
              <w:numPr>
                <w:ilvl w:val="0"/>
                <w:numId w:val="27"/>
              </w:numPr>
              <w:spacing w:before="60" w:after="60" w:line="240" w:lineRule="exact"/>
              <w:ind w:left="426" w:firstLine="425"/>
              <w:textAlignment w:val="auto"/>
              <w:rPr>
                <w:sz w:val="18"/>
              </w:rPr>
            </w:pPr>
            <w:r>
              <w:rPr>
                <w:sz w:val="18"/>
              </w:rPr>
              <w:t>Nie</w:t>
            </w:r>
          </w:p>
        </w:tc>
        <w:tc>
          <w:tcPr>
            <w:tcW w:w="8113" w:type="dxa"/>
            <w:gridSpan w:val="4"/>
            <w:tcBorders>
              <w:top w:val="nil"/>
              <w:left w:val="nil"/>
              <w:bottom w:val="nil"/>
            </w:tcBorders>
            <w:shd w:val="clear" w:color="auto" w:fill="auto"/>
          </w:tcPr>
          <w:p w14:paraId="5447D8EC" w14:textId="3CF0FBE2" w:rsidR="00C22FDE" w:rsidRPr="009859F5" w:rsidRDefault="00C22FDE" w:rsidP="00F31BB6">
            <w:pPr>
              <w:spacing w:before="60" w:after="60" w:line="240" w:lineRule="exact"/>
              <w:ind w:left="1571"/>
              <w:textAlignment w:val="auto"/>
              <w:rPr>
                <w:sz w:val="18"/>
              </w:rPr>
            </w:pPr>
          </w:p>
        </w:tc>
      </w:tr>
      <w:tr w:rsidR="00C22FDE" w:rsidRPr="009859F5" w14:paraId="07770B2C" w14:textId="77777777">
        <w:trPr>
          <w:trHeight w:val="516"/>
        </w:trPr>
        <w:tc>
          <w:tcPr>
            <w:tcW w:w="10632" w:type="dxa"/>
            <w:gridSpan w:val="6"/>
            <w:tcBorders>
              <w:top w:val="nil"/>
              <w:bottom w:val="single" w:sz="4" w:space="0" w:color="auto"/>
            </w:tcBorders>
            <w:shd w:val="clear" w:color="auto" w:fill="auto"/>
          </w:tcPr>
          <w:p w14:paraId="01753A4E" w14:textId="77777777" w:rsidR="00C22FDE" w:rsidRPr="009859F5" w:rsidRDefault="007375D1">
            <w:pPr>
              <w:spacing w:before="60" w:after="60" w:line="240" w:lineRule="exact"/>
              <w:ind w:left="142"/>
              <w:textAlignment w:val="auto"/>
              <w:rPr>
                <w:sz w:val="18"/>
              </w:rPr>
            </w:pPr>
            <w:r w:rsidRPr="009859F5">
              <w:rPr>
                <w:sz w:val="18"/>
              </w:rPr>
              <w:t>Jeśli tak, to z jakim skutkiem (odmowa /przyznanie ew. wysokość dodatku)</w:t>
            </w:r>
          </w:p>
          <w:p w14:paraId="094A6E53" w14:textId="77777777" w:rsidR="00C22FDE" w:rsidRPr="009859F5" w:rsidRDefault="007375D1">
            <w:pPr>
              <w:spacing w:before="60" w:after="60" w:line="240" w:lineRule="exact"/>
              <w:ind w:left="142"/>
              <w:textAlignment w:val="auto"/>
              <w:rPr>
                <w:sz w:val="18"/>
              </w:rPr>
            </w:pPr>
            <w:r w:rsidRPr="009859F5">
              <w:rPr>
                <w:sz w:val="18"/>
              </w:rPr>
              <w:t>______________________________________________________________________________________________</w:t>
            </w:r>
          </w:p>
        </w:tc>
      </w:tr>
      <w:tr w:rsidR="00C22FDE" w:rsidRPr="009859F5" w14:paraId="4305F089" w14:textId="77777777">
        <w:trPr>
          <w:trHeight w:val="373"/>
        </w:trPr>
        <w:tc>
          <w:tcPr>
            <w:tcW w:w="10632" w:type="dxa"/>
            <w:gridSpan w:val="6"/>
            <w:tcBorders>
              <w:bottom w:val="single" w:sz="4" w:space="0" w:color="auto"/>
            </w:tcBorders>
            <w:shd w:val="clear" w:color="auto" w:fill="auto"/>
          </w:tcPr>
          <w:p w14:paraId="7CF44B9E" w14:textId="77777777" w:rsidR="00C22FDE" w:rsidRPr="009859F5" w:rsidRDefault="007375D1">
            <w:pPr>
              <w:numPr>
                <w:ilvl w:val="0"/>
                <w:numId w:val="25"/>
              </w:numPr>
              <w:spacing w:before="60" w:after="60" w:line="240" w:lineRule="exact"/>
              <w:rPr>
                <w:b/>
              </w:rPr>
            </w:pPr>
            <w:r w:rsidRPr="009859F5">
              <w:rPr>
                <w:rFonts w:ascii="Arial,Bold" w:hAnsi="Arial,Bold" w:cs="Arial,Bold"/>
                <w:b/>
              </w:rPr>
              <w:t>Polityka</w:t>
            </w:r>
            <w:r w:rsidR="00CA082D">
              <w:rPr>
                <w:rFonts w:ascii="Arial,Bold" w:hAnsi="Arial,Bold" w:cs="Arial,Bold"/>
                <w:b/>
              </w:rPr>
              <w:t xml:space="preserve"> </w:t>
            </w:r>
            <w:r w:rsidRPr="009859F5">
              <w:rPr>
                <w:rFonts w:ascii="Arial,Bold" w:hAnsi="Arial,Bold" w:cs="Arial,Bold"/>
                <w:b/>
              </w:rPr>
              <w:t>prywatności</w:t>
            </w:r>
          </w:p>
        </w:tc>
      </w:tr>
      <w:tr w:rsidR="00C22FDE" w:rsidRPr="009859F5" w14:paraId="1BBCDDCA" w14:textId="77777777">
        <w:trPr>
          <w:trHeight w:val="563"/>
        </w:trPr>
        <w:tc>
          <w:tcPr>
            <w:tcW w:w="10632" w:type="dxa"/>
            <w:gridSpan w:val="6"/>
            <w:tcBorders>
              <w:bottom w:val="single" w:sz="4" w:space="0" w:color="auto"/>
            </w:tcBorders>
            <w:shd w:val="clear" w:color="auto" w:fill="auto"/>
          </w:tcPr>
          <w:p w14:paraId="55E98ADD" w14:textId="77777777" w:rsidR="00CA082D" w:rsidRPr="001C617D" w:rsidRDefault="00CA082D" w:rsidP="00CA082D">
            <w:pPr>
              <w:numPr>
                <w:ilvl w:val="1"/>
                <w:numId w:val="25"/>
              </w:numPr>
              <w:spacing w:before="60" w:after="60" w:line="240" w:lineRule="exact"/>
              <w:ind w:left="426" w:hanging="426"/>
              <w:rPr>
                <w:sz w:val="18"/>
                <w:u w:val="single"/>
              </w:rPr>
            </w:pPr>
            <w:r w:rsidRPr="001C617D">
              <w:rPr>
                <w:sz w:val="18"/>
                <w:u w:val="single"/>
              </w:rPr>
              <w:t>Dane osobowe</w:t>
            </w:r>
          </w:p>
          <w:p w14:paraId="7B812AFB" w14:textId="77777777" w:rsidR="00CA082D" w:rsidRDefault="00CA082D" w:rsidP="00CA082D">
            <w:pPr>
              <w:overflowPunct/>
              <w:textAlignment w:val="auto"/>
              <w:rPr>
                <w:sz w:val="18"/>
              </w:rPr>
            </w:pPr>
            <w:r w:rsidRPr="00286374">
              <w:rPr>
                <w:sz w:val="18"/>
              </w:rPr>
              <w:t xml:space="preserve">W celu wykonania usług uzgodnionych w umowie konieczne jest, aby osoba, którą należy objąć opieką i jej przedstawiciel lub </w:t>
            </w:r>
            <w:r>
              <w:rPr>
                <w:sz w:val="18"/>
              </w:rPr>
              <w:t>zleceniodawca</w:t>
            </w:r>
            <w:r w:rsidRPr="00286374">
              <w:rPr>
                <w:sz w:val="18"/>
              </w:rPr>
              <w:t xml:space="preserve">, który może być inny niż osoba, która ma być objęta opieką (dalej łącznie określany jako </w:t>
            </w:r>
            <w:r>
              <w:rPr>
                <w:sz w:val="18"/>
              </w:rPr>
              <w:t>„</w:t>
            </w:r>
            <w:r w:rsidRPr="00286374">
              <w:rPr>
                <w:sz w:val="18"/>
              </w:rPr>
              <w:t>osoba, której dane dotyczą</w:t>
            </w:r>
            <w:r>
              <w:rPr>
                <w:sz w:val="18"/>
              </w:rPr>
              <w:t>”</w:t>
            </w:r>
            <w:r w:rsidRPr="00286374">
              <w:rPr>
                <w:sz w:val="18"/>
              </w:rPr>
              <w:t xml:space="preserve">), informuje przedsiębiorstwo opiekuńcze o danych, które należy wypełnić powyżej. Niedostarczenie tych danych oznaczałoby, że firma opiekuńcza nie mogłaby świadczyć usług uzgodnionych w umowie. </w:t>
            </w:r>
            <w:r>
              <w:rPr>
                <w:sz w:val="18"/>
              </w:rPr>
              <w:t>„O</w:t>
            </w:r>
            <w:r w:rsidRPr="00286374">
              <w:rPr>
                <w:sz w:val="18"/>
              </w:rPr>
              <w:t>soba, której dane dotyczą</w:t>
            </w:r>
            <w:r>
              <w:rPr>
                <w:sz w:val="18"/>
              </w:rPr>
              <w:t>”</w:t>
            </w:r>
            <w:r w:rsidRPr="00286374">
              <w:rPr>
                <w:sz w:val="18"/>
              </w:rPr>
              <w:t xml:space="preserve"> oznacza również każdą inną osobę, której dane mogą być gromadzone i/lub przetwarzane w ramach realizacji niniejszej umowy.</w:t>
            </w:r>
          </w:p>
          <w:p w14:paraId="255AD233" w14:textId="77777777" w:rsidR="00CA082D" w:rsidRDefault="00CA082D" w:rsidP="00CA082D">
            <w:pPr>
              <w:overflowPunct/>
              <w:textAlignment w:val="auto"/>
              <w:rPr>
                <w:sz w:val="18"/>
              </w:rPr>
            </w:pPr>
          </w:p>
          <w:p w14:paraId="283EC17A" w14:textId="77777777" w:rsidR="00CA082D" w:rsidRDefault="00CA082D" w:rsidP="00CA082D">
            <w:pPr>
              <w:overflowPunct/>
              <w:textAlignment w:val="auto"/>
              <w:rPr>
                <w:sz w:val="18"/>
              </w:rPr>
            </w:pPr>
            <w:r w:rsidRPr="00286374">
              <w:rPr>
                <w:sz w:val="18"/>
              </w:rPr>
              <w:t xml:space="preserve">Firma </w:t>
            </w:r>
            <w:r>
              <w:rPr>
                <w:sz w:val="18"/>
              </w:rPr>
              <w:t>pośrednicząca</w:t>
            </w:r>
            <w:r w:rsidRPr="00286374">
              <w:rPr>
                <w:sz w:val="18"/>
              </w:rPr>
              <w:t xml:space="preserve"> deklaruje, że będzie gromadzić, przetwarzać i wykorzystywać </w:t>
            </w:r>
            <w:r w:rsidRPr="00CA082D">
              <w:rPr>
                <w:sz w:val="18"/>
              </w:rPr>
              <w:t>dane</w:t>
            </w:r>
            <w:r w:rsidRPr="00286374">
              <w:rPr>
                <w:sz w:val="18"/>
              </w:rPr>
              <w:t xml:space="preserve"> osób tylko w takim zakresie, w jakim jest to konieczne do realizacji i przetwarzania uzgodnionych w umowie usług na podstawie niniejszej umowy. Odbywa się to zgodnie z przepisami o ochronie danych osobowych i przepisami prawa cywilnego. Podstawa prawna wynika z art. 6 ust. 1 lit. b) i c) </w:t>
            </w:r>
            <w:r>
              <w:rPr>
                <w:sz w:val="18"/>
              </w:rPr>
              <w:t>RODO</w:t>
            </w:r>
            <w:r w:rsidRPr="00286374">
              <w:rPr>
                <w:sz w:val="18"/>
              </w:rPr>
              <w:t>. W związku z tym przetwarzanie jest zgodne z prawem, jeśli jest konieczne do wykonania obiektywnej umowy zawartej z osobami, których dane dotyczą, lub do wykonania środków przedumownych podjętych na wniosek osób, których dane dotyczą, lub w celu wypełnienia zobowiązania prawnego. Ta ostatnia kwestia dotyczy w szczególności wyjaśnienia</w:t>
            </w:r>
            <w:r>
              <w:rPr>
                <w:sz w:val="18"/>
              </w:rPr>
              <w:t xml:space="preserve"> konieczności opieki na miejscu </w:t>
            </w:r>
            <w:r w:rsidRPr="00286374">
              <w:rPr>
                <w:sz w:val="18"/>
              </w:rPr>
              <w:t xml:space="preserve">(por. </w:t>
            </w:r>
            <w:r>
              <w:rPr>
                <w:sz w:val="18"/>
              </w:rPr>
              <w:t>pkt</w:t>
            </w:r>
            <w:r w:rsidRPr="00286374">
              <w:rPr>
                <w:sz w:val="18"/>
              </w:rPr>
              <w:t xml:space="preserve"> </w:t>
            </w:r>
            <w:r>
              <w:rPr>
                <w:sz w:val="18"/>
              </w:rPr>
              <w:t>4 i 7.2.</w:t>
            </w:r>
            <w:r w:rsidRPr="00286374">
              <w:rPr>
                <w:sz w:val="18"/>
              </w:rPr>
              <w:t xml:space="preserve"> jak również § </w:t>
            </w:r>
            <w:r>
              <w:rPr>
                <w:sz w:val="18"/>
              </w:rPr>
              <w:t>7</w:t>
            </w:r>
            <w:r w:rsidR="00F637A8">
              <w:rPr>
                <w:sz w:val="18"/>
              </w:rPr>
              <w:t xml:space="preserve"> z</w:t>
            </w:r>
            <w:r w:rsidR="00F637A8" w:rsidRPr="00F637A8">
              <w:rPr>
                <w:sz w:val="18"/>
              </w:rPr>
              <w:t>asady postępowania zawodowego i praktyki w zakresie organizacji pomocy osobistej</w:t>
            </w:r>
            <w:r w:rsidRPr="00286374">
              <w:rPr>
                <w:sz w:val="18"/>
              </w:rPr>
              <w:t>).</w:t>
            </w:r>
          </w:p>
          <w:p w14:paraId="0A911BB9" w14:textId="77777777" w:rsidR="00CA082D" w:rsidRDefault="00CA082D" w:rsidP="00CA082D">
            <w:pPr>
              <w:overflowPunct/>
              <w:textAlignment w:val="auto"/>
              <w:rPr>
                <w:sz w:val="18"/>
              </w:rPr>
            </w:pPr>
          </w:p>
          <w:p w14:paraId="7BE136BC" w14:textId="77777777" w:rsidR="00CA082D" w:rsidRPr="006C0DE6" w:rsidRDefault="00CA082D" w:rsidP="00CA082D">
            <w:pPr>
              <w:overflowPunct/>
              <w:textAlignment w:val="auto"/>
              <w:rPr>
                <w:sz w:val="18"/>
              </w:rPr>
            </w:pPr>
          </w:p>
          <w:p w14:paraId="09FDC2C9" w14:textId="77777777" w:rsidR="00CA082D" w:rsidRDefault="00CA082D" w:rsidP="00CA082D">
            <w:pPr>
              <w:numPr>
                <w:ilvl w:val="1"/>
                <w:numId w:val="25"/>
              </w:numPr>
              <w:spacing w:before="60" w:after="60" w:line="240" w:lineRule="exact"/>
              <w:ind w:left="426" w:hanging="426"/>
              <w:rPr>
                <w:sz w:val="18"/>
                <w:u w:val="single"/>
              </w:rPr>
            </w:pPr>
            <w:r w:rsidRPr="001C617D">
              <w:rPr>
                <w:sz w:val="18"/>
                <w:u w:val="single"/>
              </w:rPr>
              <w:t>Prawa osób, których dane dotyczą</w:t>
            </w:r>
          </w:p>
          <w:p w14:paraId="67264F7E" w14:textId="77777777" w:rsidR="00CA082D" w:rsidRDefault="00CA082D" w:rsidP="00CA082D">
            <w:pPr>
              <w:spacing w:before="60" w:after="60" w:line="240" w:lineRule="exact"/>
              <w:rPr>
                <w:sz w:val="18"/>
              </w:rPr>
            </w:pPr>
            <w:r>
              <w:rPr>
                <w:sz w:val="18"/>
              </w:rPr>
              <w:t>Osoby, których dane dotyczą</w:t>
            </w:r>
            <w:r w:rsidRPr="001C617D">
              <w:rPr>
                <w:sz w:val="18"/>
              </w:rPr>
              <w:t xml:space="preserve"> mają prawo do uzyskania informacji o przechowywanych </w:t>
            </w:r>
            <w:r>
              <w:rPr>
                <w:sz w:val="18"/>
              </w:rPr>
              <w:t>o nich</w:t>
            </w:r>
            <w:r w:rsidRPr="001C617D">
              <w:rPr>
                <w:sz w:val="18"/>
              </w:rPr>
              <w:t xml:space="preserve"> danych osobowych, o ich pochodzeniu, odbiorcy oraz celu przetwarzania danych, jak również prawo do sprostowania, przekazania danych, sprzeciwu, ograniczenia przetwarzania, jak również zablokowania lub usunięcia danych, które nie są już potrzebne lub są nieprawidłowe </w:t>
            </w:r>
            <w:r>
              <w:rPr>
                <w:sz w:val="18"/>
              </w:rPr>
              <w:t>czy</w:t>
            </w:r>
            <w:r w:rsidRPr="001C617D">
              <w:rPr>
                <w:sz w:val="18"/>
              </w:rPr>
              <w:t xml:space="preserve"> przetwarzane w sposób niedopuszczalny. </w:t>
            </w:r>
            <w:r>
              <w:rPr>
                <w:sz w:val="18"/>
              </w:rPr>
              <w:t>Osoby, których dane dotyczą</w:t>
            </w:r>
            <w:r w:rsidRPr="001C617D">
              <w:rPr>
                <w:sz w:val="18"/>
              </w:rPr>
              <w:t xml:space="preserve"> zobowiązują się do powiadomienia firmy opiekuńczej o wszelkich zmianach w ich danych osobowych. </w:t>
            </w:r>
            <w:r>
              <w:rPr>
                <w:sz w:val="18"/>
              </w:rPr>
              <w:t>M</w:t>
            </w:r>
            <w:r w:rsidRPr="001C617D">
              <w:rPr>
                <w:sz w:val="18"/>
              </w:rPr>
              <w:t xml:space="preserve">ają </w:t>
            </w:r>
            <w:r>
              <w:rPr>
                <w:sz w:val="18"/>
              </w:rPr>
              <w:t xml:space="preserve">one </w:t>
            </w:r>
            <w:r w:rsidRPr="001C617D">
              <w:rPr>
                <w:sz w:val="18"/>
              </w:rPr>
              <w:t xml:space="preserve">prawo do odwołania w każdej chwili </w:t>
            </w:r>
            <w:r>
              <w:rPr>
                <w:sz w:val="18"/>
              </w:rPr>
              <w:t>jakiejkolwiek</w:t>
            </w:r>
            <w:r w:rsidRPr="001C617D">
              <w:rPr>
                <w:sz w:val="18"/>
              </w:rPr>
              <w:t xml:space="preserve"> zgody na wykorzystanie ich danych osobowych, która mogła zostać wyraźnie udzielona poza niniejszą umową i która wykracza poza usługi wymagane do wykonania i przetwarzania usług uzgodnionych w umowie.</w:t>
            </w:r>
          </w:p>
          <w:p w14:paraId="43C470A3" w14:textId="77777777" w:rsidR="00F637A8" w:rsidRDefault="00F637A8" w:rsidP="00F637A8">
            <w:pPr>
              <w:overflowPunct/>
              <w:textAlignment w:val="auto"/>
              <w:rPr>
                <w:sz w:val="18"/>
              </w:rPr>
            </w:pPr>
            <w:r w:rsidRPr="001C617D">
              <w:rPr>
                <w:sz w:val="18"/>
              </w:rPr>
              <w:t xml:space="preserve">W odniesieniu do gromadzenia danych jest to opisane w pkt. 1. 2. przedmiotowej umowy. Osoby, których dane dotyczą, mogą korzystać ze swoich praw (np. </w:t>
            </w:r>
            <w:r>
              <w:rPr>
                <w:sz w:val="18"/>
              </w:rPr>
              <w:t>w</w:t>
            </w:r>
            <w:r w:rsidRPr="001C617D">
              <w:rPr>
                <w:sz w:val="18"/>
              </w:rPr>
              <w:t xml:space="preserve">niosek o udzielenie informacji, skreślenie, poprawienie, sprzeciw) do odpowiedzialnej firmy opiekuńczej na warunkach określonych w pkt. 1. 2. </w:t>
            </w:r>
            <w:r>
              <w:rPr>
                <w:sz w:val="18"/>
              </w:rPr>
              <w:t xml:space="preserve">poprzez wymienione </w:t>
            </w:r>
            <w:r w:rsidRPr="001C617D">
              <w:rPr>
                <w:sz w:val="18"/>
              </w:rPr>
              <w:t>dane kontaktowe,</w:t>
            </w:r>
          </w:p>
          <w:p w14:paraId="6221EB37" w14:textId="77777777" w:rsidR="00F637A8" w:rsidRDefault="00F637A8" w:rsidP="00F637A8">
            <w:pPr>
              <w:overflowPunct/>
              <w:textAlignment w:val="auto"/>
              <w:rPr>
                <w:sz w:val="18"/>
              </w:rPr>
            </w:pPr>
          </w:p>
          <w:p w14:paraId="4A497A31" w14:textId="77777777" w:rsidR="00F637A8" w:rsidRDefault="00F637A8" w:rsidP="00F637A8">
            <w:pPr>
              <w:overflowPunct/>
              <w:textAlignment w:val="auto"/>
              <w:rPr>
                <w:sz w:val="18"/>
              </w:rPr>
            </w:pPr>
            <w:r w:rsidRPr="00BD0775">
              <w:rPr>
                <w:sz w:val="18"/>
              </w:rPr>
              <w:t>W przypadku, gdy</w:t>
            </w:r>
            <w:r>
              <w:rPr>
                <w:sz w:val="18"/>
              </w:rPr>
              <w:t>, których dane dotyczą</w:t>
            </w:r>
            <w:r w:rsidRPr="00BD0775">
              <w:rPr>
                <w:sz w:val="18"/>
              </w:rPr>
              <w:t xml:space="preserve"> są zdania, że przetwarzanie ich danych osobowych przez firmę </w:t>
            </w:r>
            <w:r>
              <w:rPr>
                <w:sz w:val="18"/>
              </w:rPr>
              <w:t>opiekuńczą</w:t>
            </w:r>
            <w:r w:rsidRPr="00BD0775">
              <w:rPr>
                <w:sz w:val="18"/>
              </w:rPr>
              <w:t xml:space="preserve"> narusza obowiązujące prawo o ochronie danych osobowych lub w inny sposób narusza ich prawa do ochrony danych osobowych, lub </w:t>
            </w:r>
            <w:r>
              <w:rPr>
                <w:sz w:val="18"/>
              </w:rPr>
              <w:t>j</w:t>
            </w:r>
            <w:r w:rsidRPr="00BD0775">
              <w:rPr>
                <w:sz w:val="18"/>
              </w:rPr>
              <w:t>eżeli dane zostały przekazane stronie trzeciej, istnieje możliwość złożenia skargi do właściwego organu ochrony danych w Austrii jako organu nadzorczego.</w:t>
            </w:r>
          </w:p>
          <w:p w14:paraId="7FE18223" w14:textId="77777777" w:rsidR="00F637A8" w:rsidRPr="001C617D" w:rsidRDefault="00F637A8" w:rsidP="00CA082D">
            <w:pPr>
              <w:spacing w:before="60" w:after="60" w:line="240" w:lineRule="exact"/>
              <w:rPr>
                <w:sz w:val="18"/>
              </w:rPr>
            </w:pPr>
          </w:p>
          <w:p w14:paraId="094A7ED7" w14:textId="77777777" w:rsidR="00C22FDE" w:rsidRPr="009859F5" w:rsidRDefault="00C22FDE">
            <w:pPr>
              <w:overflowPunct/>
              <w:textAlignment w:val="auto"/>
              <w:rPr>
                <w:sz w:val="18"/>
              </w:rPr>
            </w:pPr>
          </w:p>
          <w:p w14:paraId="09F0B6FB" w14:textId="77777777" w:rsidR="00C22FDE" w:rsidRPr="009859F5" w:rsidRDefault="00C22FDE">
            <w:pPr>
              <w:overflowPunct/>
              <w:textAlignment w:val="auto"/>
              <w:rPr>
                <w:sz w:val="18"/>
              </w:rPr>
            </w:pPr>
          </w:p>
          <w:p w14:paraId="72A8697D" w14:textId="77777777" w:rsidR="00F637A8" w:rsidRPr="00BD0775" w:rsidRDefault="00F637A8" w:rsidP="00F637A8">
            <w:pPr>
              <w:numPr>
                <w:ilvl w:val="1"/>
                <w:numId w:val="25"/>
              </w:numPr>
              <w:spacing w:before="60" w:after="60" w:line="240" w:lineRule="exact"/>
              <w:ind w:left="426" w:hanging="426"/>
              <w:rPr>
                <w:sz w:val="18"/>
                <w:u w:val="single"/>
              </w:rPr>
            </w:pPr>
            <w:r w:rsidRPr="00BD0775">
              <w:rPr>
                <w:sz w:val="18"/>
                <w:u w:val="single"/>
              </w:rPr>
              <w:t>Bezpieczeństwo danych</w:t>
            </w:r>
          </w:p>
          <w:p w14:paraId="41E3C3FD" w14:textId="77777777" w:rsidR="00C22FDE" w:rsidRPr="009859F5" w:rsidRDefault="00F637A8" w:rsidP="00F637A8">
            <w:pPr>
              <w:overflowPunct/>
              <w:textAlignment w:val="auto"/>
              <w:rPr>
                <w:sz w:val="18"/>
              </w:rPr>
            </w:pPr>
            <w:r w:rsidRPr="00BD0775">
              <w:rPr>
                <w:sz w:val="18"/>
              </w:rPr>
              <w:t xml:space="preserve">Odpowiednia ochrona danych osobowych zainteresowanych osób musi być przeprowadzana przez </w:t>
            </w:r>
            <w:r>
              <w:rPr>
                <w:sz w:val="18"/>
              </w:rPr>
              <w:t>firmę opiekuńczą</w:t>
            </w:r>
            <w:r w:rsidRPr="00BD0775">
              <w:rPr>
                <w:sz w:val="18"/>
              </w:rPr>
              <w:t xml:space="preserve"> poprzez odpowiednie organizacyjne i techniczne środki ostrożności. Te środki ostrożności odnoszą się w szczególności do ochrony przed nieuprawnionym, nielegalnym lub nawet przypadkowym dostępem, przetwarzaniem, utratą, wykorzystaniem i manipulacją. </w:t>
            </w:r>
            <w:r>
              <w:rPr>
                <w:sz w:val="18"/>
              </w:rPr>
              <w:t>Firma opiekuńcza</w:t>
            </w:r>
            <w:r w:rsidRPr="00BD0775">
              <w:rPr>
                <w:sz w:val="18"/>
              </w:rPr>
              <w:t xml:space="preserve"> musi zatem zapewnić, że dane są przetwarzane w sposób zapewniający odpowiednie </w:t>
            </w:r>
            <w:r>
              <w:rPr>
                <w:sz w:val="18"/>
              </w:rPr>
              <w:t xml:space="preserve">ich </w:t>
            </w:r>
            <w:r w:rsidRPr="00BD0775">
              <w:rPr>
                <w:sz w:val="18"/>
              </w:rPr>
              <w:t>bezpieczeństwo</w:t>
            </w:r>
            <w:r>
              <w:rPr>
                <w:sz w:val="18"/>
              </w:rPr>
              <w:t>.</w:t>
            </w:r>
          </w:p>
          <w:p w14:paraId="59E2AA2F" w14:textId="77777777" w:rsidR="00F637A8" w:rsidRPr="00002D1B" w:rsidRDefault="00F637A8" w:rsidP="00F637A8">
            <w:pPr>
              <w:numPr>
                <w:ilvl w:val="1"/>
                <w:numId w:val="25"/>
              </w:numPr>
              <w:spacing w:before="60" w:after="60" w:line="240" w:lineRule="exact"/>
              <w:ind w:left="426" w:hanging="426"/>
              <w:rPr>
                <w:sz w:val="18"/>
                <w:u w:val="single"/>
              </w:rPr>
            </w:pPr>
            <w:r w:rsidRPr="00002D1B">
              <w:rPr>
                <w:sz w:val="18"/>
                <w:u w:val="single"/>
              </w:rPr>
              <w:t>Przekazywanie danych stronom trzecim</w:t>
            </w:r>
          </w:p>
          <w:p w14:paraId="67A7AEC7" w14:textId="77777777" w:rsidR="00F637A8" w:rsidRDefault="00F637A8" w:rsidP="00F637A8">
            <w:pPr>
              <w:rPr>
                <w:sz w:val="18"/>
              </w:rPr>
            </w:pPr>
            <w:r w:rsidRPr="006A70BA">
              <w:rPr>
                <w:sz w:val="18"/>
              </w:rPr>
              <w:t xml:space="preserve">Do realizacji lub </w:t>
            </w:r>
            <w:r>
              <w:rPr>
                <w:sz w:val="18"/>
              </w:rPr>
              <w:t>w</w:t>
            </w:r>
            <w:r w:rsidRPr="006A70BA">
              <w:rPr>
                <w:sz w:val="18"/>
              </w:rPr>
              <w:t xml:space="preserve"> celu wykonania usług uzgodnionych w niniejszej umowie konieczne jest, aby dane zainteresowanych osób zostały przekazane osobom odpowiedzialnym za wypełnianie obowiązków wynikających z pkt 3 (Usługi), pkt 4 (Wytyczne dotyczące działań w zakresie życia codziennego i w nagłych wypadkach), pkt 6 (</w:t>
            </w:r>
            <w:r w:rsidRPr="006A70BA">
              <w:rPr>
                <w:bCs/>
                <w:sz w:val="18"/>
                <w:szCs w:val="18"/>
              </w:rPr>
              <w:t>Zastępstwo w przypadku przeszkód ze strony firmy świadczącej usługi opiekuńcze</w:t>
            </w:r>
            <w:r w:rsidRPr="006A70BA">
              <w:rPr>
                <w:sz w:val="18"/>
              </w:rPr>
              <w:t>), pkt 9 (</w:t>
            </w:r>
            <w:r w:rsidRPr="006A70BA">
              <w:rPr>
                <w:bCs/>
                <w:sz w:val="18"/>
                <w:szCs w:val="18"/>
              </w:rPr>
              <w:t>Obowiązki współpracy firmy świadczącej usługi opiekuńcze</w:t>
            </w:r>
            <w:r w:rsidRPr="006A70BA">
              <w:rPr>
                <w:sz w:val="18"/>
              </w:rPr>
              <w:t xml:space="preserve">), lub w </w:t>
            </w:r>
            <w:r>
              <w:rPr>
                <w:sz w:val="18"/>
              </w:rPr>
              <w:t>załączniku</w:t>
            </w:r>
            <w:r w:rsidRPr="006A70BA">
              <w:rPr>
                <w:sz w:val="18"/>
              </w:rPr>
              <w:t xml:space="preserve"> . /2 (</w:t>
            </w:r>
            <w:r w:rsidRPr="006A70BA">
              <w:rPr>
                <w:sz w:val="18"/>
                <w:szCs w:val="18"/>
              </w:rPr>
              <w:t>Konieczność stosowania się do zaleceń lekarskich</w:t>
            </w:r>
            <w:r w:rsidRPr="006A70BA">
              <w:rPr>
                <w:sz w:val="18"/>
              </w:rPr>
              <w:t xml:space="preserve">). Dotyczy to w szczególności następujących kategorii usługobiorców, z których każda w związku z usługami, które mają być przez nich świadczone: instytucje medyczne, pracownicy służby zdrowia, instytucje opiekuńcze, członkowie rodziny osoby, która ma być objęta opieką, służby ratunkowe, zakłady ubezpieczeń, przedsiębiorstwa transportowe, władze i partnerzy umowni osoby, która ma być objęta opieką (np. firma pośrednicząca). Dane te muszą być jednak przekazywane wyłącznie na podstawie </w:t>
            </w:r>
            <w:r>
              <w:rPr>
                <w:sz w:val="18"/>
              </w:rPr>
              <w:t>RODO</w:t>
            </w:r>
            <w:r w:rsidRPr="006A70BA">
              <w:rPr>
                <w:sz w:val="18"/>
              </w:rPr>
              <w:t xml:space="preserve"> i są ograniczone celami wymaganymi do realizacji danej umowy </w:t>
            </w:r>
            <w:r>
              <w:rPr>
                <w:sz w:val="18"/>
              </w:rPr>
              <w:t>opiekuńczej</w:t>
            </w:r>
            <w:r w:rsidRPr="006A70BA">
              <w:rPr>
                <w:sz w:val="18"/>
              </w:rPr>
              <w:t xml:space="preserve"> lub uprzedniej zgody wyraźnie uzyskanej przez zainteresowane osoby.</w:t>
            </w:r>
          </w:p>
          <w:p w14:paraId="26E9031A" w14:textId="77777777" w:rsidR="00F637A8" w:rsidRDefault="00F637A8" w:rsidP="00F637A8">
            <w:pPr>
              <w:rPr>
                <w:sz w:val="18"/>
              </w:rPr>
            </w:pPr>
          </w:p>
          <w:p w14:paraId="5428CB1E" w14:textId="77777777" w:rsidR="00C22FDE" w:rsidRPr="009859F5" w:rsidRDefault="00F637A8" w:rsidP="00F637A8">
            <w:pPr>
              <w:overflowPunct/>
              <w:textAlignment w:val="auto"/>
              <w:rPr>
                <w:sz w:val="18"/>
              </w:rPr>
            </w:pPr>
            <w:r w:rsidRPr="00E21B72">
              <w:rPr>
                <w:sz w:val="18"/>
              </w:rPr>
              <w:t xml:space="preserve">Niektórzy z odbiorców danych osobowych reprezentowanych w wyżej wymienionych grupach odbiorców mogą mieć siedzibę poza Austrią i/lub przetwarzać dane osobowe za granicą. Poziom ochrony danych w innych krajach może nie odpowiadać poziomowi w Austrii. W związku z tym administrator danych oświadcza, że będzie przekazywał dane osobowe osób, których dane dotyczą, wyłącznie do państw, w odniesieniu do których Komisja UE zdecydowała, że mają one odpowiedni poziom ochrony danych lub w przypadku braku takiej decyzji, podejmie środki w celu zapewnienia wszystkim odbiorcom odpowiedniego poziomu ochrony danych (w tym przypadku administrator danych musi zawrzeć z odbiorcami standardowe klauzule umowne (2010/87/WE i 2004/915/WE)). Administrator danych musi z wyprzedzeniem poinformować na piśmie </w:t>
            </w:r>
            <w:r>
              <w:rPr>
                <w:sz w:val="18"/>
              </w:rPr>
              <w:t>zainteresowane osoby</w:t>
            </w:r>
            <w:r w:rsidRPr="00E21B72">
              <w:rPr>
                <w:sz w:val="18"/>
              </w:rPr>
              <w:t>, jeśli zamierza przekazać dane odbiorcy w państwie trzecim poza UE</w:t>
            </w:r>
            <w:r w:rsidR="007375D1" w:rsidRPr="009859F5">
              <w:rPr>
                <w:sz w:val="18"/>
              </w:rPr>
              <w:t>).</w:t>
            </w:r>
          </w:p>
          <w:p w14:paraId="3C053376" w14:textId="77777777" w:rsidR="00C22FDE" w:rsidRPr="009859F5" w:rsidRDefault="00C22FDE">
            <w:pPr>
              <w:overflowPunct/>
              <w:textAlignment w:val="auto"/>
              <w:rPr>
                <w:sz w:val="18"/>
              </w:rPr>
            </w:pPr>
          </w:p>
          <w:p w14:paraId="2E940F7C" w14:textId="77777777" w:rsidR="00F637A8" w:rsidRPr="00E21B72" w:rsidRDefault="00F637A8" w:rsidP="00F637A8">
            <w:pPr>
              <w:numPr>
                <w:ilvl w:val="1"/>
                <w:numId w:val="25"/>
              </w:numPr>
              <w:spacing w:before="60" w:after="60" w:line="240" w:lineRule="exact"/>
              <w:ind w:left="426" w:hanging="426"/>
              <w:rPr>
                <w:sz w:val="18"/>
                <w:u w:val="single"/>
              </w:rPr>
            </w:pPr>
            <w:r w:rsidRPr="00E21B72">
              <w:rPr>
                <w:sz w:val="18"/>
                <w:u w:val="single"/>
              </w:rPr>
              <w:t>Informacja o wycieku danych</w:t>
            </w:r>
          </w:p>
          <w:p w14:paraId="0122C4D1" w14:textId="77777777" w:rsidR="00F637A8" w:rsidRDefault="00F637A8" w:rsidP="00F637A8">
            <w:pPr>
              <w:spacing w:before="60" w:after="60" w:line="240" w:lineRule="exact"/>
              <w:rPr>
                <w:sz w:val="18"/>
              </w:rPr>
            </w:pPr>
            <w:r w:rsidRPr="00E21B72">
              <w:rPr>
                <w:sz w:val="18"/>
              </w:rPr>
              <w:t xml:space="preserve">Firma </w:t>
            </w:r>
            <w:r>
              <w:rPr>
                <w:sz w:val="18"/>
              </w:rPr>
              <w:t>świadcząca usługi opiekuńcze</w:t>
            </w:r>
            <w:r w:rsidRPr="00E21B72">
              <w:rPr>
                <w:sz w:val="18"/>
              </w:rPr>
              <w:t xml:space="preserve"> musi zapewnić, że błędy w danych zostaną wykryte na wczesnym etapie i, w razie potrzeby, natychmiast zgłoszone osobie, której dotyczą</w:t>
            </w:r>
            <w:r>
              <w:rPr>
                <w:sz w:val="18"/>
              </w:rPr>
              <w:t xml:space="preserve"> lub </w:t>
            </w:r>
            <w:r w:rsidRPr="00E21B72">
              <w:rPr>
                <w:sz w:val="18"/>
              </w:rPr>
              <w:t>właściwemu organowi nadzorczemu (organowi ochrony danych) w odniesieniu do odpowiednich kategorii danych.</w:t>
            </w:r>
          </w:p>
          <w:p w14:paraId="2DE54551" w14:textId="77777777" w:rsidR="00F637A8" w:rsidRPr="006C0DE6" w:rsidRDefault="00F637A8" w:rsidP="00F637A8">
            <w:pPr>
              <w:overflowPunct/>
              <w:textAlignment w:val="auto"/>
              <w:rPr>
                <w:sz w:val="18"/>
              </w:rPr>
            </w:pPr>
          </w:p>
          <w:p w14:paraId="4FA10187" w14:textId="77777777" w:rsidR="00F637A8" w:rsidRPr="00E21B72" w:rsidRDefault="00F637A8" w:rsidP="00F637A8">
            <w:pPr>
              <w:numPr>
                <w:ilvl w:val="1"/>
                <w:numId w:val="25"/>
              </w:numPr>
              <w:spacing w:before="60" w:after="60" w:line="240" w:lineRule="exact"/>
              <w:ind w:left="426" w:hanging="426"/>
              <w:rPr>
                <w:sz w:val="18"/>
                <w:u w:val="single"/>
              </w:rPr>
            </w:pPr>
            <w:r w:rsidRPr="00E21B72">
              <w:rPr>
                <w:sz w:val="18"/>
                <w:u w:val="single"/>
              </w:rPr>
              <w:t>Przechowywanie danych</w:t>
            </w:r>
          </w:p>
          <w:p w14:paraId="6EC479DC" w14:textId="77777777" w:rsidR="00F637A8" w:rsidRPr="006C0DE6" w:rsidRDefault="00F637A8" w:rsidP="00F637A8">
            <w:pPr>
              <w:overflowPunct/>
              <w:textAlignment w:val="auto"/>
              <w:rPr>
                <w:sz w:val="18"/>
              </w:rPr>
            </w:pPr>
            <w:r w:rsidRPr="00B348B3">
              <w:rPr>
                <w:sz w:val="18"/>
              </w:rPr>
              <w:t>Firma opiekuńcza zobowiązuje się nie przechowywać danych osób zainteresowanych dłużej niż jest to konieczne do realizacji umowy lub zobowiązań prawnych oraz do obrony przed ewentualnymi roszczeniami z tytułu odpowiedzialności. Kryteriami są tu okresy ustawowe z zakresu rachunkowości, prawa podatkowego i celnego, prawa zobowiązań, prawa pracy i prawa socjalnego, jak również okresy charakterystyczne dla danej branży (np. obowiązek przechowywania księgi budżetowej i dokumentów potwierdzających zgodnie z § 160 GewO wynosi 2 lata)</w:t>
            </w:r>
            <w:r w:rsidRPr="006C0DE6">
              <w:rPr>
                <w:sz w:val="18"/>
              </w:rPr>
              <w:t>.</w:t>
            </w:r>
          </w:p>
          <w:p w14:paraId="0283DEF8" w14:textId="77777777" w:rsidR="00C22FDE" w:rsidRPr="009859F5" w:rsidRDefault="00C22FDE">
            <w:pPr>
              <w:overflowPunct/>
              <w:textAlignment w:val="auto"/>
              <w:rPr>
                <w:sz w:val="18"/>
              </w:rPr>
            </w:pPr>
          </w:p>
          <w:p w14:paraId="180D6EE4" w14:textId="77777777" w:rsidR="00C22FDE" w:rsidRPr="009859F5" w:rsidRDefault="00C22FDE">
            <w:pPr>
              <w:overflowPunct/>
              <w:textAlignment w:val="auto"/>
              <w:rPr>
                <w:sz w:val="18"/>
              </w:rPr>
            </w:pPr>
          </w:p>
          <w:p w14:paraId="5663ED68" w14:textId="77777777" w:rsidR="00F637A8" w:rsidRPr="00B348B3" w:rsidRDefault="00F637A8" w:rsidP="00F637A8">
            <w:pPr>
              <w:numPr>
                <w:ilvl w:val="1"/>
                <w:numId w:val="25"/>
              </w:numPr>
              <w:spacing w:before="60" w:after="60" w:line="240" w:lineRule="exact"/>
              <w:ind w:left="426" w:hanging="426"/>
              <w:rPr>
                <w:sz w:val="18"/>
                <w:u w:val="single"/>
              </w:rPr>
            </w:pPr>
            <w:r w:rsidRPr="00B348B3">
              <w:rPr>
                <w:sz w:val="18"/>
                <w:u w:val="single"/>
              </w:rPr>
              <w:t>Obowiązek udzielenia dalszych informacji przez firmę świadczącą usługi opiekuńcze</w:t>
            </w:r>
          </w:p>
          <w:p w14:paraId="529791B0" w14:textId="77777777" w:rsidR="00C22FDE" w:rsidRPr="009859F5" w:rsidRDefault="00F637A8" w:rsidP="00F637A8">
            <w:pPr>
              <w:overflowPunct/>
              <w:textAlignment w:val="auto"/>
              <w:rPr>
                <w:sz w:val="18"/>
              </w:rPr>
            </w:pPr>
            <w:r w:rsidRPr="00B348B3">
              <w:rPr>
                <w:b/>
                <w:bCs/>
                <w:sz w:val="18"/>
              </w:rPr>
              <w:t xml:space="preserve">W przypadku, gdy dane osób, których </w:t>
            </w:r>
            <w:r>
              <w:rPr>
                <w:b/>
                <w:bCs/>
                <w:sz w:val="18"/>
              </w:rPr>
              <w:t>one</w:t>
            </w:r>
            <w:r w:rsidRPr="00B348B3">
              <w:rPr>
                <w:b/>
                <w:bCs/>
                <w:sz w:val="18"/>
              </w:rPr>
              <w:t xml:space="preserve"> dotyczą, nie są zbierane przez samą firmę opiekuńczą (np. przez </w:t>
            </w:r>
            <w:r>
              <w:rPr>
                <w:b/>
                <w:bCs/>
                <w:sz w:val="18"/>
              </w:rPr>
              <w:t>firmę</w:t>
            </w:r>
            <w:r w:rsidRPr="00B348B3">
              <w:rPr>
                <w:b/>
                <w:bCs/>
                <w:sz w:val="18"/>
              </w:rPr>
              <w:t xml:space="preserve"> pośrednicząc</w:t>
            </w:r>
            <w:r>
              <w:rPr>
                <w:b/>
                <w:bCs/>
                <w:sz w:val="18"/>
              </w:rPr>
              <w:t>ą</w:t>
            </w:r>
            <w:r w:rsidRPr="00B348B3">
              <w:rPr>
                <w:b/>
                <w:bCs/>
                <w:sz w:val="18"/>
              </w:rPr>
              <w:t xml:space="preserve">), </w:t>
            </w:r>
            <w:r>
              <w:rPr>
                <w:b/>
                <w:bCs/>
                <w:sz w:val="18"/>
              </w:rPr>
              <w:t>m</w:t>
            </w:r>
            <w:r w:rsidRPr="00B348B3">
              <w:rPr>
                <w:b/>
                <w:bCs/>
                <w:sz w:val="18"/>
              </w:rPr>
              <w:t xml:space="preserve">usi </w:t>
            </w:r>
            <w:r>
              <w:rPr>
                <w:b/>
                <w:bCs/>
                <w:sz w:val="18"/>
              </w:rPr>
              <w:t xml:space="preserve">ona </w:t>
            </w:r>
            <w:r w:rsidRPr="00B348B3">
              <w:rPr>
                <w:b/>
                <w:bCs/>
                <w:sz w:val="18"/>
              </w:rPr>
              <w:t xml:space="preserve">spełnić obowiązek zgłoszenia na mocy art. 14 </w:t>
            </w:r>
            <w:r>
              <w:rPr>
                <w:b/>
                <w:bCs/>
                <w:sz w:val="18"/>
              </w:rPr>
              <w:t>RODO</w:t>
            </w:r>
            <w:r w:rsidRPr="00B348B3">
              <w:rPr>
                <w:b/>
                <w:bCs/>
                <w:sz w:val="18"/>
              </w:rPr>
              <w:t>, który wykracza poza wcześniejsze oświadczenie o ochronie danych</w:t>
            </w:r>
            <w:r w:rsidR="007375D1" w:rsidRPr="009859F5">
              <w:rPr>
                <w:sz w:val="18"/>
              </w:rPr>
              <w:t>.</w:t>
            </w:r>
          </w:p>
        </w:tc>
      </w:tr>
      <w:tr w:rsidR="00C22FDE" w:rsidRPr="009859F5" w14:paraId="73FE073D" w14:textId="77777777">
        <w:tc>
          <w:tcPr>
            <w:tcW w:w="10632" w:type="dxa"/>
            <w:gridSpan w:val="6"/>
            <w:tcBorders>
              <w:top w:val="single" w:sz="4" w:space="0" w:color="auto"/>
              <w:left w:val="single" w:sz="4" w:space="0" w:color="auto"/>
              <w:bottom w:val="single" w:sz="4" w:space="0" w:color="auto"/>
              <w:right w:val="single" w:sz="4" w:space="0" w:color="auto"/>
            </w:tcBorders>
            <w:hideMark/>
          </w:tcPr>
          <w:p w14:paraId="3795417C" w14:textId="77777777" w:rsidR="00C22FDE" w:rsidRPr="009859F5" w:rsidRDefault="007375D1">
            <w:pPr>
              <w:numPr>
                <w:ilvl w:val="0"/>
                <w:numId w:val="25"/>
              </w:numPr>
              <w:spacing w:before="60" w:after="60" w:line="240" w:lineRule="exact"/>
              <w:textAlignment w:val="auto"/>
              <w:rPr>
                <w:b/>
              </w:rPr>
            </w:pPr>
            <w:r w:rsidRPr="009859F5">
              <w:rPr>
                <w:b/>
              </w:rPr>
              <w:t>Ogólne warunki umowy</w:t>
            </w:r>
          </w:p>
        </w:tc>
      </w:tr>
      <w:tr w:rsidR="00C22FDE" w:rsidRPr="009859F5" w14:paraId="35EA7FC6" w14:textId="77777777">
        <w:trPr>
          <w:trHeight w:val="1554"/>
        </w:trPr>
        <w:tc>
          <w:tcPr>
            <w:tcW w:w="10632" w:type="dxa"/>
            <w:gridSpan w:val="6"/>
            <w:tcBorders>
              <w:top w:val="single" w:sz="4" w:space="0" w:color="auto"/>
              <w:left w:val="single" w:sz="4" w:space="0" w:color="auto"/>
              <w:bottom w:val="single" w:sz="4" w:space="0" w:color="auto"/>
              <w:right w:val="single" w:sz="4" w:space="0" w:color="auto"/>
            </w:tcBorders>
          </w:tcPr>
          <w:p w14:paraId="73689D27" w14:textId="77777777" w:rsidR="00C22FDE" w:rsidRPr="00F637A8" w:rsidRDefault="00F637A8" w:rsidP="007A19E3">
            <w:pPr>
              <w:numPr>
                <w:ilvl w:val="1"/>
                <w:numId w:val="25"/>
              </w:numPr>
              <w:spacing w:before="60" w:after="60" w:line="240" w:lineRule="exact"/>
              <w:jc w:val="both"/>
              <w:textAlignment w:val="auto"/>
              <w:rPr>
                <w:sz w:val="18"/>
              </w:rPr>
            </w:pPr>
            <w:r w:rsidRPr="006C0DE6">
              <w:rPr>
                <w:sz w:val="18"/>
              </w:rPr>
              <w:t>Oświadczenia, powiadomienia itp. skierowane do firmy</w:t>
            </w:r>
            <w:r>
              <w:rPr>
                <w:sz w:val="18"/>
              </w:rPr>
              <w:t xml:space="preserve"> pośredniczącej</w:t>
            </w:r>
            <w:r w:rsidRPr="006C0DE6">
              <w:rPr>
                <w:sz w:val="18"/>
              </w:rPr>
              <w:t xml:space="preserve"> z wyjątkiem oświadczeń o odstąpieniu od umowy</w:t>
            </w:r>
            <w:r>
              <w:rPr>
                <w:sz w:val="18"/>
              </w:rPr>
              <w:t>,</w:t>
            </w:r>
            <w:r w:rsidRPr="006C0DE6">
              <w:rPr>
                <w:sz w:val="18"/>
              </w:rPr>
              <w:t xml:space="preserve"> muszą mieć formę pisemną, </w:t>
            </w:r>
            <w:r>
              <w:rPr>
                <w:sz w:val="18"/>
              </w:rPr>
              <w:t>t</w:t>
            </w:r>
            <w:r w:rsidRPr="00B348B3">
              <w:rPr>
                <w:sz w:val="18"/>
              </w:rPr>
              <w:t>j. dokument zawierający oryginalny podpis (wystarczy przesłać go faksem lub zwykłą pocztą elektroniczną).</w:t>
            </w:r>
          </w:p>
          <w:p w14:paraId="0F61D3E3" w14:textId="77777777" w:rsidR="00C22FDE" w:rsidRPr="009859F5" w:rsidRDefault="007375D1" w:rsidP="007A19E3">
            <w:pPr>
              <w:numPr>
                <w:ilvl w:val="1"/>
                <w:numId w:val="25"/>
              </w:numPr>
              <w:spacing w:before="60" w:after="60" w:line="240" w:lineRule="exact"/>
              <w:jc w:val="both"/>
              <w:textAlignment w:val="auto"/>
              <w:rPr>
                <w:sz w:val="18"/>
              </w:rPr>
            </w:pPr>
            <w:r w:rsidRPr="009859F5">
              <w:rPr>
                <w:b/>
                <w:sz w:val="18"/>
              </w:rPr>
              <w:t>Pouczenie o prawie odstąpienia od umowy/rezygnacji z umowy</w:t>
            </w:r>
            <w:r w:rsidRPr="009859F5">
              <w:rPr>
                <w:sz w:val="18"/>
              </w:rPr>
              <w:t xml:space="preserve">: </w:t>
            </w:r>
            <w:r w:rsidR="00F637A8">
              <w:rPr>
                <w:sz w:val="18"/>
              </w:rPr>
              <w:t>j</w:t>
            </w:r>
            <w:r w:rsidRPr="009859F5">
              <w:rPr>
                <w:sz w:val="18"/>
              </w:rPr>
              <w:t xml:space="preserve">eżeli </w:t>
            </w:r>
            <w:r w:rsidR="00F637A8">
              <w:rPr>
                <w:sz w:val="18"/>
              </w:rPr>
              <w:t>firma pośrednicząca i zleceniodawca</w:t>
            </w:r>
            <w:r w:rsidRPr="009859F5">
              <w:rPr>
                <w:sz w:val="18"/>
              </w:rPr>
              <w:t xml:space="preserve"> </w:t>
            </w:r>
            <w:r w:rsidR="00F637A8">
              <w:rPr>
                <w:sz w:val="18"/>
              </w:rPr>
              <w:t>jako konsument</w:t>
            </w:r>
            <w:r w:rsidR="00AE1B56">
              <w:rPr>
                <w:sz w:val="18"/>
              </w:rPr>
              <w:t xml:space="preserve"> </w:t>
            </w:r>
            <w:r w:rsidRPr="009859F5">
              <w:rPr>
                <w:sz w:val="18"/>
              </w:rPr>
              <w:t>zawar</w:t>
            </w:r>
            <w:r w:rsidR="00AE1B56">
              <w:rPr>
                <w:sz w:val="18"/>
              </w:rPr>
              <w:t>li</w:t>
            </w:r>
            <w:r w:rsidRPr="009859F5">
              <w:rPr>
                <w:sz w:val="18"/>
              </w:rPr>
              <w:t xml:space="preserve"> umowę</w:t>
            </w:r>
          </w:p>
          <w:p w14:paraId="370A628A" w14:textId="77777777" w:rsidR="00C22FDE" w:rsidRPr="009859F5" w:rsidRDefault="007375D1">
            <w:pPr>
              <w:spacing w:before="60" w:after="60"/>
              <w:ind w:left="426"/>
              <w:jc w:val="both"/>
              <w:textAlignment w:val="auto"/>
              <w:rPr>
                <w:sz w:val="18"/>
              </w:rPr>
            </w:pPr>
            <w:r w:rsidRPr="009859F5">
              <w:rPr>
                <w:sz w:val="18"/>
              </w:rPr>
              <w:t>a) poza terenem siedziby agencji pośrednictwa lub</w:t>
            </w:r>
          </w:p>
          <w:p w14:paraId="24730F04" w14:textId="77777777" w:rsidR="00C22FDE" w:rsidRDefault="007375D1">
            <w:pPr>
              <w:spacing w:before="60" w:after="60"/>
              <w:ind w:left="426"/>
              <w:jc w:val="both"/>
              <w:textAlignment w:val="auto"/>
              <w:rPr>
                <w:sz w:val="18"/>
              </w:rPr>
            </w:pPr>
            <w:r w:rsidRPr="009859F5">
              <w:rPr>
                <w:sz w:val="18"/>
              </w:rPr>
              <w:t xml:space="preserve">b) przed zawarciem umowy agencja pośrednictwa zwróciła się osobiście i indywidualnie do </w:t>
            </w:r>
            <w:r w:rsidR="00AE1B56">
              <w:rPr>
                <w:sz w:val="18"/>
              </w:rPr>
              <w:t>zleceniodawcy</w:t>
            </w:r>
            <w:r w:rsidRPr="009859F5">
              <w:rPr>
                <w:sz w:val="18"/>
              </w:rPr>
              <w:t xml:space="preserve"> poza terenem swojej siedziby,</w:t>
            </w:r>
          </w:p>
          <w:p w14:paraId="6D13DFD9" w14:textId="77777777" w:rsidR="00AE1B56" w:rsidRPr="009859F5" w:rsidRDefault="00AE1B56">
            <w:pPr>
              <w:spacing w:before="60" w:after="60"/>
              <w:ind w:left="426"/>
              <w:jc w:val="both"/>
              <w:textAlignment w:val="auto"/>
              <w:rPr>
                <w:sz w:val="18"/>
              </w:rPr>
            </w:pPr>
            <w:r w:rsidRPr="00AE1B56">
              <w:rPr>
                <w:sz w:val="18"/>
              </w:rPr>
              <w:t xml:space="preserve">c) na odległość, tj. przy użyciu wyłącznie środków porozumiewania się na odległość (np. telefon, e-mail), bez jednoczesnej fizycznej obecności pośrednika lub osoba przypisana do firmy </w:t>
            </w:r>
            <w:r>
              <w:rPr>
                <w:sz w:val="18"/>
              </w:rPr>
              <w:t>pośredniczącej</w:t>
            </w:r>
            <w:r w:rsidRPr="00AE1B56">
              <w:rPr>
                <w:sz w:val="18"/>
              </w:rPr>
              <w:t xml:space="preserve"> jako przedstawiciel w ramach zorganizowanego systemu sprzedaży lub usług,</w:t>
            </w:r>
          </w:p>
          <w:p w14:paraId="2E7F680B" w14:textId="77777777" w:rsidR="00AE1B56" w:rsidRDefault="007375D1">
            <w:pPr>
              <w:spacing w:before="60" w:after="60"/>
              <w:ind w:left="426"/>
              <w:jc w:val="both"/>
              <w:textAlignment w:val="auto"/>
              <w:rPr>
                <w:sz w:val="18"/>
              </w:rPr>
            </w:pPr>
            <w:r w:rsidRPr="009859F5">
              <w:rPr>
                <w:sz w:val="18"/>
              </w:rPr>
              <w:t xml:space="preserve">wówczas </w:t>
            </w:r>
            <w:r w:rsidR="00AE1B56">
              <w:rPr>
                <w:sz w:val="18"/>
              </w:rPr>
              <w:t>zleceniodawca</w:t>
            </w:r>
            <w:r w:rsidRPr="009859F5">
              <w:rPr>
                <w:sz w:val="18"/>
              </w:rPr>
              <w:t>, może bez podania przyczyn odstąpić od umowy pośrednictwa w ciągu 14 dni.</w:t>
            </w:r>
          </w:p>
          <w:p w14:paraId="68C72A29" w14:textId="77777777" w:rsidR="00C22FDE" w:rsidRDefault="007375D1">
            <w:pPr>
              <w:spacing w:before="60" w:after="60"/>
              <w:ind w:left="426"/>
              <w:jc w:val="both"/>
              <w:textAlignment w:val="auto"/>
              <w:rPr>
                <w:sz w:val="18"/>
              </w:rPr>
            </w:pPr>
            <w:r w:rsidRPr="009859F5">
              <w:rPr>
                <w:sz w:val="18"/>
              </w:rPr>
              <w:t xml:space="preserve">Okres ten rozpoczyna się w momencie zawarcia umowy, najwcześniej jednak wraz z </w:t>
            </w:r>
            <w:r w:rsidRPr="009859F5">
              <w:rPr>
                <w:b/>
                <w:sz w:val="18"/>
              </w:rPr>
              <w:t>dostarczeniem wypełnionego uprzednio</w:t>
            </w:r>
            <w:r w:rsidRPr="009859F5">
              <w:rPr>
                <w:sz w:val="18"/>
              </w:rPr>
              <w:t xml:space="preserve"> </w:t>
            </w:r>
            <w:r w:rsidRPr="009859F5">
              <w:rPr>
                <w:b/>
                <w:sz w:val="18"/>
              </w:rPr>
              <w:t xml:space="preserve">formularza </w:t>
            </w:r>
            <w:r w:rsidRPr="009859F5">
              <w:rPr>
                <w:sz w:val="18"/>
              </w:rPr>
              <w:t xml:space="preserve"> (</w:t>
            </w:r>
            <w:r w:rsidRPr="009859F5">
              <w:rPr>
                <w:b/>
                <w:sz w:val="18"/>
              </w:rPr>
              <w:t>rezygnacji z umowy./V2</w:t>
            </w:r>
            <w:r w:rsidRPr="009859F5">
              <w:rPr>
                <w:sz w:val="18"/>
              </w:rPr>
              <w:t xml:space="preserve">). Oświadczenie o odstąpieniu lub wycofaniu się z umowy może zostać formalnie złożone w formie jednoznacznego oświadczenia lub wypełnionego formularza rezygnacji (Załącznik .V2). Termin ten jest dotrzymany, jeśli wypełniony formularz zostanie wysłany do agencji pośrednictwa w ciągu 14 dni. </w:t>
            </w:r>
            <w:r w:rsidR="00AE1B56">
              <w:rPr>
                <w:sz w:val="18"/>
              </w:rPr>
              <w:t>Zleceniodawca</w:t>
            </w:r>
            <w:r w:rsidRPr="009859F5">
              <w:rPr>
                <w:sz w:val="18"/>
              </w:rPr>
              <w:t xml:space="preserve"> ma prawo odstąpienia od umowy, jeżeli agencja pośrednictwa naruszyła uregulowania prawne dotyczące pozyskiwania i przyjmowania zamówień na usługi (§54 GewO 1994), jak również poprzez wyszukiwanie osób prywatnych i działania promocyjne/reklamowe (§ 57 GewO 1994).</w:t>
            </w:r>
          </w:p>
          <w:p w14:paraId="3BA961A1" w14:textId="77777777" w:rsidR="00AE1B56" w:rsidRPr="009859F5" w:rsidRDefault="00AE1B56">
            <w:pPr>
              <w:spacing w:before="60" w:after="60"/>
              <w:ind w:left="426"/>
              <w:jc w:val="both"/>
              <w:textAlignment w:val="auto"/>
              <w:rPr>
                <w:sz w:val="18"/>
              </w:rPr>
            </w:pPr>
            <w:r>
              <w:rPr>
                <w:sz w:val="18"/>
              </w:rPr>
              <w:t>WSKAZÓWKA: co do lit.</w:t>
            </w:r>
            <w:r w:rsidRPr="00AE1B56">
              <w:rPr>
                <w:sz w:val="18"/>
              </w:rPr>
              <w:t xml:space="preserve"> b. wskazuje się na § 3 ust. 3 kodeksu postępowania i praktyki w zakresie organizacji pomocy osobistej, zgodnie z którym wizyta osób prywatnych w celu zebrania zamówień na usługi organizacji pomocy osobistej jest dozwolona tylko na wyraźne żądanie firmy pośredniczącej, a ponadto przyjmowanie zamówień na takie usługi jest dozwolone tylko w lokalu przedsiębiorstwa lub przy okazji wizyty dozwolonej zgodnie z poprzednim zdaniem.</w:t>
            </w:r>
          </w:p>
          <w:p w14:paraId="6C132531" w14:textId="77777777" w:rsidR="00C22FDE" w:rsidRDefault="007375D1">
            <w:pPr>
              <w:spacing w:before="60" w:after="60"/>
              <w:ind w:left="426"/>
              <w:jc w:val="both"/>
              <w:textAlignment w:val="auto"/>
              <w:rPr>
                <w:sz w:val="18"/>
              </w:rPr>
            </w:pPr>
            <w:r w:rsidRPr="009859F5">
              <w:rPr>
                <w:sz w:val="18"/>
              </w:rPr>
              <w:t xml:space="preserve">Jeżeli </w:t>
            </w:r>
            <w:r w:rsidR="00AE1B56">
              <w:rPr>
                <w:sz w:val="18"/>
              </w:rPr>
              <w:t>zleceniodawca</w:t>
            </w:r>
            <w:r w:rsidRPr="009859F5">
              <w:rPr>
                <w:sz w:val="18"/>
              </w:rPr>
              <w:t xml:space="preserve"> odstąpił od umowy pośrednictwa, wówczas agencja pośrednictwa powinna zwrócić </w:t>
            </w:r>
            <w:r w:rsidR="00AE1B56">
              <w:rPr>
                <w:sz w:val="18"/>
              </w:rPr>
              <w:t>zleceniodawcy</w:t>
            </w:r>
            <w:r w:rsidRPr="009859F5">
              <w:rPr>
                <w:sz w:val="18"/>
              </w:rPr>
              <w:t xml:space="preserve"> wszystkie otrzymane od nie</w:t>
            </w:r>
            <w:r w:rsidR="00AE1B56">
              <w:rPr>
                <w:sz w:val="18"/>
              </w:rPr>
              <w:t>go</w:t>
            </w:r>
            <w:r w:rsidRPr="009859F5">
              <w:rPr>
                <w:sz w:val="18"/>
              </w:rPr>
              <w:t xml:space="preserve"> płatności, w tym wszelkie koszty dostawy (z wyjątkiem dodatkowych kosztów wynikających z faktu, że </w:t>
            </w:r>
            <w:r w:rsidR="00AE1B56">
              <w:rPr>
                <w:sz w:val="18"/>
              </w:rPr>
              <w:t>zleceniodawca</w:t>
            </w:r>
            <w:r w:rsidRPr="009859F5">
              <w:rPr>
                <w:sz w:val="18"/>
              </w:rPr>
              <w:t xml:space="preserve"> wybrał inny sposób dostawy niż najtańsza standardowa dostawa oferowana przez agencję pośrednictwa), niezwłocznie i najpóźniej w ciągu 14 dni od dnia otrzymania przez agencję pośrednictwa formularza odstąpienia. W celu dokonania zwrotu agencja pośrednictwa powinna dokonać płatności za pierwotną transakcję, a </w:t>
            </w:r>
            <w:r w:rsidR="00AE1B56">
              <w:rPr>
                <w:sz w:val="18"/>
              </w:rPr>
              <w:t>zleceniodawca</w:t>
            </w:r>
            <w:r w:rsidRPr="009859F5">
              <w:rPr>
                <w:sz w:val="18"/>
              </w:rPr>
              <w:t xml:space="preserve"> nie może zostać obciążon</w:t>
            </w:r>
            <w:r w:rsidR="00AE1B56">
              <w:rPr>
                <w:sz w:val="18"/>
              </w:rPr>
              <w:t>y</w:t>
            </w:r>
            <w:r w:rsidRPr="009859F5">
              <w:rPr>
                <w:sz w:val="18"/>
              </w:rPr>
              <w:t xml:space="preserve"> żadnymi dodatkowymi opłatami.</w:t>
            </w:r>
          </w:p>
          <w:p w14:paraId="3586C27C" w14:textId="77777777" w:rsidR="007A19E3" w:rsidRDefault="007A19E3">
            <w:pPr>
              <w:spacing w:before="60" w:after="60"/>
              <w:ind w:left="426"/>
              <w:jc w:val="both"/>
              <w:textAlignment w:val="auto"/>
              <w:rPr>
                <w:sz w:val="18"/>
              </w:rPr>
            </w:pPr>
            <w:r w:rsidRPr="007A19E3">
              <w:rPr>
                <w:b/>
                <w:bCs/>
                <w:sz w:val="18"/>
              </w:rPr>
              <w:t>Jeżeli zaznaczając poniżej opcję „Tak", zleceniodawca wyraźnie zażąda, aby firma pośrednicząca rozpoczęła świadczenie usług przed upływem okresu odstąpienia / anulowania, zleceniodawca musi zapłacić odpowiednią kwotę za usługi wykonane do tego momentu</w:t>
            </w:r>
            <w:r>
              <w:rPr>
                <w:sz w:val="18"/>
              </w:rPr>
              <w:t>.</w:t>
            </w:r>
          </w:p>
          <w:p w14:paraId="0DDFE84A" w14:textId="77777777" w:rsidR="007A19E3" w:rsidRDefault="007A19E3">
            <w:pPr>
              <w:spacing w:before="60" w:after="60"/>
              <w:ind w:left="426"/>
              <w:jc w:val="both"/>
              <w:textAlignment w:val="auto"/>
              <w:rPr>
                <w:sz w:val="18"/>
              </w:rPr>
            </w:pPr>
            <w:r w:rsidRPr="007A19E3">
              <w:rPr>
                <w:sz w:val="18"/>
                <w:u w:val="single"/>
              </w:rPr>
              <w:t>Wysokość ceny</w:t>
            </w:r>
            <w:r w:rsidRPr="007A19E3">
              <w:rPr>
                <w:sz w:val="18"/>
              </w:rPr>
              <w:t xml:space="preserve">: </w:t>
            </w:r>
            <w:r>
              <w:rPr>
                <w:sz w:val="18"/>
              </w:rPr>
              <w:t>u</w:t>
            </w:r>
            <w:r w:rsidRPr="007A19E3">
              <w:rPr>
                <w:sz w:val="18"/>
              </w:rPr>
              <w:t xml:space="preserve">sługi świadczone przez </w:t>
            </w:r>
            <w:r>
              <w:rPr>
                <w:sz w:val="18"/>
              </w:rPr>
              <w:t>firmę pośredniczącą</w:t>
            </w:r>
            <w:r w:rsidRPr="007A19E3">
              <w:rPr>
                <w:sz w:val="18"/>
              </w:rPr>
              <w:t xml:space="preserve"> do momentu poinformowania </w:t>
            </w:r>
            <w:r>
              <w:rPr>
                <w:sz w:val="18"/>
              </w:rPr>
              <w:t xml:space="preserve">jej </w:t>
            </w:r>
            <w:r w:rsidRPr="007A19E3">
              <w:rPr>
                <w:sz w:val="18"/>
              </w:rPr>
              <w:t>o skorzystaniu z prawa do odstąpienia od umowy/ anulowania umowy są płatne za pomocą tej części ceny, która odpowiada proporcji usług już wykonanych w stosunku do całkowitej kwoty usług przewidzianych w umowie (faktoring).</w:t>
            </w:r>
          </w:p>
          <w:p w14:paraId="61DF1F2B" w14:textId="77777777" w:rsidR="00FA2EF3" w:rsidRDefault="00FA2EF3">
            <w:pPr>
              <w:spacing w:before="60" w:after="60"/>
              <w:ind w:left="426"/>
              <w:jc w:val="both"/>
              <w:textAlignment w:val="auto"/>
              <w:rPr>
                <w:sz w:val="18"/>
              </w:rPr>
            </w:pPr>
            <w:r>
              <w:rPr>
                <w:sz w:val="18"/>
              </w:rPr>
              <w:t xml:space="preserve">W </w:t>
            </w:r>
            <w:r w:rsidRPr="00FA2EF3">
              <w:rPr>
                <w:sz w:val="18"/>
              </w:rPr>
              <w:t xml:space="preserve">tym </w:t>
            </w:r>
            <w:r>
              <w:rPr>
                <w:sz w:val="18"/>
              </w:rPr>
              <w:t>znaczeniu zleceniodawca</w:t>
            </w:r>
            <w:r w:rsidRPr="00FA2EF3">
              <w:rPr>
                <w:sz w:val="18"/>
              </w:rPr>
              <w:t xml:space="preserve"> może wybrać, czy chce rozpocząć świadczenie usługi przed końcem okresu odstąpienia/anulowania (np. natychmiast):</w:t>
            </w:r>
          </w:p>
          <w:p w14:paraId="47BBAEFB" w14:textId="77777777" w:rsidR="00FA2EF3" w:rsidRDefault="00FA2EF3">
            <w:pPr>
              <w:spacing w:before="60" w:after="60"/>
              <w:ind w:left="426"/>
              <w:jc w:val="both"/>
              <w:textAlignment w:val="auto"/>
              <w:rPr>
                <w:sz w:val="18"/>
              </w:rPr>
            </w:pPr>
            <w:r>
              <w:rPr>
                <w:sz w:val="18"/>
              </w:rPr>
              <w:t xml:space="preserve">Zleceniodawca </w:t>
            </w:r>
            <w:r w:rsidRPr="00FA2EF3">
              <w:rPr>
                <w:sz w:val="18"/>
              </w:rPr>
              <w:t>życzy sobie, aby usługi uzgodnione w niniejszej umowie były świadczone przed jej wygaśnięciem lub końc</w:t>
            </w:r>
            <w:r>
              <w:rPr>
                <w:sz w:val="18"/>
              </w:rPr>
              <w:t>em</w:t>
            </w:r>
            <w:r w:rsidRPr="00FA2EF3">
              <w:rPr>
                <w:sz w:val="18"/>
              </w:rPr>
              <w:t xml:space="preserve"> okresu</w:t>
            </w:r>
            <w:r>
              <w:rPr>
                <w:sz w:val="18"/>
              </w:rPr>
              <w:t xml:space="preserve"> odstąpienia</w:t>
            </w:r>
            <w:r w:rsidRPr="00FA2EF3">
              <w:rPr>
                <w:sz w:val="18"/>
              </w:rPr>
              <w:t xml:space="preserve"> opisanego powyżej (</w:t>
            </w:r>
            <w:r w:rsidRPr="00FA2EF3">
              <w:rPr>
                <w:sz w:val="18"/>
                <w:u w:val="single"/>
              </w:rPr>
              <w:t xml:space="preserve">wybór ten musi być zaznaczony przez samego </w:t>
            </w:r>
            <w:r>
              <w:rPr>
                <w:sz w:val="18"/>
                <w:u w:val="single"/>
              </w:rPr>
              <w:t>zleceniodawcę</w:t>
            </w:r>
            <w:r w:rsidRPr="00FA2EF3">
              <w:rPr>
                <w:sz w:val="18"/>
              </w:rPr>
              <w:t>)</w:t>
            </w:r>
          </w:p>
          <w:p w14:paraId="06349E6A" w14:textId="77777777" w:rsidR="00FA2EF3" w:rsidRDefault="00FA2EF3">
            <w:pPr>
              <w:spacing w:before="60" w:after="60"/>
              <w:ind w:left="426"/>
              <w:jc w:val="both"/>
              <w:textAlignment w:val="auto"/>
              <w:rPr>
                <w:sz w:val="18"/>
              </w:rPr>
            </w:pPr>
          </w:p>
          <w:tbl>
            <w:tblPr>
              <w:tblW w:w="12249" w:type="dxa"/>
              <w:tblInd w:w="1302" w:type="dxa"/>
              <w:tblLayout w:type="fixed"/>
              <w:tblLook w:val="04A0" w:firstRow="1" w:lastRow="0" w:firstColumn="1" w:lastColumn="0" w:noHBand="0" w:noVBand="1"/>
            </w:tblPr>
            <w:tblGrid>
              <w:gridCol w:w="4111"/>
              <w:gridCol w:w="8138"/>
            </w:tblGrid>
            <w:tr w:rsidR="00FA2EF3" w:rsidRPr="008548E6" w14:paraId="7D32352D" w14:textId="77777777" w:rsidTr="009B185D">
              <w:trPr>
                <w:trHeight w:val="102"/>
              </w:trPr>
              <w:tc>
                <w:tcPr>
                  <w:tcW w:w="4111" w:type="dxa"/>
                  <w:shd w:val="clear" w:color="auto" w:fill="auto"/>
                </w:tcPr>
                <w:p w14:paraId="2BAE0A12" w14:textId="77777777" w:rsidR="00FA2EF3" w:rsidRPr="00FA2EF3" w:rsidRDefault="00FA2EF3" w:rsidP="00FA2EF3">
                  <w:pPr>
                    <w:numPr>
                      <w:ilvl w:val="0"/>
                      <w:numId w:val="27"/>
                    </w:numPr>
                    <w:spacing w:before="60" w:after="60" w:line="240" w:lineRule="exact"/>
                    <w:ind w:left="426" w:right="-385" w:firstLine="0"/>
                    <w:textAlignment w:val="auto"/>
                    <w:rPr>
                      <w:b/>
                      <w:bCs/>
                      <w:sz w:val="18"/>
                      <w:szCs w:val="18"/>
                      <w:lang w:eastAsia="en-US"/>
                    </w:rPr>
                  </w:pPr>
                  <w:r>
                    <w:rPr>
                      <w:b/>
                      <w:bCs/>
                      <w:sz w:val="18"/>
                      <w:szCs w:val="18"/>
                      <w:lang w:eastAsia="en-US"/>
                    </w:rPr>
                    <w:t>Tak</w:t>
                  </w:r>
                </w:p>
              </w:tc>
              <w:tc>
                <w:tcPr>
                  <w:tcW w:w="8138" w:type="dxa"/>
                  <w:shd w:val="clear" w:color="auto" w:fill="auto"/>
                </w:tcPr>
                <w:p w14:paraId="4EC52BE8" w14:textId="77777777" w:rsidR="00FA2EF3" w:rsidRPr="00FA2EF3" w:rsidRDefault="00FA2EF3" w:rsidP="00FA2EF3">
                  <w:pPr>
                    <w:numPr>
                      <w:ilvl w:val="0"/>
                      <w:numId w:val="27"/>
                    </w:numPr>
                    <w:spacing w:before="60" w:after="60" w:line="240" w:lineRule="exact"/>
                    <w:ind w:left="426" w:right="-385" w:firstLine="0"/>
                    <w:textAlignment w:val="auto"/>
                    <w:rPr>
                      <w:b/>
                      <w:bCs/>
                      <w:sz w:val="18"/>
                      <w:szCs w:val="18"/>
                      <w:lang w:eastAsia="en-US"/>
                    </w:rPr>
                  </w:pPr>
                  <w:r w:rsidRPr="00FA2EF3">
                    <w:rPr>
                      <w:b/>
                      <w:bCs/>
                      <w:sz w:val="18"/>
                      <w:szCs w:val="18"/>
                      <w:lang w:eastAsia="en-US"/>
                    </w:rPr>
                    <w:t>N</w:t>
                  </w:r>
                  <w:r>
                    <w:rPr>
                      <w:b/>
                      <w:bCs/>
                      <w:sz w:val="18"/>
                      <w:szCs w:val="18"/>
                      <w:lang w:eastAsia="en-US"/>
                    </w:rPr>
                    <w:t>ie</w:t>
                  </w:r>
                </w:p>
              </w:tc>
            </w:tr>
          </w:tbl>
          <w:p w14:paraId="0A2EEDA5" w14:textId="77777777" w:rsidR="00FA2EF3" w:rsidRPr="009859F5" w:rsidRDefault="00FA2EF3">
            <w:pPr>
              <w:spacing w:before="60" w:after="60"/>
              <w:ind w:left="426"/>
              <w:jc w:val="both"/>
              <w:textAlignment w:val="auto"/>
              <w:rPr>
                <w:sz w:val="18"/>
              </w:rPr>
            </w:pPr>
          </w:p>
          <w:p w14:paraId="455F94CE" w14:textId="77777777" w:rsidR="007A19E3" w:rsidRPr="006C0DE6" w:rsidRDefault="007A19E3" w:rsidP="007A19E3">
            <w:pPr>
              <w:numPr>
                <w:ilvl w:val="1"/>
                <w:numId w:val="25"/>
              </w:numPr>
              <w:spacing w:before="60" w:after="60" w:line="240" w:lineRule="exact"/>
              <w:jc w:val="both"/>
              <w:textAlignment w:val="auto"/>
              <w:rPr>
                <w:sz w:val="18"/>
              </w:rPr>
            </w:pPr>
            <w:r w:rsidRPr="000C1814">
              <w:rPr>
                <w:sz w:val="18"/>
              </w:rPr>
              <w:t xml:space="preserve">Dla wszelkich sporów wynikających z niniejszej umowy sądem właściwym jest sąd właściwy dla miejsca, w którego okręgu znajduje się miejsce zamieszkania </w:t>
            </w:r>
            <w:r>
              <w:rPr>
                <w:sz w:val="18"/>
              </w:rPr>
              <w:t>zleceniodawcy</w:t>
            </w:r>
            <w:r w:rsidRPr="006C0DE6">
              <w:rPr>
                <w:sz w:val="18"/>
              </w:rPr>
              <w:t>.</w:t>
            </w:r>
          </w:p>
          <w:p w14:paraId="7EDC6FB5" w14:textId="77777777" w:rsidR="007A19E3" w:rsidRPr="006C0DE6" w:rsidRDefault="007A19E3" w:rsidP="007A19E3">
            <w:pPr>
              <w:numPr>
                <w:ilvl w:val="1"/>
                <w:numId w:val="25"/>
              </w:numPr>
              <w:spacing w:before="60" w:after="60" w:line="240" w:lineRule="exact"/>
              <w:jc w:val="both"/>
              <w:textAlignment w:val="auto"/>
              <w:rPr>
                <w:sz w:val="18"/>
              </w:rPr>
            </w:pPr>
            <w:r w:rsidRPr="006C0DE6">
              <w:rPr>
                <w:sz w:val="18"/>
              </w:rPr>
              <w:t>Niniejsza umowa podlega wyłącznie prawu austriackiemu.</w:t>
            </w:r>
          </w:p>
          <w:p w14:paraId="69B680E4" w14:textId="77777777" w:rsidR="007A19E3" w:rsidRDefault="007A19E3" w:rsidP="007A19E3">
            <w:pPr>
              <w:numPr>
                <w:ilvl w:val="1"/>
                <w:numId w:val="25"/>
              </w:numPr>
              <w:spacing w:before="60" w:after="60" w:line="240" w:lineRule="exact"/>
              <w:jc w:val="both"/>
              <w:rPr>
                <w:sz w:val="18"/>
              </w:rPr>
            </w:pPr>
            <w:r w:rsidRPr="006C0DE6">
              <w:rPr>
                <w:sz w:val="18"/>
              </w:rPr>
              <w:t xml:space="preserve">Umowa jest sporządzona w pojedynczym formularzu. Oryginał otrzymuje firma </w:t>
            </w:r>
            <w:r>
              <w:rPr>
                <w:sz w:val="18"/>
              </w:rPr>
              <w:t>pośrednicząca</w:t>
            </w:r>
            <w:r w:rsidRPr="006C0DE6">
              <w:rPr>
                <w:sz w:val="18"/>
              </w:rPr>
              <w:t xml:space="preserve">, a kopię </w:t>
            </w:r>
            <w:r>
              <w:rPr>
                <w:sz w:val="18"/>
              </w:rPr>
              <w:t>zleceniodawca</w:t>
            </w:r>
            <w:r w:rsidRPr="006C0DE6">
              <w:rPr>
                <w:sz w:val="18"/>
              </w:rPr>
              <w:t>.</w:t>
            </w:r>
          </w:p>
          <w:p w14:paraId="197B9AB3" w14:textId="77777777" w:rsidR="00C22FDE" w:rsidRPr="009859F5" w:rsidRDefault="007A19E3" w:rsidP="007A19E3">
            <w:pPr>
              <w:numPr>
                <w:ilvl w:val="1"/>
                <w:numId w:val="25"/>
              </w:numPr>
              <w:spacing w:before="60" w:after="60" w:line="240" w:lineRule="exact"/>
              <w:jc w:val="both"/>
              <w:rPr>
                <w:sz w:val="18"/>
              </w:rPr>
            </w:pPr>
            <w:r w:rsidRPr="007A19E3">
              <w:rPr>
                <w:sz w:val="18"/>
              </w:rPr>
              <w:t>Przepisy ustawy o działalności maklerskiej stosuje się w sposób subsydiarny</w:t>
            </w:r>
            <w:r w:rsidR="007375D1" w:rsidRPr="009859F5">
              <w:rPr>
                <w:sz w:val="18"/>
              </w:rPr>
              <w:t>.</w:t>
            </w:r>
          </w:p>
        </w:tc>
      </w:tr>
    </w:tbl>
    <w:p w14:paraId="003491FF" w14:textId="77777777" w:rsidR="00C22FDE" w:rsidRPr="009859F5" w:rsidRDefault="007375D1">
      <w:pPr>
        <w:rPr>
          <w:sz w:val="18"/>
        </w:rPr>
      </w:pPr>
      <w:r w:rsidRPr="009859F5">
        <w:rPr>
          <w:sz w:val="18"/>
        </w:rPr>
        <w:br/>
      </w:r>
      <w:r w:rsidRPr="009859F5">
        <w:rPr>
          <w:sz w:val="18"/>
        </w:rPr>
        <w:br/>
        <w:t>______________________________</w:t>
      </w:r>
      <w:r w:rsidRPr="009859F5">
        <w:rPr>
          <w:sz w:val="18"/>
        </w:rPr>
        <w:br/>
        <w:t>Miejscowość, data:</w:t>
      </w:r>
    </w:p>
    <w:tbl>
      <w:tblPr>
        <w:tblW w:w="10070" w:type="dxa"/>
        <w:tblLook w:val="04A0" w:firstRow="1" w:lastRow="0" w:firstColumn="1" w:lastColumn="0" w:noHBand="0" w:noVBand="1"/>
      </w:tblPr>
      <w:tblGrid>
        <w:gridCol w:w="4757"/>
        <w:gridCol w:w="5313"/>
      </w:tblGrid>
      <w:tr w:rsidR="009859F5" w:rsidRPr="009859F5" w14:paraId="1E9940BA" w14:textId="77777777">
        <w:trPr>
          <w:trHeight w:val="780"/>
        </w:trPr>
        <w:tc>
          <w:tcPr>
            <w:tcW w:w="4757" w:type="dxa"/>
            <w:shd w:val="clear" w:color="auto" w:fill="auto"/>
          </w:tcPr>
          <w:p w14:paraId="7BD1868D" w14:textId="77777777" w:rsidR="00C22FDE" w:rsidRPr="009859F5" w:rsidRDefault="00C22FDE">
            <w:pPr>
              <w:spacing w:before="120" w:after="120" w:line="240" w:lineRule="exact"/>
              <w:rPr>
                <w:sz w:val="18"/>
              </w:rPr>
            </w:pPr>
          </w:p>
          <w:p w14:paraId="3023C1CA" w14:textId="77777777" w:rsidR="00C22FDE" w:rsidRPr="009859F5" w:rsidRDefault="007375D1">
            <w:pPr>
              <w:spacing w:before="120" w:after="120" w:line="240" w:lineRule="exact"/>
              <w:rPr>
                <w:sz w:val="18"/>
              </w:rPr>
            </w:pPr>
            <w:r w:rsidRPr="009859F5">
              <w:rPr>
                <w:sz w:val="18"/>
              </w:rPr>
              <w:t>________________________________________</w:t>
            </w:r>
            <w:r w:rsidRPr="009859F5">
              <w:rPr>
                <w:sz w:val="18"/>
              </w:rPr>
              <w:br/>
              <w:t>Podpis zleceniodawc</w:t>
            </w:r>
            <w:r w:rsidR="00FA2EF3">
              <w:rPr>
                <w:sz w:val="18"/>
              </w:rPr>
              <w:t>y</w:t>
            </w:r>
          </w:p>
        </w:tc>
        <w:tc>
          <w:tcPr>
            <w:tcW w:w="5313" w:type="dxa"/>
            <w:shd w:val="clear" w:color="auto" w:fill="auto"/>
          </w:tcPr>
          <w:p w14:paraId="66CE4044" w14:textId="77777777" w:rsidR="00C22FDE" w:rsidRPr="009859F5" w:rsidRDefault="00C22FDE">
            <w:pPr>
              <w:spacing w:before="120" w:after="120" w:line="240" w:lineRule="exact"/>
              <w:rPr>
                <w:sz w:val="18"/>
              </w:rPr>
            </w:pPr>
          </w:p>
          <w:p w14:paraId="11846166" w14:textId="77777777" w:rsidR="00C22FDE" w:rsidRPr="009859F5" w:rsidRDefault="007375D1">
            <w:pPr>
              <w:spacing w:before="120" w:after="120" w:line="240" w:lineRule="exact"/>
              <w:rPr>
                <w:sz w:val="18"/>
              </w:rPr>
            </w:pPr>
            <w:r w:rsidRPr="009859F5">
              <w:rPr>
                <w:sz w:val="18"/>
              </w:rPr>
              <w:t>_______________________________________</w:t>
            </w:r>
            <w:r w:rsidRPr="009859F5">
              <w:rPr>
                <w:sz w:val="18"/>
              </w:rPr>
              <w:br/>
              <w:t>Podpis agencji pośrednictwa</w:t>
            </w:r>
          </w:p>
        </w:tc>
      </w:tr>
    </w:tbl>
    <w:p w14:paraId="7854DBA9" w14:textId="77777777" w:rsidR="00C22FDE" w:rsidRPr="009859F5" w:rsidRDefault="00C22FDE">
      <w:pPr>
        <w:rPr>
          <w:sz w:val="18"/>
        </w:rPr>
      </w:pPr>
    </w:p>
    <w:sectPr w:rsidR="00C22FDE" w:rsidRPr="009859F5">
      <w:headerReference w:type="even" r:id="rId13"/>
      <w:headerReference w:type="default" r:id="rId14"/>
      <w:footerReference w:type="default" r:id="rId15"/>
      <w:headerReference w:type="first" r:id="rId16"/>
      <w:footerReference w:type="first" r:id="rId17"/>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5F506" w14:textId="77777777" w:rsidR="00555EC9" w:rsidRDefault="00555EC9">
      <w:r>
        <w:separator/>
      </w:r>
    </w:p>
  </w:endnote>
  <w:endnote w:type="continuationSeparator" w:id="0">
    <w:p w14:paraId="4E278E4D" w14:textId="77777777" w:rsidR="00555EC9" w:rsidRDefault="00555EC9">
      <w:r>
        <w:continuationSeparator/>
      </w:r>
    </w:p>
  </w:endnote>
  <w:endnote w:type="continuationNotice" w:id="1">
    <w:p w14:paraId="706A871A" w14:textId="77777777" w:rsidR="00555EC9" w:rsidRDefault="00555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游明朝">
    <w:panose1 w:val="00000000000000000000"/>
    <w:charset w:val="80"/>
    <w:family w:val="roman"/>
    <w:notTrueType/>
    <w:pitch w:val="default"/>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DC76D7E" w14:textId="77777777" w:rsidR="0002030B" w:rsidRDefault="0002030B" w:rsidP="0002030B">
    <w:pPr>
      <w:pStyle w:val="Fuzeile"/>
      <w:jc w:val="center"/>
      <w:rPr>
        <w:rFonts w:ascii="Arial" w:hAnsi="Arial" w:cs="Arial"/>
        <w:sz w:val="18"/>
      </w:rPr>
    </w:pPr>
    <w:r w:rsidRPr="005F71D3">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r>
      <w:rPr>
        <w:rFonts w:ascii="Arial" w:hAnsi="Arial" w:cs="Arial"/>
        <w:sz w:val="18"/>
      </w:rPr>
      <w:t>.</w:t>
    </w:r>
  </w:p>
  <w:p w14:paraId="46C06C37" w14:textId="77777777" w:rsidR="00C22FDE" w:rsidRPr="0002030B" w:rsidRDefault="00C22FDE" w:rsidP="0002030B">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76D8F1C" w14:textId="77777777" w:rsidR="0002030B" w:rsidRDefault="0002030B" w:rsidP="0002030B">
    <w:pPr>
      <w:pStyle w:val="Fuzeile"/>
      <w:jc w:val="center"/>
      <w:rPr>
        <w:rFonts w:ascii="Arial" w:hAnsi="Arial" w:cs="Arial"/>
        <w:sz w:val="18"/>
      </w:rPr>
    </w:pPr>
    <w:r w:rsidRPr="005F71D3">
      <w:rPr>
        <w:rFonts w:ascii="Arial" w:hAnsi="Arial" w:cs="Arial"/>
        <w:sz w:val="18"/>
      </w:rPr>
      <w:t>Pomimo starannego opracowania treści nie można wykluczyć błędów. Wyklucza się zatem wszelką odpowiedzialność Izb Handlowych za lekkie zaniedbania (z wyjątkiem szkód osobowych) oraz w stosunku do przedsiębiorców, dodatkowo za zwykłe rażące zaniedbanie</w:t>
    </w:r>
    <w:r>
      <w:rPr>
        <w:rFonts w:ascii="Arial" w:hAnsi="Arial" w:cs="Arial"/>
        <w:sz w:val="18"/>
      </w:rPr>
      <w:t>.</w:t>
    </w:r>
  </w:p>
  <w:p w14:paraId="1117E9E2" w14:textId="77777777" w:rsidR="00C22FDE" w:rsidRPr="0002030B" w:rsidRDefault="00C22FDE" w:rsidP="0002030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B33B7" w14:textId="77777777" w:rsidR="00555EC9" w:rsidRDefault="00555EC9">
      <w:r>
        <w:separator/>
      </w:r>
    </w:p>
  </w:footnote>
  <w:footnote w:type="continuationSeparator" w:id="0">
    <w:p w14:paraId="38A5F8EE" w14:textId="77777777" w:rsidR="00555EC9" w:rsidRDefault="00555EC9">
      <w:r>
        <w:continuationSeparator/>
      </w:r>
    </w:p>
  </w:footnote>
  <w:footnote w:type="continuationNotice" w:id="1">
    <w:p w14:paraId="02166CDE" w14:textId="77777777" w:rsidR="00555EC9" w:rsidRDefault="00555EC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A7BD628" w14:textId="77777777" w:rsidR="00C22FDE" w:rsidRDefault="00F31BB6">
    <w:pPr>
      <w:pStyle w:val="Kopfzeile"/>
    </w:pPr>
    <w:r>
      <w:pict w14:anchorId="5A9E3D7B">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2050"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2E5A205" w14:textId="77777777" w:rsidR="00C22FDE" w:rsidRDefault="00F31BB6">
    <w:pPr>
      <w:pStyle w:val="Kopfzeile"/>
      <w:ind w:right="170"/>
      <w:jc w:val="center"/>
      <w:rPr>
        <w:rStyle w:val="Seitenzahl"/>
        <w:rFonts w:cs="Arial"/>
        <w:sz w:val="18"/>
      </w:rPr>
    </w:pPr>
    <w:r>
      <w:pict w14:anchorId="03A98B1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2051"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7375D1">
      <w:rPr>
        <w:sz w:val="18"/>
      </w:rPr>
      <w:t xml:space="preserve">- </w:t>
    </w:r>
    <w:r w:rsidR="00487B8E">
      <w:rPr>
        <w:rStyle w:val="Seitenzahl"/>
        <w:rFonts w:cs="Arial"/>
        <w:sz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Pr>
        <w:rStyle w:val="Seitenzahl"/>
        <w:rFonts w:cs="Arial"/>
        <w:noProof/>
        <w:sz w:val="18"/>
        <w:szCs w:val="18"/>
      </w:rPr>
      <w:t>2</w:t>
    </w:r>
    <w:r w:rsidR="00487B8E">
      <w:rPr>
        <w:rStyle w:val="Seitenzahl"/>
        <w:rFonts w:cs="Arial"/>
        <w:sz w:val="18"/>
        <w:szCs w:val="18"/>
      </w:rPr>
      <w:fldChar w:fldCharType="end"/>
    </w:r>
    <w:r w:rsidR="007375D1">
      <w:rPr>
        <w:rStyle w:val="Seitenzahl"/>
        <w:rFonts w:cs="Arial"/>
        <w:sz w:val="18"/>
      </w:rPr>
      <w:t xml:space="preserve"> -</w:t>
    </w:r>
  </w:p>
  <w:p w14:paraId="6E8598D1" w14:textId="77777777" w:rsidR="00C22FDE" w:rsidRDefault="00C22FDE">
    <w:pPr>
      <w:pStyle w:val="Kopfzeile"/>
      <w:jc w:val="center"/>
      <w:rPr>
        <w:sz w:val="1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41630B4" w14:textId="77777777" w:rsidR="00C22FDE" w:rsidRDefault="00F31BB6">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rPr>
    </w:pPr>
    <w:r>
      <w:pict w14:anchorId="1A49274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2049"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7375D1">
      <w:rPr>
        <w:rFonts w:ascii="Square721 BT" w:hAnsi="Square721 BT" w:cs="Square721 BT"/>
        <w:smallCaps/>
        <w:color w:val="808080"/>
        <w:sz w:val="32"/>
      </w:rPr>
      <w:t xml:space="preserve"> </w:t>
    </w:r>
    <w:r w:rsidR="009859F5">
      <w:rPr>
        <w:rFonts w:ascii="Square721 BT" w:hAnsi="Square721 BT" w:cs="Square721 BT"/>
        <w:smallCaps/>
        <w:color w:val="808080"/>
        <w:sz w:val="32"/>
      </w:rPr>
      <w:t>0</w:t>
    </w:r>
    <w:r w:rsidR="0002030B">
      <w:rPr>
        <w:rFonts w:ascii="Square721 BT" w:hAnsi="Square721 BT" w:cs="Square721 BT"/>
        <w:smallCaps/>
        <w:color w:val="808080"/>
        <w:sz w:val="32"/>
      </w:rPr>
      <w:t>2</w:t>
    </w:r>
    <w:r w:rsidR="009859F5">
      <w:rPr>
        <w:rFonts w:ascii="Square721 BT" w:hAnsi="Square721 BT" w:cs="Square721 BT"/>
        <w:smallCaps/>
        <w:color w:val="808080"/>
        <w:sz w:val="32"/>
      </w:rPr>
      <w:t>/20</w:t>
    </w:r>
    <w:r w:rsidR="0002030B">
      <w:rPr>
        <w:rFonts w:ascii="Square721 BT" w:hAnsi="Square721 BT" w:cs="Square721 BT"/>
        <w:smallCaps/>
        <w:color w:val="808080"/>
        <w:sz w:val="32"/>
      </w:rPr>
      <w:t>20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04E4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7">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8">
    <w:nsid w:val="26025AEF"/>
    <w:multiLevelType w:val="hybridMultilevel"/>
    <w:tmpl w:val="8F949E90"/>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1">
    <w:nsid w:val="29AA112D"/>
    <w:multiLevelType w:val="multilevel"/>
    <w:tmpl w:val="43080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4">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16">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18">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19">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0">
    <w:nsid w:val="47F132A0"/>
    <w:multiLevelType w:val="hybridMultilevel"/>
    <w:tmpl w:val="759A1A90"/>
    <w:lvl w:ilvl="0" w:tplc="265045DC">
      <w:start w:val="1"/>
      <w:numFmt w:val="decimal"/>
      <w:lvlText w:val="%1."/>
      <w:lvlJc w:val="left"/>
      <w:pPr>
        <w:ind w:left="961" w:hanging="360"/>
      </w:pPr>
      <w:rPr>
        <w:rFonts w:hint="default"/>
      </w:rPr>
    </w:lvl>
    <w:lvl w:ilvl="1" w:tplc="0C070019" w:tentative="1">
      <w:start w:val="1"/>
      <w:numFmt w:val="lowerLetter"/>
      <w:lvlText w:val="%2."/>
      <w:lvlJc w:val="left"/>
      <w:pPr>
        <w:ind w:left="1681" w:hanging="360"/>
      </w:pPr>
    </w:lvl>
    <w:lvl w:ilvl="2" w:tplc="0C07001B" w:tentative="1">
      <w:start w:val="1"/>
      <w:numFmt w:val="lowerRoman"/>
      <w:lvlText w:val="%3."/>
      <w:lvlJc w:val="right"/>
      <w:pPr>
        <w:ind w:left="2401" w:hanging="180"/>
      </w:pPr>
    </w:lvl>
    <w:lvl w:ilvl="3" w:tplc="0C07000F" w:tentative="1">
      <w:start w:val="1"/>
      <w:numFmt w:val="decimal"/>
      <w:lvlText w:val="%4."/>
      <w:lvlJc w:val="left"/>
      <w:pPr>
        <w:ind w:left="3121" w:hanging="360"/>
      </w:pPr>
    </w:lvl>
    <w:lvl w:ilvl="4" w:tplc="0C070019" w:tentative="1">
      <w:start w:val="1"/>
      <w:numFmt w:val="lowerLetter"/>
      <w:lvlText w:val="%5."/>
      <w:lvlJc w:val="left"/>
      <w:pPr>
        <w:ind w:left="3841" w:hanging="360"/>
      </w:pPr>
    </w:lvl>
    <w:lvl w:ilvl="5" w:tplc="0C07001B" w:tentative="1">
      <w:start w:val="1"/>
      <w:numFmt w:val="lowerRoman"/>
      <w:lvlText w:val="%6."/>
      <w:lvlJc w:val="right"/>
      <w:pPr>
        <w:ind w:left="4561" w:hanging="180"/>
      </w:pPr>
    </w:lvl>
    <w:lvl w:ilvl="6" w:tplc="0C07000F" w:tentative="1">
      <w:start w:val="1"/>
      <w:numFmt w:val="decimal"/>
      <w:lvlText w:val="%7."/>
      <w:lvlJc w:val="left"/>
      <w:pPr>
        <w:ind w:left="5281" w:hanging="360"/>
      </w:pPr>
    </w:lvl>
    <w:lvl w:ilvl="7" w:tplc="0C070019" w:tentative="1">
      <w:start w:val="1"/>
      <w:numFmt w:val="lowerLetter"/>
      <w:lvlText w:val="%8."/>
      <w:lvlJc w:val="left"/>
      <w:pPr>
        <w:ind w:left="6001" w:hanging="360"/>
      </w:pPr>
    </w:lvl>
    <w:lvl w:ilvl="8" w:tplc="0C07001B" w:tentative="1">
      <w:start w:val="1"/>
      <w:numFmt w:val="lowerRoman"/>
      <w:lvlText w:val="%9."/>
      <w:lvlJc w:val="right"/>
      <w:pPr>
        <w:ind w:left="6721" w:hanging="180"/>
      </w:pPr>
    </w:lvl>
  </w:abstractNum>
  <w:abstractNum w:abstractNumId="21">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2">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3">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430"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4">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5">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26">
    <w:nsid w:val="535E78CF"/>
    <w:multiLevelType w:val="hybridMultilevel"/>
    <w:tmpl w:val="48D80704"/>
    <w:lvl w:ilvl="0" w:tplc="76FAD4E0">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4243A76"/>
    <w:multiLevelType w:val="hybridMultilevel"/>
    <w:tmpl w:val="8640C940"/>
    <w:lvl w:ilvl="0" w:tplc="FBD4B260">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8">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9">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nsid w:val="66AB04E6"/>
    <w:multiLevelType w:val="hybridMultilevel"/>
    <w:tmpl w:val="CDA4A4F0"/>
    <w:lvl w:ilvl="0" w:tplc="FEF6E656">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2">
    <w:nsid w:val="6B851120"/>
    <w:multiLevelType w:val="hybridMultilevel"/>
    <w:tmpl w:val="38A2ED14"/>
    <w:lvl w:ilvl="0" w:tplc="04070019">
      <w:start w:val="1"/>
      <w:numFmt w:val="lowerLetter"/>
      <w:lvlText w:val="%1."/>
      <w:lvlJc w:val="left"/>
      <w:pPr>
        <w:ind w:left="2030" w:hanging="360"/>
      </w:pPr>
    </w:lvl>
    <w:lvl w:ilvl="1" w:tplc="04070019" w:tentative="1">
      <w:start w:val="1"/>
      <w:numFmt w:val="lowerLetter"/>
      <w:lvlText w:val="%2."/>
      <w:lvlJc w:val="left"/>
      <w:pPr>
        <w:ind w:left="2750" w:hanging="360"/>
      </w:pPr>
    </w:lvl>
    <w:lvl w:ilvl="2" w:tplc="0407001B" w:tentative="1">
      <w:start w:val="1"/>
      <w:numFmt w:val="lowerRoman"/>
      <w:lvlText w:val="%3."/>
      <w:lvlJc w:val="right"/>
      <w:pPr>
        <w:ind w:left="3470" w:hanging="180"/>
      </w:pPr>
    </w:lvl>
    <w:lvl w:ilvl="3" w:tplc="0407000F" w:tentative="1">
      <w:start w:val="1"/>
      <w:numFmt w:val="decimal"/>
      <w:lvlText w:val="%4."/>
      <w:lvlJc w:val="left"/>
      <w:pPr>
        <w:ind w:left="4190" w:hanging="360"/>
      </w:pPr>
    </w:lvl>
    <w:lvl w:ilvl="4" w:tplc="04070019" w:tentative="1">
      <w:start w:val="1"/>
      <w:numFmt w:val="lowerLetter"/>
      <w:lvlText w:val="%5."/>
      <w:lvlJc w:val="left"/>
      <w:pPr>
        <w:ind w:left="4910" w:hanging="360"/>
      </w:pPr>
    </w:lvl>
    <w:lvl w:ilvl="5" w:tplc="0407001B" w:tentative="1">
      <w:start w:val="1"/>
      <w:numFmt w:val="lowerRoman"/>
      <w:lvlText w:val="%6."/>
      <w:lvlJc w:val="right"/>
      <w:pPr>
        <w:ind w:left="5630" w:hanging="180"/>
      </w:pPr>
    </w:lvl>
    <w:lvl w:ilvl="6" w:tplc="0407000F" w:tentative="1">
      <w:start w:val="1"/>
      <w:numFmt w:val="decimal"/>
      <w:lvlText w:val="%7."/>
      <w:lvlJc w:val="left"/>
      <w:pPr>
        <w:ind w:left="6350" w:hanging="360"/>
      </w:pPr>
    </w:lvl>
    <w:lvl w:ilvl="7" w:tplc="04070019" w:tentative="1">
      <w:start w:val="1"/>
      <w:numFmt w:val="lowerLetter"/>
      <w:lvlText w:val="%8."/>
      <w:lvlJc w:val="left"/>
      <w:pPr>
        <w:ind w:left="7070" w:hanging="360"/>
      </w:pPr>
    </w:lvl>
    <w:lvl w:ilvl="8" w:tplc="0407001B" w:tentative="1">
      <w:start w:val="1"/>
      <w:numFmt w:val="lowerRoman"/>
      <w:lvlText w:val="%9."/>
      <w:lvlJc w:val="right"/>
      <w:pPr>
        <w:ind w:left="7790" w:hanging="180"/>
      </w:pPr>
    </w:lvl>
  </w:abstractNum>
  <w:abstractNum w:abstractNumId="33">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num w:numId="1">
    <w:abstractNumId w:val="19"/>
  </w:num>
  <w:num w:numId="2">
    <w:abstractNumId w:val="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8"/>
  </w:num>
  <w:num w:numId="6">
    <w:abstractNumId w:val="7"/>
  </w:num>
  <w:num w:numId="7">
    <w:abstractNumId w:val="22"/>
  </w:num>
  <w:num w:numId="8">
    <w:abstractNumId w:val="2"/>
  </w:num>
  <w:num w:numId="9">
    <w:abstractNumId w:val="6"/>
  </w:num>
  <w:num w:numId="10">
    <w:abstractNumId w:val="15"/>
  </w:num>
  <w:num w:numId="11">
    <w:abstractNumId w:val="18"/>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9"/>
  </w:num>
  <w:num w:numId="17">
    <w:abstractNumId w:val="2"/>
  </w:num>
  <w:num w:numId="18">
    <w:abstractNumId w:val="14"/>
  </w:num>
  <w:num w:numId="19">
    <w:abstractNumId w:val="3"/>
  </w:num>
  <w:num w:numId="20">
    <w:abstractNumId w:val="28"/>
  </w:num>
  <w:num w:numId="21">
    <w:abstractNumId w:val="1"/>
  </w:num>
  <w:num w:numId="22">
    <w:abstractNumId w:val="4"/>
  </w:num>
  <w:num w:numId="23">
    <w:abstractNumId w:val="30"/>
  </w:num>
  <w:num w:numId="24">
    <w:abstractNumId w:val="13"/>
  </w:num>
  <w:num w:numId="25">
    <w:abstractNumId w:val="23"/>
  </w:num>
  <w:num w:numId="26">
    <w:abstractNumId w:val="17"/>
  </w:num>
  <w:num w:numId="27">
    <w:abstractNumId w:val="31"/>
  </w:num>
  <w:num w:numId="28">
    <w:abstractNumId w:val="11"/>
  </w:num>
  <w:num w:numId="29">
    <w:abstractNumId w:val="8"/>
  </w:num>
  <w:num w:numId="30">
    <w:abstractNumId w:val="26"/>
  </w:num>
  <w:num w:numId="31">
    <w:abstractNumId w:val="24"/>
  </w:num>
  <w:num w:numId="32">
    <w:abstractNumId w:val="12"/>
  </w:num>
  <w:num w:numId="33">
    <w:abstractNumId w:val="9"/>
  </w:num>
  <w:num w:numId="34">
    <w:abstractNumId w:val="25"/>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20"/>
  </w:num>
  <w:num w:numId="38">
    <w:abstractNumId w:val="27"/>
  </w:num>
  <w:num w:numId="39">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cyna Nowicka">
    <w15:presenceInfo w15:providerId="Windows Live" w15:userId="4a408decf07fa1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139F8"/>
    <w:rsid w:val="00000418"/>
    <w:rsid w:val="0000118C"/>
    <w:rsid w:val="000044D9"/>
    <w:rsid w:val="00005A39"/>
    <w:rsid w:val="0001012E"/>
    <w:rsid w:val="00015B15"/>
    <w:rsid w:val="00016862"/>
    <w:rsid w:val="00017692"/>
    <w:rsid w:val="0002030B"/>
    <w:rsid w:val="00034C41"/>
    <w:rsid w:val="00041E36"/>
    <w:rsid w:val="00052ABD"/>
    <w:rsid w:val="00054ABB"/>
    <w:rsid w:val="00066F54"/>
    <w:rsid w:val="00082E1B"/>
    <w:rsid w:val="00083204"/>
    <w:rsid w:val="0008786F"/>
    <w:rsid w:val="000908ED"/>
    <w:rsid w:val="000B4C1C"/>
    <w:rsid w:val="000B51D8"/>
    <w:rsid w:val="000C0BCB"/>
    <w:rsid w:val="000C7FDF"/>
    <w:rsid w:val="000D2476"/>
    <w:rsid w:val="000F1FBA"/>
    <w:rsid w:val="000F5F2F"/>
    <w:rsid w:val="00101543"/>
    <w:rsid w:val="00107314"/>
    <w:rsid w:val="001075D4"/>
    <w:rsid w:val="001361C7"/>
    <w:rsid w:val="00141660"/>
    <w:rsid w:val="001516CE"/>
    <w:rsid w:val="00155D48"/>
    <w:rsid w:val="00177C4F"/>
    <w:rsid w:val="00187384"/>
    <w:rsid w:val="0019582D"/>
    <w:rsid w:val="001B4D66"/>
    <w:rsid w:val="001B51E7"/>
    <w:rsid w:val="001B6181"/>
    <w:rsid w:val="001C45B3"/>
    <w:rsid w:val="001C7D21"/>
    <w:rsid w:val="001D5353"/>
    <w:rsid w:val="001E4C77"/>
    <w:rsid w:val="001E4F69"/>
    <w:rsid w:val="001F78F9"/>
    <w:rsid w:val="00200C81"/>
    <w:rsid w:val="00204E29"/>
    <w:rsid w:val="00214421"/>
    <w:rsid w:val="002232A7"/>
    <w:rsid w:val="00235057"/>
    <w:rsid w:val="00243649"/>
    <w:rsid w:val="00244995"/>
    <w:rsid w:val="002500A4"/>
    <w:rsid w:val="0025122D"/>
    <w:rsid w:val="002552B9"/>
    <w:rsid w:val="00257460"/>
    <w:rsid w:val="002642F3"/>
    <w:rsid w:val="00266FC2"/>
    <w:rsid w:val="00272B3F"/>
    <w:rsid w:val="00285A2D"/>
    <w:rsid w:val="002863A7"/>
    <w:rsid w:val="002911FA"/>
    <w:rsid w:val="002A06B6"/>
    <w:rsid w:val="002A1BFF"/>
    <w:rsid w:val="002A3FCF"/>
    <w:rsid w:val="002B5927"/>
    <w:rsid w:val="002C5673"/>
    <w:rsid w:val="002E512F"/>
    <w:rsid w:val="002E79E1"/>
    <w:rsid w:val="002F6301"/>
    <w:rsid w:val="00300654"/>
    <w:rsid w:val="003140AA"/>
    <w:rsid w:val="0032270C"/>
    <w:rsid w:val="003468D0"/>
    <w:rsid w:val="00362FB0"/>
    <w:rsid w:val="00363081"/>
    <w:rsid w:val="003719BC"/>
    <w:rsid w:val="0038176E"/>
    <w:rsid w:val="003A0C56"/>
    <w:rsid w:val="003A20BB"/>
    <w:rsid w:val="003A6A80"/>
    <w:rsid w:val="003B21DD"/>
    <w:rsid w:val="003C7460"/>
    <w:rsid w:val="003D195D"/>
    <w:rsid w:val="003D1EFD"/>
    <w:rsid w:val="003D33EF"/>
    <w:rsid w:val="003D4A35"/>
    <w:rsid w:val="004450D1"/>
    <w:rsid w:val="00447D38"/>
    <w:rsid w:val="0046235A"/>
    <w:rsid w:val="00466539"/>
    <w:rsid w:val="0047613B"/>
    <w:rsid w:val="00480DE0"/>
    <w:rsid w:val="00486A53"/>
    <w:rsid w:val="00487B8E"/>
    <w:rsid w:val="004C4301"/>
    <w:rsid w:val="004D1210"/>
    <w:rsid w:val="004D4E5B"/>
    <w:rsid w:val="004D5817"/>
    <w:rsid w:val="004D5C6E"/>
    <w:rsid w:val="004F4762"/>
    <w:rsid w:val="004F7A9D"/>
    <w:rsid w:val="0050222D"/>
    <w:rsid w:val="00502EAA"/>
    <w:rsid w:val="00512270"/>
    <w:rsid w:val="00515BDE"/>
    <w:rsid w:val="00516293"/>
    <w:rsid w:val="00522C2B"/>
    <w:rsid w:val="00527671"/>
    <w:rsid w:val="00555EC9"/>
    <w:rsid w:val="00567B1D"/>
    <w:rsid w:val="00594D42"/>
    <w:rsid w:val="0059687E"/>
    <w:rsid w:val="00597D94"/>
    <w:rsid w:val="005A0147"/>
    <w:rsid w:val="005A0653"/>
    <w:rsid w:val="005A3D89"/>
    <w:rsid w:val="005C74D3"/>
    <w:rsid w:val="005D4C49"/>
    <w:rsid w:val="00601BB3"/>
    <w:rsid w:val="00612824"/>
    <w:rsid w:val="00613363"/>
    <w:rsid w:val="006139F8"/>
    <w:rsid w:val="006160BB"/>
    <w:rsid w:val="00624620"/>
    <w:rsid w:val="00631633"/>
    <w:rsid w:val="00632A2D"/>
    <w:rsid w:val="00637AAD"/>
    <w:rsid w:val="006536A0"/>
    <w:rsid w:val="006715D9"/>
    <w:rsid w:val="00674B60"/>
    <w:rsid w:val="006A3CCD"/>
    <w:rsid w:val="006A7DB9"/>
    <w:rsid w:val="006B4BE9"/>
    <w:rsid w:val="006B7195"/>
    <w:rsid w:val="006C7228"/>
    <w:rsid w:val="006D1CFC"/>
    <w:rsid w:val="006D5B5F"/>
    <w:rsid w:val="00702617"/>
    <w:rsid w:val="00724764"/>
    <w:rsid w:val="007375D1"/>
    <w:rsid w:val="007400FA"/>
    <w:rsid w:val="007444B7"/>
    <w:rsid w:val="00744735"/>
    <w:rsid w:val="0075082E"/>
    <w:rsid w:val="007524F6"/>
    <w:rsid w:val="0077386B"/>
    <w:rsid w:val="00776887"/>
    <w:rsid w:val="00791D17"/>
    <w:rsid w:val="00797D45"/>
    <w:rsid w:val="007A0172"/>
    <w:rsid w:val="007A19E3"/>
    <w:rsid w:val="007A29D0"/>
    <w:rsid w:val="007A7977"/>
    <w:rsid w:val="007A7BFF"/>
    <w:rsid w:val="007B0B50"/>
    <w:rsid w:val="007B436D"/>
    <w:rsid w:val="007B51D2"/>
    <w:rsid w:val="007C44CA"/>
    <w:rsid w:val="007D4395"/>
    <w:rsid w:val="007E5BFE"/>
    <w:rsid w:val="007F266F"/>
    <w:rsid w:val="007F56A0"/>
    <w:rsid w:val="00802547"/>
    <w:rsid w:val="0081370A"/>
    <w:rsid w:val="00821D70"/>
    <w:rsid w:val="008343D6"/>
    <w:rsid w:val="00840C3F"/>
    <w:rsid w:val="008412D6"/>
    <w:rsid w:val="0085646B"/>
    <w:rsid w:val="008636C3"/>
    <w:rsid w:val="00894B4A"/>
    <w:rsid w:val="008965DC"/>
    <w:rsid w:val="008B1132"/>
    <w:rsid w:val="008B63B3"/>
    <w:rsid w:val="008B6A9E"/>
    <w:rsid w:val="008D130A"/>
    <w:rsid w:val="008F1859"/>
    <w:rsid w:val="008F611C"/>
    <w:rsid w:val="008F75AC"/>
    <w:rsid w:val="00907EE7"/>
    <w:rsid w:val="00907F43"/>
    <w:rsid w:val="009109D7"/>
    <w:rsid w:val="0091596F"/>
    <w:rsid w:val="00926217"/>
    <w:rsid w:val="00927121"/>
    <w:rsid w:val="009326E2"/>
    <w:rsid w:val="00933774"/>
    <w:rsid w:val="00941A77"/>
    <w:rsid w:val="00944E2C"/>
    <w:rsid w:val="009505A6"/>
    <w:rsid w:val="009510E9"/>
    <w:rsid w:val="00970258"/>
    <w:rsid w:val="00975368"/>
    <w:rsid w:val="00983E57"/>
    <w:rsid w:val="009859F5"/>
    <w:rsid w:val="009A090F"/>
    <w:rsid w:val="009A473D"/>
    <w:rsid w:val="009A4F69"/>
    <w:rsid w:val="009B185D"/>
    <w:rsid w:val="009C0C53"/>
    <w:rsid w:val="009C2DC5"/>
    <w:rsid w:val="009C4BD2"/>
    <w:rsid w:val="009E6729"/>
    <w:rsid w:val="00A02F9D"/>
    <w:rsid w:val="00A133B7"/>
    <w:rsid w:val="00A16358"/>
    <w:rsid w:val="00A42914"/>
    <w:rsid w:val="00A46D13"/>
    <w:rsid w:val="00A541AE"/>
    <w:rsid w:val="00A652B1"/>
    <w:rsid w:val="00A66F61"/>
    <w:rsid w:val="00A67E8F"/>
    <w:rsid w:val="00A71088"/>
    <w:rsid w:val="00A710DD"/>
    <w:rsid w:val="00A74799"/>
    <w:rsid w:val="00A77F38"/>
    <w:rsid w:val="00A811C2"/>
    <w:rsid w:val="00A92831"/>
    <w:rsid w:val="00A94EF5"/>
    <w:rsid w:val="00A960C2"/>
    <w:rsid w:val="00AB10C9"/>
    <w:rsid w:val="00AB2A24"/>
    <w:rsid w:val="00AB4AD8"/>
    <w:rsid w:val="00AC444A"/>
    <w:rsid w:val="00AC7BF8"/>
    <w:rsid w:val="00AE1B56"/>
    <w:rsid w:val="00AE388D"/>
    <w:rsid w:val="00AF4B2B"/>
    <w:rsid w:val="00B0404F"/>
    <w:rsid w:val="00B229B8"/>
    <w:rsid w:val="00B24193"/>
    <w:rsid w:val="00B252D8"/>
    <w:rsid w:val="00B30B5B"/>
    <w:rsid w:val="00B31478"/>
    <w:rsid w:val="00B51B93"/>
    <w:rsid w:val="00B54D66"/>
    <w:rsid w:val="00B738BD"/>
    <w:rsid w:val="00BC2F87"/>
    <w:rsid w:val="00BD3D39"/>
    <w:rsid w:val="00BE1C94"/>
    <w:rsid w:val="00BE2A32"/>
    <w:rsid w:val="00BF52F0"/>
    <w:rsid w:val="00BF5721"/>
    <w:rsid w:val="00C04A0A"/>
    <w:rsid w:val="00C05A69"/>
    <w:rsid w:val="00C10A05"/>
    <w:rsid w:val="00C1377D"/>
    <w:rsid w:val="00C20242"/>
    <w:rsid w:val="00C20CE6"/>
    <w:rsid w:val="00C22FDE"/>
    <w:rsid w:val="00C3255C"/>
    <w:rsid w:val="00C3297F"/>
    <w:rsid w:val="00C53190"/>
    <w:rsid w:val="00C535C2"/>
    <w:rsid w:val="00C559E9"/>
    <w:rsid w:val="00C562A7"/>
    <w:rsid w:val="00C56FCD"/>
    <w:rsid w:val="00C61D0D"/>
    <w:rsid w:val="00C662C2"/>
    <w:rsid w:val="00C73D0E"/>
    <w:rsid w:val="00C806E7"/>
    <w:rsid w:val="00C8205B"/>
    <w:rsid w:val="00C92241"/>
    <w:rsid w:val="00CA082D"/>
    <w:rsid w:val="00CA161F"/>
    <w:rsid w:val="00CB150B"/>
    <w:rsid w:val="00CC0D5E"/>
    <w:rsid w:val="00CC1D9E"/>
    <w:rsid w:val="00CE0755"/>
    <w:rsid w:val="00CE3929"/>
    <w:rsid w:val="00D00F87"/>
    <w:rsid w:val="00D01922"/>
    <w:rsid w:val="00D24E3C"/>
    <w:rsid w:val="00D30371"/>
    <w:rsid w:val="00D426A1"/>
    <w:rsid w:val="00D5141F"/>
    <w:rsid w:val="00D520AD"/>
    <w:rsid w:val="00D60507"/>
    <w:rsid w:val="00D672DF"/>
    <w:rsid w:val="00D8095F"/>
    <w:rsid w:val="00DB53FA"/>
    <w:rsid w:val="00DD523C"/>
    <w:rsid w:val="00DE7911"/>
    <w:rsid w:val="00E20754"/>
    <w:rsid w:val="00E21DB1"/>
    <w:rsid w:val="00E263C2"/>
    <w:rsid w:val="00E419BC"/>
    <w:rsid w:val="00E57C16"/>
    <w:rsid w:val="00E6178D"/>
    <w:rsid w:val="00E67B6F"/>
    <w:rsid w:val="00E757D2"/>
    <w:rsid w:val="00E8159B"/>
    <w:rsid w:val="00E84078"/>
    <w:rsid w:val="00E93D30"/>
    <w:rsid w:val="00E969BD"/>
    <w:rsid w:val="00EA261F"/>
    <w:rsid w:val="00EA434C"/>
    <w:rsid w:val="00EB367C"/>
    <w:rsid w:val="00EC0A4A"/>
    <w:rsid w:val="00ED28E6"/>
    <w:rsid w:val="00ED4A43"/>
    <w:rsid w:val="00EE06CF"/>
    <w:rsid w:val="00EF58E4"/>
    <w:rsid w:val="00F00846"/>
    <w:rsid w:val="00F130E4"/>
    <w:rsid w:val="00F1471F"/>
    <w:rsid w:val="00F31BB6"/>
    <w:rsid w:val="00F3398D"/>
    <w:rsid w:val="00F341C6"/>
    <w:rsid w:val="00F4750B"/>
    <w:rsid w:val="00F637A8"/>
    <w:rsid w:val="00F7306D"/>
    <w:rsid w:val="00F86CB2"/>
    <w:rsid w:val="00F86D73"/>
    <w:rsid w:val="00F9392F"/>
    <w:rsid w:val="00F94738"/>
    <w:rsid w:val="00FA2EF3"/>
    <w:rsid w:val="00FB69B2"/>
    <w:rsid w:val="00FC108E"/>
    <w:rsid w:val="00FC5B09"/>
    <w:rsid w:val="00FD46F4"/>
    <w:rsid w:val="00FE0AF7"/>
    <w:rsid w:val="00FE52C9"/>
    <w:rsid w:val="00FF30C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0422682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480DE0"/>
    <w:pPr>
      <w:overflowPunct w:val="0"/>
      <w:autoSpaceDE w:val="0"/>
      <w:autoSpaceDN w:val="0"/>
      <w:adjustRightInd w:val="0"/>
      <w:textAlignment w:val="baseline"/>
    </w:pPr>
    <w:rPr>
      <w:rFonts w:ascii="Arial" w:hAnsi="Arial" w:cs="Arial"/>
      <w:sz w:val="22"/>
      <w:szCs w:val="22"/>
      <w:lang w:val="pl-PL"/>
    </w:rPr>
  </w:style>
  <w:style w:type="paragraph" w:styleId="berschrift1">
    <w:name w:val="heading 1"/>
    <w:basedOn w:val="Standard"/>
    <w:link w:val="berschrift1Zeiche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eiche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eiche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eichen"/>
    <w:uiPriority w:val="99"/>
    <w:qFormat/>
    <w:pPr>
      <w:spacing w:line="240" w:lineRule="auto"/>
      <w:outlineLvl w:val="3"/>
    </w:pPr>
    <w:rPr>
      <w:sz w:val="20"/>
      <w:szCs w:val="20"/>
    </w:rPr>
  </w:style>
  <w:style w:type="paragraph" w:styleId="berschrift5">
    <w:name w:val="heading 5"/>
    <w:basedOn w:val="Standard"/>
    <w:next w:val="Standardeinzug"/>
    <w:link w:val="berschrift5Zeichen"/>
    <w:uiPriority w:val="99"/>
    <w:qFormat/>
    <w:pPr>
      <w:ind w:left="708"/>
      <w:outlineLvl w:val="4"/>
    </w:pPr>
    <w:rPr>
      <w:rFonts w:ascii="Courier" w:hAnsi="Courier" w:cs="Courier"/>
      <w:b/>
      <w:bCs/>
    </w:rPr>
  </w:style>
  <w:style w:type="paragraph" w:styleId="berschrift6">
    <w:name w:val="heading 6"/>
    <w:basedOn w:val="Standard"/>
    <w:next w:val="Standardeinzug"/>
    <w:link w:val="berschrift6Zeiche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eichen"/>
    <w:uiPriority w:val="99"/>
    <w:qFormat/>
    <w:pPr>
      <w:ind w:left="708"/>
      <w:outlineLvl w:val="6"/>
    </w:pPr>
    <w:rPr>
      <w:rFonts w:ascii="Courier" w:hAnsi="Courier" w:cs="Courier"/>
      <w:i/>
      <w:iCs/>
    </w:rPr>
  </w:style>
  <w:style w:type="paragraph" w:styleId="berschrift8">
    <w:name w:val="heading 8"/>
    <w:basedOn w:val="Standard"/>
    <w:next w:val="Standardeinzug"/>
    <w:link w:val="berschrift8Zeichen"/>
    <w:uiPriority w:val="99"/>
    <w:qFormat/>
    <w:pPr>
      <w:ind w:left="708"/>
      <w:outlineLvl w:val="7"/>
    </w:pPr>
    <w:rPr>
      <w:rFonts w:ascii="Courier" w:hAnsi="Courier" w:cs="Courier"/>
      <w:i/>
      <w:iCs/>
    </w:rPr>
  </w:style>
  <w:style w:type="paragraph" w:styleId="berschrift9">
    <w:name w:val="heading 9"/>
    <w:basedOn w:val="Standard"/>
    <w:next w:val="Standardeinzug"/>
    <w:link w:val="berschrift9Zeiche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uiPriority w:val="9"/>
    <w:locked/>
    <w:rPr>
      <w:rFonts w:ascii="Cambria" w:eastAsia="Times New Roman" w:hAnsi="Cambria" w:cs="Times New Roman"/>
      <w:b/>
      <w:bCs/>
      <w:kern w:val="32"/>
      <w:sz w:val="32"/>
      <w:szCs w:val="32"/>
      <w:lang w:val="x-none" w:eastAsia="de-DE"/>
    </w:rPr>
  </w:style>
  <w:style w:type="character" w:customStyle="1" w:styleId="berschrift2Zeichen">
    <w:name w:val="Überschrift 2 Zeiche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eichen">
    <w:name w:val="Überschrift 3 Zeichen"/>
    <w:link w:val="berschrift3"/>
    <w:uiPriority w:val="9"/>
    <w:semiHidden/>
    <w:locked/>
    <w:rPr>
      <w:rFonts w:ascii="Cambria" w:eastAsia="Times New Roman" w:hAnsi="Cambria" w:cs="Times New Roman"/>
      <w:b/>
      <w:bCs/>
      <w:sz w:val="26"/>
      <w:szCs w:val="26"/>
      <w:lang w:val="x-none" w:eastAsia="de-DE"/>
    </w:rPr>
  </w:style>
  <w:style w:type="character" w:customStyle="1" w:styleId="berschrift4Zeichen">
    <w:name w:val="Überschrift 4 Zeichen"/>
    <w:link w:val="berschrift4"/>
    <w:uiPriority w:val="9"/>
    <w:semiHidden/>
    <w:locked/>
    <w:rPr>
      <w:rFonts w:ascii="Calibri" w:eastAsia="Times New Roman" w:hAnsi="Calibri" w:cs="Times New Roman"/>
      <w:b/>
      <w:bCs/>
      <w:sz w:val="28"/>
      <w:szCs w:val="28"/>
      <w:lang w:val="x-none" w:eastAsia="de-DE"/>
    </w:rPr>
  </w:style>
  <w:style w:type="character" w:customStyle="1" w:styleId="berschrift5Zeichen">
    <w:name w:val="Überschrift 5 Zeiche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eichen">
    <w:name w:val="Überschrift 6 Zeichen"/>
    <w:link w:val="berschrift6"/>
    <w:uiPriority w:val="9"/>
    <w:semiHidden/>
    <w:locked/>
    <w:rPr>
      <w:rFonts w:ascii="Calibri" w:eastAsia="Times New Roman" w:hAnsi="Calibri" w:cs="Times New Roman"/>
      <w:b/>
      <w:bCs/>
      <w:lang w:val="x-none" w:eastAsia="de-DE"/>
    </w:rPr>
  </w:style>
  <w:style w:type="character" w:customStyle="1" w:styleId="berschrift7Zeichen">
    <w:name w:val="Überschrift 7 Zeichen"/>
    <w:link w:val="berschrift7"/>
    <w:uiPriority w:val="9"/>
    <w:semiHidden/>
    <w:locked/>
    <w:rPr>
      <w:rFonts w:ascii="Calibri" w:eastAsia="Times New Roman" w:hAnsi="Calibri" w:cs="Times New Roman"/>
      <w:sz w:val="24"/>
      <w:szCs w:val="24"/>
      <w:lang w:val="x-none" w:eastAsia="de-DE"/>
    </w:rPr>
  </w:style>
  <w:style w:type="character" w:customStyle="1" w:styleId="berschrift8Zeichen">
    <w:name w:val="Überschrift 8 Zeichen"/>
    <w:link w:val="berschrift8"/>
    <w:uiPriority w:val="9"/>
    <w:semiHidden/>
    <w:locked/>
    <w:rPr>
      <w:rFonts w:ascii="Calibri" w:eastAsia="Times New Roman" w:hAnsi="Calibri" w:cs="Times New Roman"/>
      <w:i/>
      <w:iCs/>
      <w:sz w:val="24"/>
      <w:szCs w:val="24"/>
      <w:lang w:val="x-none" w:eastAsia="de-DE"/>
    </w:rPr>
  </w:style>
  <w:style w:type="character" w:customStyle="1" w:styleId="berschrift9Zeichen">
    <w:name w:val="Überschrift 9 Zeiche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eichen"/>
    <w:uiPriority w:val="99"/>
    <w:pPr>
      <w:tabs>
        <w:tab w:val="center" w:pos="4819"/>
        <w:tab w:val="right" w:pos="9071"/>
      </w:tabs>
    </w:pPr>
  </w:style>
  <w:style w:type="character" w:customStyle="1" w:styleId="KopfzeileZeichen">
    <w:name w:val="Kopfzeile Zeichen"/>
    <w:link w:val="Kopfzeile"/>
    <w:uiPriority w:val="99"/>
    <w:semiHidden/>
    <w:locked/>
    <w:rPr>
      <w:rFonts w:ascii="Arial" w:hAnsi="Arial" w:cs="Arial"/>
      <w:lang w:val="x-none" w:eastAsia="de-DE"/>
    </w:rPr>
  </w:style>
  <w:style w:type="paragraph" w:styleId="Fuzeile">
    <w:name w:val="footer"/>
    <w:basedOn w:val="Standard"/>
    <w:link w:val="FuzeileZeichen"/>
    <w:uiPriority w:val="99"/>
    <w:pPr>
      <w:tabs>
        <w:tab w:val="center" w:pos="4819"/>
        <w:tab w:val="right" w:pos="9071"/>
      </w:tabs>
    </w:pPr>
    <w:rPr>
      <w:rFonts w:ascii="Courier New" w:hAnsi="Courier New" w:cs="Courier New"/>
    </w:rPr>
  </w:style>
  <w:style w:type="character" w:customStyle="1" w:styleId="FuzeileZeichen">
    <w:name w:val="Fußzeile Zeichen"/>
    <w:link w:val="Fuzeile"/>
    <w:uiPriority w:val="99"/>
    <w:semiHidden/>
    <w:locked/>
    <w:rPr>
      <w:rFonts w:ascii="Arial" w:hAnsi="Arial" w:cs="Arial"/>
      <w:lang w:val="x-none" w:eastAsia="de-DE"/>
    </w:rPr>
  </w:style>
  <w:style w:type="paragraph" w:styleId="Funotentext">
    <w:name w:val="footnote text"/>
    <w:basedOn w:val="Standard"/>
    <w:link w:val="FunotentextZeichen"/>
    <w:uiPriority w:val="99"/>
    <w:semiHidden/>
  </w:style>
  <w:style w:type="character" w:customStyle="1" w:styleId="FunotentextZeichen">
    <w:name w:val="Fußnotentext Zeiche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eichen"/>
    <w:uiPriority w:val="99"/>
    <w:semiHidden/>
  </w:style>
  <w:style w:type="character" w:customStyle="1" w:styleId="EndnotentextZeichen">
    <w:name w:val="Endnotentext Zeiche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Link">
    <w:name w:val="Hyperlink"/>
    <w:uiPriority w:val="99"/>
    <w:rPr>
      <w:rFonts w:cs="Times New Roman"/>
      <w:color w:val="0000FF"/>
      <w:u w:val="single"/>
    </w:rPr>
  </w:style>
  <w:style w:type="character" w:styleId="GesichteterLink">
    <w:name w:val="Followed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ColorfulList-Accent11">
    <w:name w:val="Colorful List - Accent 11"/>
    <w:basedOn w:val="Standard"/>
    <w:uiPriority w:val="34"/>
    <w:qFormat/>
    <w:rsid w:val="001B6181"/>
    <w:pPr>
      <w:ind w:left="708"/>
      <w:textAlignment w:val="auto"/>
    </w:pPr>
  </w:style>
  <w:style w:type="paragraph" w:styleId="Sprechblasentext">
    <w:name w:val="Balloon Text"/>
    <w:basedOn w:val="Standard"/>
    <w:link w:val="SprechblasentextZeichen"/>
    <w:uiPriority w:val="99"/>
    <w:semiHidden/>
    <w:unhideWhenUsed/>
    <w:rsid w:val="00624620"/>
    <w:rPr>
      <w:rFonts w:ascii="Tahoma" w:hAnsi="Tahoma" w:cs="Tahoma"/>
      <w:sz w:val="16"/>
      <w:szCs w:val="16"/>
    </w:rPr>
  </w:style>
  <w:style w:type="character" w:customStyle="1" w:styleId="SprechblasentextZeichen">
    <w:name w:val="Sprechblasentext Zeichen"/>
    <w:link w:val="Sprechblasentext"/>
    <w:uiPriority w:val="99"/>
    <w:semiHidden/>
    <w:rsid w:val="00624620"/>
    <w:rPr>
      <w:rFonts w:ascii="Tahoma" w:hAnsi="Tahoma" w:cs="Tahoma"/>
      <w:sz w:val="16"/>
      <w:szCs w:val="16"/>
      <w:lang w:val="pl-PL"/>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eichen"/>
    <w:uiPriority w:val="99"/>
    <w:semiHidden/>
    <w:unhideWhenUsed/>
    <w:rsid w:val="00D00F87"/>
    <w:rPr>
      <w:sz w:val="20"/>
      <w:szCs w:val="20"/>
    </w:rPr>
  </w:style>
  <w:style w:type="character" w:customStyle="1" w:styleId="KommentartextZeichen">
    <w:name w:val="Kommentartext Zeiche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eichen"/>
    <w:uiPriority w:val="99"/>
    <w:semiHidden/>
    <w:unhideWhenUsed/>
    <w:rsid w:val="00D00F87"/>
    <w:rPr>
      <w:b/>
      <w:bCs/>
    </w:rPr>
  </w:style>
  <w:style w:type="character" w:customStyle="1" w:styleId="KommentarthemaZeichen">
    <w:name w:val="Kommentarthema Zeichen"/>
    <w:link w:val="Kommentarthema"/>
    <w:uiPriority w:val="99"/>
    <w:semiHidden/>
    <w:rsid w:val="00D00F87"/>
    <w:rPr>
      <w:rFonts w:ascii="Arial" w:hAnsi="Arial" w:cs="Arial"/>
      <w:b/>
      <w:bCs/>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help.gv.at/Portal.Node/hlpd/public/content/36/Seite.360510.html" TargetMode="External"/><Relationship Id="rId20" Type="http://schemas.microsoft.com/office/2011/relationships/people" Target="people.xml"/><Relationship Id="rId10" Type="http://schemas.openxmlformats.org/officeDocument/2006/relationships/hyperlink" Target="https://www.help.gv.at/Portal.Node/hlpd/public/content/8/Seite.080710.html" TargetMode="External"/><Relationship Id="rId11" Type="http://schemas.openxmlformats.org/officeDocument/2006/relationships/hyperlink" Target="https://www.help.gv.at/Portal.Node/hlpd/public/content/8/Seite.080600.html" TargetMode="External"/><Relationship Id="rId12" Type="http://schemas.openxmlformats.org/officeDocument/2006/relationships/hyperlink" Target="https://www.help.gv.at/Portal.Node/hlpd/public/content/21/Seite.210301.htm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header" Target="header3.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help.gv.at/Portal.Node/hlpd/public/content/36/Seite.36051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\wwvorlagen\ADVOFORM.DOT</Template>
  <TotalTime>0</TotalTime>
  <Pages>4</Pages>
  <Words>3619</Words>
  <Characters>22800</Characters>
  <Application>Microsoft Macintosh Word</Application>
  <DocSecurity>0</DocSecurity>
  <Lines>190</Lines>
  <Paragraphs>52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Aktenvermerk</vt:lpstr>
      <vt:lpstr>Aktenvermerk</vt:lpstr>
    </vt:vector>
  </TitlesOfParts>
  <Company>LLE</Company>
  <LinksUpToDate>false</LinksUpToDate>
  <CharactersWithSpaces>26367</CharactersWithSpaces>
  <SharedDoc>false</SharedDoc>
  <HLinks>
    <vt:vector size="42" baseType="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Irene Fauland</cp:lastModifiedBy>
  <cp:revision>2</cp:revision>
  <cp:lastPrinted>2016-06-30T08:06:00Z</cp:lastPrinted>
  <dcterms:created xsi:type="dcterms:W3CDTF">2018-07-19T13:13:00Z</dcterms:created>
  <dcterms:modified xsi:type="dcterms:W3CDTF">2020-09-19T16:05:00Z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